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110F3" w14:textId="77777777" w:rsidR="006B6A29" w:rsidRPr="000310D2" w:rsidRDefault="006B6A29" w:rsidP="006B6A29">
      <w:pPr>
        <w:pStyle w:val="Sous-titre"/>
        <w:rPr>
          <w:sz w:val="28"/>
          <w:szCs w:val="28"/>
        </w:rPr>
      </w:pPr>
      <w:r w:rsidRPr="000310D2">
        <w:rPr>
          <w:sz w:val="28"/>
          <w:szCs w:val="28"/>
        </w:rPr>
        <w:t>Dossier de consultation des entreprises – Bordereau A</w:t>
      </w:r>
    </w:p>
    <w:p w14:paraId="3AB42CFE" w14:textId="2686ABAC" w:rsidR="006B6A29" w:rsidRDefault="006B6A29" w:rsidP="006B6A29">
      <w:pPr>
        <w:pStyle w:val="Sous-titre"/>
      </w:pPr>
      <w:r>
        <w:rPr>
          <w:rFonts w:eastAsia="Calibri"/>
          <w:caps/>
          <w:noProof/>
          <w:color w:val="4F81BD"/>
          <w:sz w:val="32"/>
        </w:rPr>
        <w:drawing>
          <wp:anchor distT="0" distB="0" distL="114300" distR="114300" simplePos="0" relativeHeight="251661312" behindDoc="0" locked="0" layoutInCell="1" allowOverlap="1" wp14:anchorId="75B1CFD4" wp14:editId="74434F8A">
            <wp:simplePos x="0" y="0"/>
            <wp:positionH relativeFrom="column">
              <wp:posOffset>1193800</wp:posOffset>
            </wp:positionH>
            <wp:positionV relativeFrom="paragraph">
              <wp:posOffset>716280</wp:posOffset>
            </wp:positionV>
            <wp:extent cx="3367405" cy="2437765"/>
            <wp:effectExtent l="0" t="0" r="0" b="0"/>
            <wp:wrapSquare wrapText="bothSides"/>
            <wp:docPr id="5"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367405" cy="2437765"/>
                    </a:xfrm>
                    <a:prstGeom prst="rect">
                      <a:avLst/>
                    </a:prstGeom>
                  </pic:spPr>
                </pic:pic>
              </a:graphicData>
            </a:graphic>
            <wp14:sizeRelH relativeFrom="margin">
              <wp14:pctWidth>0</wp14:pctWidth>
            </wp14:sizeRelH>
            <wp14:sizeRelV relativeFrom="margin">
              <wp14:pctHeight>0</wp14:pctHeight>
            </wp14:sizeRelV>
          </wp:anchor>
        </w:drawing>
      </w:r>
      <w:r>
        <w:t>Schéma organisationnel du plan d’assurance qualité (SOPAQ)</w:t>
      </w:r>
    </w:p>
    <w:tbl>
      <w:tblPr>
        <w:tblW w:w="9360" w:type="dxa"/>
        <w:jc w:val="center"/>
        <w:tblLayout w:type="fixed"/>
        <w:tblCellMar>
          <w:left w:w="10" w:type="dxa"/>
          <w:right w:w="10" w:type="dxa"/>
        </w:tblCellMar>
        <w:tblLook w:val="04A0" w:firstRow="1" w:lastRow="0" w:firstColumn="1" w:lastColumn="0" w:noHBand="0" w:noVBand="1"/>
      </w:tblPr>
      <w:tblGrid>
        <w:gridCol w:w="9360"/>
      </w:tblGrid>
      <w:tr w:rsidR="006B6A29" w:rsidRPr="000310D2" w14:paraId="6F1B1381" w14:textId="77777777" w:rsidTr="003F335E">
        <w:trPr>
          <w:jc w:val="center"/>
        </w:trPr>
        <w:tc>
          <w:tcPr>
            <w:tcW w:w="9360" w:type="dxa"/>
            <w:tcMar>
              <w:top w:w="70" w:type="dxa"/>
              <w:left w:w="70" w:type="dxa"/>
              <w:bottom w:w="70" w:type="dxa"/>
              <w:right w:w="70" w:type="dxa"/>
            </w:tcMar>
            <w:hideMark/>
          </w:tcPr>
          <w:p w14:paraId="2D2EE9A3" w14:textId="77777777" w:rsidR="006B6A29" w:rsidRDefault="006B6A29" w:rsidP="003F335E">
            <w:pPr>
              <w:pStyle w:val="Standard"/>
              <w:spacing w:after="0"/>
              <w:jc w:val="center"/>
              <w:rPr>
                <w:rFonts w:ascii="Marianne" w:hAnsi="Marianne"/>
                <w:b/>
                <w:bCs/>
              </w:rPr>
            </w:pPr>
          </w:p>
          <w:p w14:paraId="7BC5D220" w14:textId="77777777" w:rsidR="006B6A29" w:rsidRPr="000271EC" w:rsidRDefault="006B6A29" w:rsidP="003F335E">
            <w:pPr>
              <w:pStyle w:val="Standard"/>
              <w:spacing w:after="0"/>
              <w:jc w:val="center"/>
              <w:rPr>
                <w:rFonts w:ascii="Marianne" w:hAnsi="Marianne"/>
                <w:b/>
                <w:bCs/>
              </w:rPr>
            </w:pPr>
            <w:r w:rsidRPr="000271EC">
              <w:rPr>
                <w:rFonts w:ascii="Marianne" w:hAnsi="Marianne"/>
                <w:b/>
                <w:bCs/>
              </w:rPr>
              <w:t>Conducteur d’opération</w:t>
            </w:r>
          </w:p>
        </w:tc>
      </w:tr>
      <w:tr w:rsidR="006B6A29" w:rsidRPr="000310D2" w14:paraId="3B6D8E28" w14:textId="77777777" w:rsidTr="003F335E">
        <w:trPr>
          <w:jc w:val="center"/>
        </w:trPr>
        <w:tc>
          <w:tcPr>
            <w:tcW w:w="9360" w:type="dxa"/>
            <w:tcMar>
              <w:top w:w="70" w:type="dxa"/>
              <w:left w:w="70" w:type="dxa"/>
              <w:bottom w:w="70" w:type="dxa"/>
              <w:right w:w="70" w:type="dxa"/>
            </w:tcMar>
            <w:hideMark/>
          </w:tcPr>
          <w:p w14:paraId="7CC81BB1" w14:textId="77777777" w:rsidR="006B6A29" w:rsidRPr="000271EC" w:rsidRDefault="006B6A29" w:rsidP="003F335E">
            <w:pPr>
              <w:spacing w:after="0"/>
              <w:jc w:val="center"/>
              <w:rPr>
                <w:rFonts w:ascii="Marianne" w:hAnsi="Marianne"/>
                <w:sz w:val="22"/>
              </w:rPr>
            </w:pPr>
            <w:r w:rsidRPr="000271EC">
              <w:rPr>
                <w:rFonts w:ascii="Marianne" w:hAnsi="Marianne"/>
                <w:sz w:val="22"/>
              </w:rPr>
              <w:t>Direction des routes d’Île-de-France (DiRIF),</w:t>
            </w:r>
          </w:p>
          <w:p w14:paraId="23DB61CB" w14:textId="77777777" w:rsidR="006B6A29" w:rsidRPr="000271EC" w:rsidRDefault="006B6A29" w:rsidP="003F335E">
            <w:pPr>
              <w:spacing w:after="0"/>
              <w:jc w:val="center"/>
              <w:rPr>
                <w:rFonts w:ascii="Marianne" w:eastAsia="Calibri" w:hAnsi="Marianne" w:cs="Arial Narrow"/>
                <w:sz w:val="22"/>
              </w:rPr>
            </w:pPr>
            <w:r w:rsidRPr="000271EC">
              <w:rPr>
                <w:rFonts w:ascii="Marianne" w:eastAsia="Calibri" w:hAnsi="Marianne" w:cs="Arial Narrow"/>
                <w:sz w:val="22"/>
              </w:rPr>
              <w:t>Service du trafic et des tunnels (STT),</w:t>
            </w:r>
          </w:p>
          <w:p w14:paraId="32437267" w14:textId="77777777" w:rsidR="006B6A29" w:rsidRPr="000271EC" w:rsidRDefault="006B6A29" w:rsidP="003F335E">
            <w:pPr>
              <w:spacing w:after="0"/>
              <w:jc w:val="center"/>
              <w:rPr>
                <w:rFonts w:ascii="Marianne" w:eastAsia="Calibri" w:hAnsi="Marianne" w:cs="Arial Narrow"/>
                <w:sz w:val="22"/>
              </w:rPr>
            </w:pPr>
            <w:r w:rsidRPr="000271EC">
              <w:rPr>
                <w:rFonts w:ascii="Marianne" w:eastAsia="Calibri" w:hAnsi="Marianne" w:cs="Arial Narrow"/>
                <w:sz w:val="22"/>
              </w:rPr>
              <w:t>Département de l’ingénierie et de la modernisation des équipements et des tunnels (DIMET),</w:t>
            </w:r>
          </w:p>
          <w:p w14:paraId="6088A219" w14:textId="77777777" w:rsidR="006B6A29" w:rsidRPr="000271EC" w:rsidRDefault="006B6A29" w:rsidP="003F335E">
            <w:pPr>
              <w:spacing w:after="0"/>
              <w:jc w:val="center"/>
              <w:rPr>
                <w:rFonts w:ascii="Marianne" w:hAnsi="Marianne"/>
                <w:sz w:val="22"/>
              </w:rPr>
            </w:pPr>
            <w:r w:rsidRPr="000271EC">
              <w:rPr>
                <w:rFonts w:ascii="Marianne" w:hAnsi="Marianne"/>
                <w:sz w:val="22"/>
              </w:rPr>
              <w:t>15–17 rue Olof Palme,</w:t>
            </w:r>
          </w:p>
          <w:p w14:paraId="74BF7A43" w14:textId="77777777" w:rsidR="006B6A29" w:rsidRDefault="006B6A29" w:rsidP="003F335E">
            <w:pPr>
              <w:pStyle w:val="Default"/>
              <w:jc w:val="center"/>
              <w:rPr>
                <w:rFonts w:ascii="Marianne" w:hAnsi="Marianne"/>
                <w:sz w:val="22"/>
                <w:szCs w:val="22"/>
              </w:rPr>
            </w:pPr>
            <w:r w:rsidRPr="000271EC">
              <w:rPr>
                <w:rFonts w:ascii="Marianne" w:hAnsi="Marianne"/>
                <w:sz w:val="22"/>
                <w:szCs w:val="22"/>
              </w:rPr>
              <w:t>94046 Créteil Cedex</w:t>
            </w:r>
          </w:p>
          <w:p w14:paraId="69068D74" w14:textId="77777777" w:rsidR="006B6A29" w:rsidRPr="000271EC" w:rsidRDefault="006B6A29" w:rsidP="003F335E">
            <w:pPr>
              <w:pStyle w:val="Default"/>
              <w:rPr>
                <w:rFonts w:ascii="Marianne" w:eastAsia="Lucida Sans Unicode" w:hAnsi="Marianne" w:cs="Liberation Sans"/>
                <w:sz w:val="22"/>
                <w:szCs w:val="22"/>
              </w:rPr>
            </w:pPr>
          </w:p>
        </w:tc>
      </w:tr>
      <w:tr w:rsidR="006B6A29" w:rsidRPr="000310D2" w14:paraId="38D2B036" w14:textId="77777777" w:rsidTr="003F335E">
        <w:trPr>
          <w:jc w:val="center"/>
        </w:trPr>
        <w:tc>
          <w:tcPr>
            <w:tcW w:w="9360" w:type="dxa"/>
            <w:tcMar>
              <w:top w:w="70" w:type="dxa"/>
              <w:left w:w="70" w:type="dxa"/>
              <w:bottom w:w="70" w:type="dxa"/>
              <w:right w:w="70" w:type="dxa"/>
            </w:tcMar>
            <w:hideMark/>
          </w:tcPr>
          <w:p w14:paraId="74F36766" w14:textId="77777777" w:rsidR="006B6A29" w:rsidRPr="000271EC" w:rsidRDefault="006B6A29" w:rsidP="003F335E">
            <w:pPr>
              <w:pStyle w:val="Standard"/>
              <w:spacing w:after="0"/>
              <w:jc w:val="center"/>
              <w:rPr>
                <w:rFonts w:ascii="Marianne" w:hAnsi="Marianne"/>
                <w:b/>
                <w:bCs/>
              </w:rPr>
            </w:pPr>
            <w:r w:rsidRPr="000271EC">
              <w:rPr>
                <w:rFonts w:ascii="Marianne" w:hAnsi="Marianne"/>
                <w:b/>
                <w:bCs/>
              </w:rPr>
              <w:t>Objet de la consultation</w:t>
            </w:r>
          </w:p>
        </w:tc>
      </w:tr>
      <w:tr w:rsidR="006B6A29" w:rsidRPr="000310D2" w14:paraId="06BF5879" w14:textId="77777777" w:rsidTr="003F335E">
        <w:trPr>
          <w:jc w:val="center"/>
        </w:trPr>
        <w:tc>
          <w:tcPr>
            <w:tcW w:w="9360" w:type="dxa"/>
            <w:tcMar>
              <w:top w:w="70" w:type="dxa"/>
              <w:left w:w="70" w:type="dxa"/>
              <w:bottom w:w="70" w:type="dxa"/>
              <w:right w:w="70" w:type="dxa"/>
            </w:tcMar>
            <w:hideMark/>
          </w:tcPr>
          <w:p w14:paraId="471EC19C" w14:textId="3DAEDC0F" w:rsidR="00C304C5" w:rsidRDefault="00271644" w:rsidP="003F335E">
            <w:pPr>
              <w:pStyle w:val="Standard"/>
              <w:ind w:left="567" w:right="497"/>
              <w:jc w:val="center"/>
              <w:rPr>
                <w:rFonts w:ascii="Marianne" w:hAnsi="Marianne"/>
              </w:rPr>
            </w:pPr>
            <w:r w:rsidRPr="00271644">
              <w:rPr>
                <w:rFonts w:ascii="Marianne" w:hAnsi="Marianne"/>
              </w:rPr>
              <w:t xml:space="preserve">Travaux d’amélioration de la pression du réseau incendie du tunnel de Saint-Cloud (A13) par l’installation de deux surpresseurs </w:t>
            </w:r>
          </w:p>
          <w:p w14:paraId="05BEE0B6" w14:textId="0D8A6B9D" w:rsidR="00895519" w:rsidRPr="000271EC" w:rsidRDefault="00895519" w:rsidP="003F335E">
            <w:pPr>
              <w:pStyle w:val="Standard"/>
              <w:ind w:left="567" w:right="497"/>
              <w:jc w:val="center"/>
              <w:rPr>
                <w:rFonts w:ascii="Marianne" w:hAnsi="Marianne"/>
              </w:rPr>
            </w:pPr>
          </w:p>
        </w:tc>
      </w:tr>
    </w:tbl>
    <w:p w14:paraId="5697B3ED" w14:textId="702671C2" w:rsidR="00B817EA" w:rsidRDefault="00EB2794" w:rsidP="00895519">
      <w:pPr>
        <w:tabs>
          <w:tab w:val="left" w:pos="3450"/>
        </w:tabs>
        <w:rPr>
          <w:b/>
          <w:bCs/>
          <w:color w:val="808080"/>
        </w:rPr>
      </w:pPr>
      <w:r>
        <w:lastRenderedPageBreak/>
        <w:tab/>
      </w:r>
      <w:r w:rsidR="00C76ABA">
        <w:rPr>
          <w:b/>
          <w:bCs/>
          <w:color w:val="808080"/>
        </w:rPr>
        <w:t>RÉVISIONS</w:t>
      </w:r>
    </w:p>
    <w:tbl>
      <w:tblPr>
        <w:tblW w:w="5000" w:type="pct"/>
        <w:tblLayout w:type="fixed"/>
        <w:tblCellMar>
          <w:left w:w="10" w:type="dxa"/>
          <w:right w:w="10" w:type="dxa"/>
        </w:tblCellMar>
        <w:tblLook w:val="0000" w:firstRow="0" w:lastRow="0" w:firstColumn="0" w:lastColumn="0" w:noHBand="0" w:noVBand="0"/>
      </w:tblPr>
      <w:tblGrid>
        <w:gridCol w:w="1048"/>
        <w:gridCol w:w="1065"/>
        <w:gridCol w:w="1391"/>
        <w:gridCol w:w="1355"/>
        <w:gridCol w:w="1512"/>
        <w:gridCol w:w="2691"/>
      </w:tblGrid>
      <w:tr w:rsidR="00B817EA" w14:paraId="28A21F33" w14:textId="77777777">
        <w:trPr>
          <w:trHeight w:val="397"/>
        </w:trPr>
        <w:tc>
          <w:tcPr>
            <w:tcW w:w="984" w:type="dxa"/>
            <w:tcBorders>
              <w:top w:val="single" w:sz="4" w:space="0" w:color="6F6F6F"/>
              <w:left w:val="single" w:sz="4" w:space="0" w:color="6F6F6F"/>
              <w:bottom w:val="single" w:sz="4" w:space="0" w:color="6F6F6F"/>
              <w:right w:val="single" w:sz="4" w:space="0" w:color="6F6F6F"/>
            </w:tcBorders>
            <w:shd w:val="clear" w:color="auto" w:fill="6F6F6F"/>
            <w:tcMar>
              <w:top w:w="0" w:type="dxa"/>
              <w:left w:w="108" w:type="dxa"/>
              <w:bottom w:w="0" w:type="dxa"/>
              <w:right w:w="108" w:type="dxa"/>
            </w:tcMar>
            <w:vAlign w:val="center"/>
          </w:tcPr>
          <w:p w14:paraId="14DE81F0" w14:textId="77777777" w:rsidR="00B817EA" w:rsidRDefault="00C76ABA">
            <w:pPr>
              <w:pStyle w:val="SETECEn-tteTableau"/>
            </w:pPr>
            <w:r>
              <w:t>Révision</w:t>
            </w:r>
          </w:p>
        </w:tc>
        <w:tc>
          <w:tcPr>
            <w:tcW w:w="999" w:type="dxa"/>
            <w:tcBorders>
              <w:top w:val="single" w:sz="4" w:space="0" w:color="6F6F6F"/>
              <w:left w:val="single" w:sz="4" w:space="0" w:color="6F6F6F"/>
              <w:bottom w:val="single" w:sz="4" w:space="0" w:color="6F6F6F"/>
              <w:right w:val="single" w:sz="4" w:space="0" w:color="6F6F6F"/>
            </w:tcBorders>
            <w:shd w:val="clear" w:color="auto" w:fill="6F6F6F"/>
            <w:tcMar>
              <w:top w:w="0" w:type="dxa"/>
              <w:left w:w="108" w:type="dxa"/>
              <w:bottom w:w="0" w:type="dxa"/>
              <w:right w:w="108" w:type="dxa"/>
            </w:tcMar>
            <w:vAlign w:val="center"/>
          </w:tcPr>
          <w:p w14:paraId="372B8AD0" w14:textId="77777777" w:rsidR="00B817EA" w:rsidRDefault="00C76ABA">
            <w:pPr>
              <w:pStyle w:val="SETECEn-tteTableau"/>
            </w:pPr>
            <w:r>
              <w:t>Date</w:t>
            </w:r>
          </w:p>
        </w:tc>
        <w:tc>
          <w:tcPr>
            <w:tcW w:w="1305" w:type="dxa"/>
            <w:tcBorders>
              <w:top w:val="single" w:sz="4" w:space="0" w:color="6F6F6F"/>
              <w:left w:val="single" w:sz="4" w:space="0" w:color="6F6F6F"/>
              <w:bottom w:val="single" w:sz="4" w:space="0" w:color="6F6F6F"/>
              <w:right w:val="single" w:sz="4" w:space="0" w:color="6F6F6F"/>
            </w:tcBorders>
            <w:shd w:val="clear" w:color="auto" w:fill="6F6F6F"/>
            <w:tcMar>
              <w:top w:w="0" w:type="dxa"/>
              <w:left w:w="108" w:type="dxa"/>
              <w:bottom w:w="0" w:type="dxa"/>
              <w:right w:w="108" w:type="dxa"/>
            </w:tcMar>
            <w:vAlign w:val="center"/>
          </w:tcPr>
          <w:p w14:paraId="1C791100" w14:textId="77777777" w:rsidR="00B817EA" w:rsidRDefault="00C76ABA">
            <w:pPr>
              <w:pStyle w:val="SETECEn-tteTableau"/>
            </w:pPr>
            <w:r>
              <w:t>Rédacteur</w:t>
            </w:r>
          </w:p>
        </w:tc>
        <w:tc>
          <w:tcPr>
            <w:tcW w:w="1272" w:type="dxa"/>
            <w:tcBorders>
              <w:top w:val="single" w:sz="4" w:space="0" w:color="6F6F6F"/>
              <w:left w:val="single" w:sz="4" w:space="0" w:color="6F6F6F"/>
              <w:bottom w:val="single" w:sz="4" w:space="0" w:color="6F6F6F"/>
              <w:right w:val="single" w:sz="4" w:space="0" w:color="6F6F6F"/>
            </w:tcBorders>
            <w:shd w:val="clear" w:color="auto" w:fill="6F6F6F"/>
            <w:tcMar>
              <w:top w:w="0" w:type="dxa"/>
              <w:left w:w="108" w:type="dxa"/>
              <w:bottom w:w="0" w:type="dxa"/>
              <w:right w:w="108" w:type="dxa"/>
            </w:tcMar>
            <w:vAlign w:val="center"/>
          </w:tcPr>
          <w:p w14:paraId="6B8DF2C2" w14:textId="77777777" w:rsidR="00B817EA" w:rsidRDefault="00C76ABA">
            <w:pPr>
              <w:pStyle w:val="SETECEn-tteTableau"/>
            </w:pPr>
            <w:r>
              <w:t>Vérificateur</w:t>
            </w:r>
          </w:p>
        </w:tc>
        <w:tc>
          <w:tcPr>
            <w:tcW w:w="1419" w:type="dxa"/>
            <w:tcBorders>
              <w:top w:val="single" w:sz="4" w:space="0" w:color="6F6F6F"/>
              <w:left w:val="single" w:sz="4" w:space="0" w:color="6F6F6F"/>
              <w:bottom w:val="single" w:sz="4" w:space="0" w:color="6F6F6F"/>
              <w:right w:val="single" w:sz="4" w:space="0" w:color="6F6F6F"/>
            </w:tcBorders>
            <w:shd w:val="clear" w:color="auto" w:fill="6F6F6F"/>
            <w:tcMar>
              <w:top w:w="0" w:type="dxa"/>
              <w:left w:w="108" w:type="dxa"/>
              <w:bottom w:w="0" w:type="dxa"/>
              <w:right w:w="108" w:type="dxa"/>
            </w:tcMar>
            <w:vAlign w:val="center"/>
          </w:tcPr>
          <w:p w14:paraId="3FA6DA70" w14:textId="77777777" w:rsidR="00B817EA" w:rsidRDefault="00C76ABA">
            <w:pPr>
              <w:pStyle w:val="SETECEn-tteTableau"/>
            </w:pPr>
            <w:r>
              <w:t>Approbateur</w:t>
            </w:r>
          </w:p>
        </w:tc>
        <w:tc>
          <w:tcPr>
            <w:tcW w:w="2525" w:type="dxa"/>
            <w:tcBorders>
              <w:top w:val="single" w:sz="4" w:space="0" w:color="6F6F6F"/>
              <w:left w:val="single" w:sz="4" w:space="0" w:color="6F6F6F"/>
              <w:bottom w:val="single" w:sz="4" w:space="0" w:color="6F6F6F"/>
              <w:right w:val="single" w:sz="4" w:space="0" w:color="6F6F6F"/>
            </w:tcBorders>
            <w:shd w:val="clear" w:color="auto" w:fill="6F6F6F"/>
            <w:tcMar>
              <w:top w:w="0" w:type="dxa"/>
              <w:left w:w="108" w:type="dxa"/>
              <w:bottom w:w="0" w:type="dxa"/>
              <w:right w:w="108" w:type="dxa"/>
            </w:tcMar>
            <w:vAlign w:val="center"/>
          </w:tcPr>
          <w:p w14:paraId="7F16CC22" w14:textId="77777777" w:rsidR="00B817EA" w:rsidRDefault="00C76ABA">
            <w:pPr>
              <w:pStyle w:val="SETECEn-tteTableau"/>
            </w:pPr>
            <w:r>
              <w:t>Modifications</w:t>
            </w:r>
          </w:p>
        </w:tc>
      </w:tr>
      <w:tr w:rsidR="00B817EA" w14:paraId="356DFB05" w14:textId="77777777">
        <w:trPr>
          <w:trHeight w:val="397"/>
        </w:trPr>
        <w:tc>
          <w:tcPr>
            <w:tcW w:w="984" w:type="dxa"/>
            <w:tcBorders>
              <w:top w:val="single" w:sz="4" w:space="0" w:color="6F6F6F"/>
              <w:left w:val="single" w:sz="4" w:space="0" w:color="6F6F6F"/>
              <w:bottom w:val="single" w:sz="4" w:space="0" w:color="6F6F6F"/>
              <w:right w:val="single" w:sz="4" w:space="0" w:color="6F6F6F"/>
            </w:tcBorders>
            <w:tcMar>
              <w:top w:w="0" w:type="dxa"/>
              <w:left w:w="108" w:type="dxa"/>
              <w:bottom w:w="0" w:type="dxa"/>
              <w:right w:w="108" w:type="dxa"/>
            </w:tcMar>
            <w:vAlign w:val="center"/>
          </w:tcPr>
          <w:p w14:paraId="6E93C243" w14:textId="347DB27F" w:rsidR="00B817EA" w:rsidRDefault="00C76ABA">
            <w:pPr>
              <w:pStyle w:val="SETECTexteTableau"/>
            </w:pPr>
            <w:r>
              <w:t>A</w:t>
            </w:r>
          </w:p>
        </w:tc>
        <w:tc>
          <w:tcPr>
            <w:tcW w:w="999" w:type="dxa"/>
            <w:tcBorders>
              <w:top w:val="single" w:sz="4" w:space="0" w:color="6F6F6F"/>
              <w:left w:val="single" w:sz="4" w:space="0" w:color="6F6F6F"/>
              <w:bottom w:val="single" w:sz="4" w:space="0" w:color="6F6F6F"/>
              <w:right w:val="single" w:sz="4" w:space="0" w:color="6F6F6F"/>
            </w:tcBorders>
            <w:tcMar>
              <w:top w:w="0" w:type="dxa"/>
              <w:left w:w="108" w:type="dxa"/>
              <w:bottom w:w="0" w:type="dxa"/>
              <w:right w:w="108" w:type="dxa"/>
            </w:tcMar>
            <w:vAlign w:val="center"/>
          </w:tcPr>
          <w:p w14:paraId="35908345" w14:textId="5D90CEDC" w:rsidR="00B817EA" w:rsidRDefault="00271644">
            <w:pPr>
              <w:pStyle w:val="SETECTexteTableau"/>
            </w:pPr>
            <w:r>
              <w:t>06/08/25</w:t>
            </w:r>
          </w:p>
        </w:tc>
        <w:tc>
          <w:tcPr>
            <w:tcW w:w="1305" w:type="dxa"/>
            <w:tcBorders>
              <w:top w:val="single" w:sz="4" w:space="0" w:color="6F6F6F"/>
              <w:left w:val="single" w:sz="4" w:space="0" w:color="6F6F6F"/>
              <w:bottom w:val="single" w:sz="4" w:space="0" w:color="6F6F6F"/>
              <w:right w:val="single" w:sz="4" w:space="0" w:color="6F6F6F"/>
            </w:tcBorders>
            <w:tcMar>
              <w:top w:w="0" w:type="dxa"/>
              <w:left w:w="108" w:type="dxa"/>
              <w:bottom w:w="0" w:type="dxa"/>
              <w:right w:w="108" w:type="dxa"/>
            </w:tcMar>
            <w:vAlign w:val="center"/>
          </w:tcPr>
          <w:p w14:paraId="0408BC85" w14:textId="013EA837" w:rsidR="00B817EA" w:rsidRDefault="00271644">
            <w:pPr>
              <w:pStyle w:val="SETECTexteTableau"/>
            </w:pPr>
            <w:r>
              <w:t>WY</w:t>
            </w:r>
          </w:p>
        </w:tc>
        <w:tc>
          <w:tcPr>
            <w:tcW w:w="1272" w:type="dxa"/>
            <w:tcBorders>
              <w:top w:val="single" w:sz="4" w:space="0" w:color="6F6F6F"/>
              <w:left w:val="single" w:sz="4" w:space="0" w:color="6F6F6F"/>
              <w:bottom w:val="single" w:sz="4" w:space="0" w:color="6F6F6F"/>
              <w:right w:val="single" w:sz="4" w:space="0" w:color="6F6F6F"/>
            </w:tcBorders>
            <w:tcMar>
              <w:top w:w="0" w:type="dxa"/>
              <w:left w:w="108" w:type="dxa"/>
              <w:bottom w:w="0" w:type="dxa"/>
              <w:right w:w="108" w:type="dxa"/>
            </w:tcMar>
            <w:vAlign w:val="center"/>
          </w:tcPr>
          <w:p w14:paraId="5E34F49C" w14:textId="6295DDB2" w:rsidR="00B817EA" w:rsidRDefault="00271644">
            <w:pPr>
              <w:pStyle w:val="SETECTexteTableau"/>
            </w:pPr>
            <w:r>
              <w:t>MOE</w:t>
            </w:r>
          </w:p>
        </w:tc>
        <w:tc>
          <w:tcPr>
            <w:tcW w:w="1419" w:type="dxa"/>
            <w:tcBorders>
              <w:top w:val="single" w:sz="4" w:space="0" w:color="6F6F6F"/>
              <w:left w:val="single" w:sz="4" w:space="0" w:color="6F6F6F"/>
              <w:bottom w:val="single" w:sz="4" w:space="0" w:color="6F6F6F"/>
              <w:right w:val="single" w:sz="4" w:space="0" w:color="6F6F6F"/>
            </w:tcBorders>
            <w:tcMar>
              <w:top w:w="0" w:type="dxa"/>
              <w:left w:w="108" w:type="dxa"/>
              <w:bottom w:w="0" w:type="dxa"/>
              <w:right w:w="108" w:type="dxa"/>
            </w:tcMar>
            <w:vAlign w:val="center"/>
          </w:tcPr>
          <w:p w14:paraId="3098EAA7" w14:textId="750FA123" w:rsidR="00B817EA" w:rsidRDefault="00271644">
            <w:pPr>
              <w:pStyle w:val="SETECTexteTableau"/>
            </w:pPr>
            <w:r>
              <w:t>WY</w:t>
            </w:r>
          </w:p>
        </w:tc>
        <w:tc>
          <w:tcPr>
            <w:tcW w:w="2525" w:type="dxa"/>
            <w:tcBorders>
              <w:top w:val="single" w:sz="4" w:space="0" w:color="6F6F6F"/>
              <w:left w:val="single" w:sz="4" w:space="0" w:color="6F6F6F"/>
              <w:bottom w:val="single" w:sz="4" w:space="0" w:color="6F6F6F"/>
              <w:right w:val="single" w:sz="4" w:space="0" w:color="6F6F6F"/>
            </w:tcBorders>
            <w:tcMar>
              <w:top w:w="0" w:type="dxa"/>
              <w:left w:w="108" w:type="dxa"/>
              <w:bottom w:w="0" w:type="dxa"/>
              <w:right w:w="108" w:type="dxa"/>
            </w:tcMar>
            <w:vAlign w:val="center"/>
          </w:tcPr>
          <w:p w14:paraId="756EC44F" w14:textId="77777777" w:rsidR="00B817EA" w:rsidRDefault="00C76ABA">
            <w:pPr>
              <w:pStyle w:val="SETECTexteTableau"/>
            </w:pPr>
            <w:r>
              <w:t>Création</w:t>
            </w:r>
          </w:p>
        </w:tc>
      </w:tr>
    </w:tbl>
    <w:p w14:paraId="5743AD15" w14:textId="77777777" w:rsidR="00B817EA" w:rsidRDefault="00B817EA"/>
    <w:sdt>
      <w:sdtPr>
        <w:rPr>
          <w:rFonts w:ascii="Arial" w:eastAsia="Arial" w:hAnsi="Arial" w:cs="Times New Roman"/>
          <w:color w:val="auto"/>
          <w:sz w:val="20"/>
          <w:szCs w:val="22"/>
          <w:lang w:eastAsia="en-US"/>
        </w:rPr>
        <w:id w:val="-235555606"/>
        <w:docPartObj>
          <w:docPartGallery w:val="Table of Contents"/>
          <w:docPartUnique/>
        </w:docPartObj>
      </w:sdtPr>
      <w:sdtEndPr>
        <w:rPr>
          <w:b/>
          <w:bCs/>
        </w:rPr>
      </w:sdtEndPr>
      <w:sdtContent>
        <w:p w14:paraId="236B8CB7" w14:textId="658A8DC9" w:rsidR="00895519" w:rsidRDefault="00895519">
          <w:pPr>
            <w:pStyle w:val="En-ttedetabledesmatires"/>
          </w:pPr>
          <w:r>
            <w:t>Table des matières</w:t>
          </w:r>
        </w:p>
        <w:p w14:paraId="203D2A75" w14:textId="728D4B1E" w:rsidR="00895519" w:rsidRDefault="00895519">
          <w:pPr>
            <w:pStyle w:val="TM1"/>
            <w:tabs>
              <w:tab w:val="left" w:pos="964"/>
              <w:tab w:val="right" w:leader="dot" w:pos="9062"/>
            </w:tabs>
            <w:rPr>
              <w:rFonts w:asciiTheme="minorHAnsi" w:eastAsiaTheme="minorEastAsia" w:hAnsiTheme="minorHAnsi" w:cstheme="minorBidi"/>
              <w:noProof/>
              <w:sz w:val="22"/>
              <w:lang w:eastAsia="fr-FR"/>
            </w:rPr>
          </w:pPr>
          <w:r>
            <w:fldChar w:fldCharType="begin"/>
          </w:r>
          <w:r>
            <w:instrText xml:space="preserve"> TOC \o "1-3" \h \z \u </w:instrText>
          </w:r>
          <w:r>
            <w:fldChar w:fldCharType="separate"/>
          </w:r>
          <w:hyperlink w:anchor="_Toc203484606" w:history="1">
            <w:r w:rsidRPr="00DB50C4">
              <w:rPr>
                <w:rStyle w:val="Lienhypertexte"/>
                <w:noProof/>
              </w:rPr>
              <w:t>1</w:t>
            </w:r>
            <w:r>
              <w:rPr>
                <w:rFonts w:asciiTheme="minorHAnsi" w:eastAsiaTheme="minorEastAsia" w:hAnsiTheme="minorHAnsi" w:cstheme="minorBidi"/>
                <w:noProof/>
                <w:sz w:val="22"/>
                <w:lang w:eastAsia="fr-FR"/>
              </w:rPr>
              <w:tab/>
            </w:r>
            <w:r w:rsidRPr="00DB50C4">
              <w:rPr>
                <w:rStyle w:val="Lienhypertexte"/>
                <w:noProof/>
              </w:rPr>
              <w:t>Préambule</w:t>
            </w:r>
            <w:r>
              <w:rPr>
                <w:noProof/>
                <w:webHidden/>
              </w:rPr>
              <w:tab/>
            </w:r>
            <w:r>
              <w:rPr>
                <w:noProof/>
                <w:webHidden/>
              </w:rPr>
              <w:fldChar w:fldCharType="begin"/>
            </w:r>
            <w:r>
              <w:rPr>
                <w:noProof/>
                <w:webHidden/>
              </w:rPr>
              <w:instrText xml:space="preserve"> PAGEREF _Toc203484606 \h </w:instrText>
            </w:r>
            <w:r>
              <w:rPr>
                <w:noProof/>
                <w:webHidden/>
              </w:rPr>
            </w:r>
            <w:r>
              <w:rPr>
                <w:noProof/>
                <w:webHidden/>
              </w:rPr>
              <w:fldChar w:fldCharType="separate"/>
            </w:r>
            <w:r>
              <w:rPr>
                <w:noProof/>
                <w:webHidden/>
              </w:rPr>
              <w:t>3</w:t>
            </w:r>
            <w:r>
              <w:rPr>
                <w:noProof/>
                <w:webHidden/>
              </w:rPr>
              <w:fldChar w:fldCharType="end"/>
            </w:r>
          </w:hyperlink>
        </w:p>
        <w:p w14:paraId="65929CC6" w14:textId="521B1758" w:rsidR="00895519" w:rsidRDefault="00271644">
          <w:pPr>
            <w:pStyle w:val="TM1"/>
            <w:tabs>
              <w:tab w:val="left" w:pos="964"/>
              <w:tab w:val="right" w:leader="dot" w:pos="9062"/>
            </w:tabs>
            <w:rPr>
              <w:rFonts w:asciiTheme="minorHAnsi" w:eastAsiaTheme="minorEastAsia" w:hAnsiTheme="minorHAnsi" w:cstheme="minorBidi"/>
              <w:noProof/>
              <w:sz w:val="22"/>
              <w:lang w:eastAsia="fr-FR"/>
            </w:rPr>
          </w:pPr>
          <w:hyperlink w:anchor="_Toc203484607" w:history="1">
            <w:r w:rsidR="00895519" w:rsidRPr="00DB50C4">
              <w:rPr>
                <w:rStyle w:val="Lienhypertexte"/>
                <w:noProof/>
              </w:rPr>
              <w:t>2</w:t>
            </w:r>
            <w:r w:rsidR="00895519">
              <w:rPr>
                <w:rFonts w:asciiTheme="minorHAnsi" w:eastAsiaTheme="minorEastAsia" w:hAnsiTheme="minorHAnsi" w:cstheme="minorBidi"/>
                <w:noProof/>
                <w:sz w:val="22"/>
                <w:lang w:eastAsia="fr-FR"/>
              </w:rPr>
              <w:tab/>
            </w:r>
            <w:r w:rsidR="00895519" w:rsidRPr="00DB50C4">
              <w:rPr>
                <w:rStyle w:val="Lienhypertexte"/>
                <w:noProof/>
              </w:rPr>
              <w:t>Déclaration de la direction</w:t>
            </w:r>
            <w:r w:rsidR="00895519">
              <w:rPr>
                <w:noProof/>
                <w:webHidden/>
              </w:rPr>
              <w:tab/>
            </w:r>
            <w:r w:rsidR="00895519">
              <w:rPr>
                <w:noProof/>
                <w:webHidden/>
              </w:rPr>
              <w:fldChar w:fldCharType="begin"/>
            </w:r>
            <w:r w:rsidR="00895519">
              <w:rPr>
                <w:noProof/>
                <w:webHidden/>
              </w:rPr>
              <w:instrText xml:space="preserve"> PAGEREF _Toc203484607 \h </w:instrText>
            </w:r>
            <w:r w:rsidR="00895519">
              <w:rPr>
                <w:noProof/>
                <w:webHidden/>
              </w:rPr>
            </w:r>
            <w:r w:rsidR="00895519">
              <w:rPr>
                <w:noProof/>
                <w:webHidden/>
              </w:rPr>
              <w:fldChar w:fldCharType="separate"/>
            </w:r>
            <w:r w:rsidR="00895519">
              <w:rPr>
                <w:noProof/>
                <w:webHidden/>
              </w:rPr>
              <w:t>4</w:t>
            </w:r>
            <w:r w:rsidR="00895519">
              <w:rPr>
                <w:noProof/>
                <w:webHidden/>
              </w:rPr>
              <w:fldChar w:fldCharType="end"/>
            </w:r>
          </w:hyperlink>
        </w:p>
        <w:p w14:paraId="449542B4" w14:textId="7154DE80" w:rsidR="00895519" w:rsidRDefault="00271644">
          <w:pPr>
            <w:pStyle w:val="TM1"/>
            <w:tabs>
              <w:tab w:val="left" w:pos="964"/>
              <w:tab w:val="right" w:leader="dot" w:pos="9062"/>
            </w:tabs>
            <w:rPr>
              <w:rFonts w:asciiTheme="minorHAnsi" w:eastAsiaTheme="minorEastAsia" w:hAnsiTheme="minorHAnsi" w:cstheme="minorBidi"/>
              <w:noProof/>
              <w:sz w:val="22"/>
              <w:lang w:eastAsia="fr-FR"/>
            </w:rPr>
          </w:pPr>
          <w:hyperlink w:anchor="_Toc203484608" w:history="1">
            <w:r w:rsidR="00895519" w:rsidRPr="00DB50C4">
              <w:rPr>
                <w:rStyle w:val="Lienhypertexte"/>
                <w:noProof/>
              </w:rPr>
              <w:t>3</w:t>
            </w:r>
            <w:r w:rsidR="00895519">
              <w:rPr>
                <w:rFonts w:asciiTheme="minorHAnsi" w:eastAsiaTheme="minorEastAsia" w:hAnsiTheme="minorHAnsi" w:cstheme="minorBidi"/>
                <w:noProof/>
                <w:sz w:val="22"/>
                <w:lang w:eastAsia="fr-FR"/>
              </w:rPr>
              <w:tab/>
            </w:r>
            <w:r w:rsidR="00895519" w:rsidRPr="00DB50C4">
              <w:rPr>
                <w:rStyle w:val="Lienhypertexte"/>
                <w:noProof/>
              </w:rPr>
              <w:t>Organisation de l’opération</w:t>
            </w:r>
            <w:r w:rsidR="00895519">
              <w:rPr>
                <w:noProof/>
                <w:webHidden/>
              </w:rPr>
              <w:tab/>
            </w:r>
            <w:r w:rsidR="00895519">
              <w:rPr>
                <w:noProof/>
                <w:webHidden/>
              </w:rPr>
              <w:fldChar w:fldCharType="begin"/>
            </w:r>
            <w:r w:rsidR="00895519">
              <w:rPr>
                <w:noProof/>
                <w:webHidden/>
              </w:rPr>
              <w:instrText xml:space="preserve"> PAGEREF _Toc203484608 \h </w:instrText>
            </w:r>
            <w:r w:rsidR="00895519">
              <w:rPr>
                <w:noProof/>
                <w:webHidden/>
              </w:rPr>
            </w:r>
            <w:r w:rsidR="00895519">
              <w:rPr>
                <w:noProof/>
                <w:webHidden/>
              </w:rPr>
              <w:fldChar w:fldCharType="separate"/>
            </w:r>
            <w:r w:rsidR="00895519">
              <w:rPr>
                <w:noProof/>
                <w:webHidden/>
              </w:rPr>
              <w:t>4</w:t>
            </w:r>
            <w:r w:rsidR="00895519">
              <w:rPr>
                <w:noProof/>
                <w:webHidden/>
              </w:rPr>
              <w:fldChar w:fldCharType="end"/>
            </w:r>
          </w:hyperlink>
        </w:p>
        <w:p w14:paraId="2D2CC703" w14:textId="4613B8A9" w:rsidR="00895519" w:rsidRDefault="00271644">
          <w:pPr>
            <w:pStyle w:val="TM2"/>
            <w:rPr>
              <w:rFonts w:asciiTheme="minorHAnsi" w:eastAsiaTheme="minorEastAsia" w:hAnsiTheme="minorHAnsi" w:cstheme="minorBidi"/>
              <w:noProof/>
              <w:color w:val="auto"/>
              <w:sz w:val="22"/>
              <w:lang w:eastAsia="fr-FR"/>
            </w:rPr>
          </w:pPr>
          <w:hyperlink w:anchor="_Toc203484609" w:history="1">
            <w:r w:rsidR="00895519" w:rsidRPr="00DB50C4">
              <w:rPr>
                <w:rStyle w:val="Lienhypertexte"/>
                <w:noProof/>
              </w:rPr>
              <w:t>3.1</w:t>
            </w:r>
            <w:r w:rsidR="00895519">
              <w:rPr>
                <w:rFonts w:asciiTheme="minorHAnsi" w:eastAsiaTheme="minorEastAsia" w:hAnsiTheme="minorHAnsi" w:cstheme="minorBidi"/>
                <w:noProof/>
                <w:color w:val="auto"/>
                <w:sz w:val="22"/>
                <w:lang w:eastAsia="fr-FR"/>
              </w:rPr>
              <w:tab/>
            </w:r>
            <w:r w:rsidR="00895519" w:rsidRPr="00DB50C4">
              <w:rPr>
                <w:rStyle w:val="Lienhypertexte"/>
                <w:noProof/>
              </w:rPr>
              <w:t>Description sommaire des prestations</w:t>
            </w:r>
            <w:r w:rsidR="00895519">
              <w:rPr>
                <w:noProof/>
                <w:webHidden/>
              </w:rPr>
              <w:tab/>
            </w:r>
            <w:r w:rsidR="00895519">
              <w:rPr>
                <w:noProof/>
                <w:webHidden/>
              </w:rPr>
              <w:fldChar w:fldCharType="begin"/>
            </w:r>
            <w:r w:rsidR="00895519">
              <w:rPr>
                <w:noProof/>
                <w:webHidden/>
              </w:rPr>
              <w:instrText xml:space="preserve"> PAGEREF _Toc203484609 \h </w:instrText>
            </w:r>
            <w:r w:rsidR="00895519">
              <w:rPr>
                <w:noProof/>
                <w:webHidden/>
              </w:rPr>
            </w:r>
            <w:r w:rsidR="00895519">
              <w:rPr>
                <w:noProof/>
                <w:webHidden/>
              </w:rPr>
              <w:fldChar w:fldCharType="separate"/>
            </w:r>
            <w:r w:rsidR="00895519">
              <w:rPr>
                <w:noProof/>
                <w:webHidden/>
              </w:rPr>
              <w:t>4</w:t>
            </w:r>
            <w:r w:rsidR="00895519">
              <w:rPr>
                <w:noProof/>
                <w:webHidden/>
              </w:rPr>
              <w:fldChar w:fldCharType="end"/>
            </w:r>
          </w:hyperlink>
        </w:p>
        <w:p w14:paraId="29DB8CD7" w14:textId="1090D7F3" w:rsidR="00895519" w:rsidRDefault="00271644">
          <w:pPr>
            <w:pStyle w:val="TM2"/>
            <w:rPr>
              <w:rFonts w:asciiTheme="minorHAnsi" w:eastAsiaTheme="minorEastAsia" w:hAnsiTheme="minorHAnsi" w:cstheme="minorBidi"/>
              <w:noProof/>
              <w:color w:val="auto"/>
              <w:sz w:val="22"/>
              <w:lang w:eastAsia="fr-FR"/>
            </w:rPr>
          </w:pPr>
          <w:hyperlink w:anchor="_Toc203484610" w:history="1">
            <w:r w:rsidR="00895519" w:rsidRPr="00DB50C4">
              <w:rPr>
                <w:rStyle w:val="Lienhypertexte"/>
                <w:noProof/>
              </w:rPr>
              <w:t>3.2</w:t>
            </w:r>
            <w:r w:rsidR="00895519">
              <w:rPr>
                <w:rFonts w:asciiTheme="minorHAnsi" w:eastAsiaTheme="minorEastAsia" w:hAnsiTheme="minorHAnsi" w:cstheme="minorBidi"/>
                <w:noProof/>
                <w:color w:val="auto"/>
                <w:sz w:val="22"/>
                <w:lang w:eastAsia="fr-FR"/>
              </w:rPr>
              <w:tab/>
            </w:r>
            <w:r w:rsidR="00895519" w:rsidRPr="00DB50C4">
              <w:rPr>
                <w:rStyle w:val="Lienhypertexte"/>
                <w:noProof/>
              </w:rPr>
              <w:t>Titulaire du Marché</w:t>
            </w:r>
            <w:r w:rsidR="00895519">
              <w:rPr>
                <w:noProof/>
                <w:webHidden/>
              </w:rPr>
              <w:tab/>
            </w:r>
            <w:r w:rsidR="00895519">
              <w:rPr>
                <w:noProof/>
                <w:webHidden/>
              </w:rPr>
              <w:fldChar w:fldCharType="begin"/>
            </w:r>
            <w:r w:rsidR="00895519">
              <w:rPr>
                <w:noProof/>
                <w:webHidden/>
              </w:rPr>
              <w:instrText xml:space="preserve"> PAGEREF _Toc203484610 \h </w:instrText>
            </w:r>
            <w:r w:rsidR="00895519">
              <w:rPr>
                <w:noProof/>
                <w:webHidden/>
              </w:rPr>
            </w:r>
            <w:r w:rsidR="00895519">
              <w:rPr>
                <w:noProof/>
                <w:webHidden/>
              </w:rPr>
              <w:fldChar w:fldCharType="separate"/>
            </w:r>
            <w:r w:rsidR="00895519">
              <w:rPr>
                <w:noProof/>
                <w:webHidden/>
              </w:rPr>
              <w:t>4</w:t>
            </w:r>
            <w:r w:rsidR="00895519">
              <w:rPr>
                <w:noProof/>
                <w:webHidden/>
              </w:rPr>
              <w:fldChar w:fldCharType="end"/>
            </w:r>
          </w:hyperlink>
        </w:p>
        <w:p w14:paraId="66B6EA45" w14:textId="7FB04803" w:rsidR="00895519" w:rsidRDefault="00271644">
          <w:pPr>
            <w:pStyle w:val="TM2"/>
            <w:rPr>
              <w:rFonts w:asciiTheme="minorHAnsi" w:eastAsiaTheme="minorEastAsia" w:hAnsiTheme="minorHAnsi" w:cstheme="minorBidi"/>
              <w:noProof/>
              <w:color w:val="auto"/>
              <w:sz w:val="22"/>
              <w:lang w:eastAsia="fr-FR"/>
            </w:rPr>
          </w:pPr>
          <w:hyperlink w:anchor="_Toc203484611" w:history="1">
            <w:r w:rsidR="00895519" w:rsidRPr="00DB50C4">
              <w:rPr>
                <w:rStyle w:val="Lienhypertexte"/>
                <w:noProof/>
              </w:rPr>
              <w:t>3.3</w:t>
            </w:r>
            <w:r w:rsidR="00895519">
              <w:rPr>
                <w:rFonts w:asciiTheme="minorHAnsi" w:eastAsiaTheme="minorEastAsia" w:hAnsiTheme="minorHAnsi" w:cstheme="minorBidi"/>
                <w:noProof/>
                <w:color w:val="auto"/>
                <w:sz w:val="22"/>
                <w:lang w:eastAsia="fr-FR"/>
              </w:rPr>
              <w:tab/>
            </w:r>
            <w:r w:rsidR="00895519" w:rsidRPr="00DB50C4">
              <w:rPr>
                <w:rStyle w:val="Lienhypertexte"/>
                <w:noProof/>
              </w:rPr>
              <w:t>Organigramme général</w:t>
            </w:r>
            <w:r w:rsidR="00895519">
              <w:rPr>
                <w:noProof/>
                <w:webHidden/>
              </w:rPr>
              <w:tab/>
            </w:r>
            <w:r w:rsidR="00895519">
              <w:rPr>
                <w:noProof/>
                <w:webHidden/>
              </w:rPr>
              <w:fldChar w:fldCharType="begin"/>
            </w:r>
            <w:r w:rsidR="00895519">
              <w:rPr>
                <w:noProof/>
                <w:webHidden/>
              </w:rPr>
              <w:instrText xml:space="preserve"> PAGEREF _Toc203484611 \h </w:instrText>
            </w:r>
            <w:r w:rsidR="00895519">
              <w:rPr>
                <w:noProof/>
                <w:webHidden/>
              </w:rPr>
            </w:r>
            <w:r w:rsidR="00895519">
              <w:rPr>
                <w:noProof/>
                <w:webHidden/>
              </w:rPr>
              <w:fldChar w:fldCharType="separate"/>
            </w:r>
            <w:r w:rsidR="00895519">
              <w:rPr>
                <w:noProof/>
                <w:webHidden/>
              </w:rPr>
              <w:t>5</w:t>
            </w:r>
            <w:r w:rsidR="00895519">
              <w:rPr>
                <w:noProof/>
                <w:webHidden/>
              </w:rPr>
              <w:fldChar w:fldCharType="end"/>
            </w:r>
          </w:hyperlink>
        </w:p>
        <w:p w14:paraId="124654ED" w14:textId="487B6634" w:rsidR="00895519" w:rsidRDefault="00271644">
          <w:pPr>
            <w:pStyle w:val="TM1"/>
            <w:tabs>
              <w:tab w:val="left" w:pos="964"/>
              <w:tab w:val="right" w:leader="dot" w:pos="9062"/>
            </w:tabs>
            <w:rPr>
              <w:rFonts w:asciiTheme="minorHAnsi" w:eastAsiaTheme="minorEastAsia" w:hAnsiTheme="minorHAnsi" w:cstheme="minorBidi"/>
              <w:noProof/>
              <w:sz w:val="22"/>
              <w:lang w:eastAsia="fr-FR"/>
            </w:rPr>
          </w:pPr>
          <w:hyperlink w:anchor="_Toc203484612" w:history="1">
            <w:r w:rsidR="00895519" w:rsidRPr="00DB50C4">
              <w:rPr>
                <w:rStyle w:val="Lienhypertexte"/>
                <w:noProof/>
              </w:rPr>
              <w:t>4</w:t>
            </w:r>
            <w:r w:rsidR="00895519">
              <w:rPr>
                <w:rFonts w:asciiTheme="minorHAnsi" w:eastAsiaTheme="minorEastAsia" w:hAnsiTheme="minorHAnsi" w:cstheme="minorBidi"/>
                <w:noProof/>
                <w:sz w:val="22"/>
                <w:lang w:eastAsia="fr-FR"/>
              </w:rPr>
              <w:tab/>
            </w:r>
            <w:r w:rsidR="00895519" w:rsidRPr="00DB50C4">
              <w:rPr>
                <w:rStyle w:val="Lienhypertexte"/>
                <w:noProof/>
              </w:rPr>
              <w:t>Organisation du chantier</w:t>
            </w:r>
            <w:r w:rsidR="00895519">
              <w:rPr>
                <w:noProof/>
                <w:webHidden/>
              </w:rPr>
              <w:tab/>
            </w:r>
            <w:r w:rsidR="00895519">
              <w:rPr>
                <w:noProof/>
                <w:webHidden/>
              </w:rPr>
              <w:fldChar w:fldCharType="begin"/>
            </w:r>
            <w:r w:rsidR="00895519">
              <w:rPr>
                <w:noProof/>
                <w:webHidden/>
              </w:rPr>
              <w:instrText xml:space="preserve"> PAGEREF _Toc203484612 \h </w:instrText>
            </w:r>
            <w:r w:rsidR="00895519">
              <w:rPr>
                <w:noProof/>
                <w:webHidden/>
              </w:rPr>
            </w:r>
            <w:r w:rsidR="00895519">
              <w:rPr>
                <w:noProof/>
                <w:webHidden/>
              </w:rPr>
              <w:fldChar w:fldCharType="separate"/>
            </w:r>
            <w:r w:rsidR="00895519">
              <w:rPr>
                <w:noProof/>
                <w:webHidden/>
              </w:rPr>
              <w:t>5</w:t>
            </w:r>
            <w:r w:rsidR="00895519">
              <w:rPr>
                <w:noProof/>
                <w:webHidden/>
              </w:rPr>
              <w:fldChar w:fldCharType="end"/>
            </w:r>
          </w:hyperlink>
        </w:p>
        <w:p w14:paraId="2F34C53E" w14:textId="65C8BC66" w:rsidR="00895519" w:rsidRDefault="00271644">
          <w:pPr>
            <w:pStyle w:val="TM2"/>
            <w:rPr>
              <w:rFonts w:asciiTheme="minorHAnsi" w:eastAsiaTheme="minorEastAsia" w:hAnsiTheme="minorHAnsi" w:cstheme="minorBidi"/>
              <w:noProof/>
              <w:color w:val="auto"/>
              <w:sz w:val="22"/>
              <w:lang w:eastAsia="fr-FR"/>
            </w:rPr>
          </w:pPr>
          <w:hyperlink w:anchor="_Toc203484613" w:history="1">
            <w:r w:rsidR="00895519" w:rsidRPr="00DB50C4">
              <w:rPr>
                <w:rStyle w:val="Lienhypertexte"/>
                <w:noProof/>
              </w:rPr>
              <w:t>4.1</w:t>
            </w:r>
            <w:r w:rsidR="00895519">
              <w:rPr>
                <w:rFonts w:asciiTheme="minorHAnsi" w:eastAsiaTheme="minorEastAsia" w:hAnsiTheme="minorHAnsi" w:cstheme="minorBidi"/>
                <w:noProof/>
                <w:color w:val="auto"/>
                <w:sz w:val="22"/>
                <w:lang w:eastAsia="fr-FR"/>
              </w:rPr>
              <w:tab/>
            </w:r>
            <w:r w:rsidR="00895519" w:rsidRPr="00DB50C4">
              <w:rPr>
                <w:rStyle w:val="Lienhypertexte"/>
                <w:noProof/>
              </w:rPr>
              <w:t>Intervenants</w:t>
            </w:r>
            <w:r w:rsidR="00895519">
              <w:rPr>
                <w:noProof/>
                <w:webHidden/>
              </w:rPr>
              <w:tab/>
            </w:r>
            <w:r w:rsidR="00895519">
              <w:rPr>
                <w:noProof/>
                <w:webHidden/>
              </w:rPr>
              <w:fldChar w:fldCharType="begin"/>
            </w:r>
            <w:r w:rsidR="00895519">
              <w:rPr>
                <w:noProof/>
                <w:webHidden/>
              </w:rPr>
              <w:instrText xml:space="preserve"> PAGEREF _Toc203484613 \h </w:instrText>
            </w:r>
            <w:r w:rsidR="00895519">
              <w:rPr>
                <w:noProof/>
                <w:webHidden/>
              </w:rPr>
            </w:r>
            <w:r w:rsidR="00895519">
              <w:rPr>
                <w:noProof/>
                <w:webHidden/>
              </w:rPr>
              <w:fldChar w:fldCharType="separate"/>
            </w:r>
            <w:r w:rsidR="00895519">
              <w:rPr>
                <w:noProof/>
                <w:webHidden/>
              </w:rPr>
              <w:t>5</w:t>
            </w:r>
            <w:r w:rsidR="00895519">
              <w:rPr>
                <w:noProof/>
                <w:webHidden/>
              </w:rPr>
              <w:fldChar w:fldCharType="end"/>
            </w:r>
          </w:hyperlink>
        </w:p>
        <w:p w14:paraId="167F9765" w14:textId="06388610" w:rsidR="00895519" w:rsidRDefault="00271644">
          <w:pPr>
            <w:pStyle w:val="TM3"/>
            <w:tabs>
              <w:tab w:val="left" w:pos="1100"/>
            </w:tabs>
            <w:rPr>
              <w:rFonts w:asciiTheme="minorHAnsi" w:eastAsiaTheme="minorEastAsia" w:hAnsiTheme="minorHAnsi" w:cstheme="minorBidi"/>
              <w:noProof/>
              <w:sz w:val="22"/>
              <w:lang w:eastAsia="fr-FR"/>
            </w:rPr>
          </w:pPr>
          <w:hyperlink w:anchor="_Toc203484614" w:history="1">
            <w:r w:rsidR="00895519" w:rsidRPr="00DB50C4">
              <w:rPr>
                <w:rStyle w:val="Lienhypertexte"/>
                <w:noProof/>
              </w:rPr>
              <w:t>4.1.1</w:t>
            </w:r>
            <w:r w:rsidR="00895519">
              <w:rPr>
                <w:rFonts w:asciiTheme="minorHAnsi" w:eastAsiaTheme="minorEastAsia" w:hAnsiTheme="minorHAnsi" w:cstheme="minorBidi"/>
                <w:noProof/>
                <w:sz w:val="22"/>
                <w:lang w:eastAsia="fr-FR"/>
              </w:rPr>
              <w:tab/>
            </w:r>
            <w:r w:rsidR="00895519" w:rsidRPr="00DB50C4">
              <w:rPr>
                <w:rStyle w:val="Lienhypertexte"/>
                <w:noProof/>
              </w:rPr>
              <w:t>Direction de Chantier</w:t>
            </w:r>
            <w:r w:rsidR="00895519">
              <w:rPr>
                <w:noProof/>
                <w:webHidden/>
              </w:rPr>
              <w:tab/>
            </w:r>
            <w:r w:rsidR="00895519">
              <w:rPr>
                <w:noProof/>
                <w:webHidden/>
              </w:rPr>
              <w:fldChar w:fldCharType="begin"/>
            </w:r>
            <w:r w:rsidR="00895519">
              <w:rPr>
                <w:noProof/>
                <w:webHidden/>
              </w:rPr>
              <w:instrText xml:space="preserve"> PAGEREF _Toc203484614 \h </w:instrText>
            </w:r>
            <w:r w:rsidR="00895519">
              <w:rPr>
                <w:noProof/>
                <w:webHidden/>
              </w:rPr>
            </w:r>
            <w:r w:rsidR="00895519">
              <w:rPr>
                <w:noProof/>
                <w:webHidden/>
              </w:rPr>
              <w:fldChar w:fldCharType="separate"/>
            </w:r>
            <w:r w:rsidR="00895519">
              <w:rPr>
                <w:noProof/>
                <w:webHidden/>
              </w:rPr>
              <w:t>5</w:t>
            </w:r>
            <w:r w:rsidR="00895519">
              <w:rPr>
                <w:noProof/>
                <w:webHidden/>
              </w:rPr>
              <w:fldChar w:fldCharType="end"/>
            </w:r>
          </w:hyperlink>
        </w:p>
        <w:p w14:paraId="37DFB630" w14:textId="5C11878C" w:rsidR="00895519" w:rsidRDefault="00271644">
          <w:pPr>
            <w:pStyle w:val="TM3"/>
            <w:tabs>
              <w:tab w:val="left" w:pos="1100"/>
            </w:tabs>
            <w:rPr>
              <w:rFonts w:asciiTheme="minorHAnsi" w:eastAsiaTheme="minorEastAsia" w:hAnsiTheme="minorHAnsi" w:cstheme="minorBidi"/>
              <w:noProof/>
              <w:sz w:val="22"/>
              <w:lang w:eastAsia="fr-FR"/>
            </w:rPr>
          </w:pPr>
          <w:hyperlink w:anchor="_Toc203484615" w:history="1">
            <w:r w:rsidR="00895519" w:rsidRPr="00DB50C4">
              <w:rPr>
                <w:rStyle w:val="Lienhypertexte"/>
                <w:noProof/>
              </w:rPr>
              <w:t>4.1.2</w:t>
            </w:r>
            <w:r w:rsidR="00895519">
              <w:rPr>
                <w:rFonts w:asciiTheme="minorHAnsi" w:eastAsiaTheme="minorEastAsia" w:hAnsiTheme="minorHAnsi" w:cstheme="minorBidi"/>
                <w:noProof/>
                <w:sz w:val="22"/>
                <w:lang w:eastAsia="fr-FR"/>
              </w:rPr>
              <w:tab/>
            </w:r>
            <w:r w:rsidR="00895519" w:rsidRPr="00DB50C4">
              <w:rPr>
                <w:rStyle w:val="Lienhypertexte"/>
                <w:noProof/>
              </w:rPr>
              <w:t>Entreprises sous-traitantes</w:t>
            </w:r>
            <w:r w:rsidR="00895519">
              <w:rPr>
                <w:noProof/>
                <w:webHidden/>
              </w:rPr>
              <w:tab/>
            </w:r>
            <w:r w:rsidR="00895519">
              <w:rPr>
                <w:noProof/>
                <w:webHidden/>
              </w:rPr>
              <w:fldChar w:fldCharType="begin"/>
            </w:r>
            <w:r w:rsidR="00895519">
              <w:rPr>
                <w:noProof/>
                <w:webHidden/>
              </w:rPr>
              <w:instrText xml:space="preserve"> PAGEREF _Toc203484615 \h </w:instrText>
            </w:r>
            <w:r w:rsidR="00895519">
              <w:rPr>
                <w:noProof/>
                <w:webHidden/>
              </w:rPr>
            </w:r>
            <w:r w:rsidR="00895519">
              <w:rPr>
                <w:noProof/>
                <w:webHidden/>
              </w:rPr>
              <w:fldChar w:fldCharType="separate"/>
            </w:r>
            <w:r w:rsidR="00895519">
              <w:rPr>
                <w:noProof/>
                <w:webHidden/>
              </w:rPr>
              <w:t>6</w:t>
            </w:r>
            <w:r w:rsidR="00895519">
              <w:rPr>
                <w:noProof/>
                <w:webHidden/>
              </w:rPr>
              <w:fldChar w:fldCharType="end"/>
            </w:r>
          </w:hyperlink>
        </w:p>
        <w:p w14:paraId="1C5D27A1" w14:textId="43504E5A" w:rsidR="00895519" w:rsidRDefault="00271644">
          <w:pPr>
            <w:pStyle w:val="TM3"/>
            <w:tabs>
              <w:tab w:val="left" w:pos="1100"/>
            </w:tabs>
            <w:rPr>
              <w:rFonts w:asciiTheme="minorHAnsi" w:eastAsiaTheme="minorEastAsia" w:hAnsiTheme="minorHAnsi" w:cstheme="minorBidi"/>
              <w:noProof/>
              <w:sz w:val="22"/>
              <w:lang w:eastAsia="fr-FR"/>
            </w:rPr>
          </w:pPr>
          <w:hyperlink w:anchor="_Toc203484616" w:history="1">
            <w:r w:rsidR="00895519" w:rsidRPr="00DB50C4">
              <w:rPr>
                <w:rStyle w:val="Lienhypertexte"/>
                <w:noProof/>
              </w:rPr>
              <w:t>4.1.3</w:t>
            </w:r>
            <w:r w:rsidR="00895519">
              <w:rPr>
                <w:rFonts w:asciiTheme="minorHAnsi" w:eastAsiaTheme="minorEastAsia" w:hAnsiTheme="minorHAnsi" w:cstheme="minorBidi"/>
                <w:noProof/>
                <w:sz w:val="22"/>
                <w:lang w:eastAsia="fr-FR"/>
              </w:rPr>
              <w:tab/>
            </w:r>
            <w:r w:rsidR="00895519" w:rsidRPr="00DB50C4">
              <w:rPr>
                <w:rStyle w:val="Lienhypertexte"/>
                <w:noProof/>
              </w:rPr>
              <w:t>Principaux fournisseurs</w:t>
            </w:r>
            <w:r w:rsidR="00895519">
              <w:rPr>
                <w:noProof/>
                <w:webHidden/>
              </w:rPr>
              <w:tab/>
            </w:r>
            <w:r w:rsidR="00895519">
              <w:rPr>
                <w:noProof/>
                <w:webHidden/>
              </w:rPr>
              <w:fldChar w:fldCharType="begin"/>
            </w:r>
            <w:r w:rsidR="00895519">
              <w:rPr>
                <w:noProof/>
                <w:webHidden/>
              </w:rPr>
              <w:instrText xml:space="preserve"> PAGEREF _Toc203484616 \h </w:instrText>
            </w:r>
            <w:r w:rsidR="00895519">
              <w:rPr>
                <w:noProof/>
                <w:webHidden/>
              </w:rPr>
            </w:r>
            <w:r w:rsidR="00895519">
              <w:rPr>
                <w:noProof/>
                <w:webHidden/>
              </w:rPr>
              <w:fldChar w:fldCharType="separate"/>
            </w:r>
            <w:r w:rsidR="00895519">
              <w:rPr>
                <w:noProof/>
                <w:webHidden/>
              </w:rPr>
              <w:t>7</w:t>
            </w:r>
            <w:r w:rsidR="00895519">
              <w:rPr>
                <w:noProof/>
                <w:webHidden/>
              </w:rPr>
              <w:fldChar w:fldCharType="end"/>
            </w:r>
          </w:hyperlink>
        </w:p>
        <w:p w14:paraId="3CC61D4F" w14:textId="539DDFDB" w:rsidR="00895519" w:rsidRDefault="00271644">
          <w:pPr>
            <w:pStyle w:val="TM3"/>
            <w:tabs>
              <w:tab w:val="left" w:pos="1100"/>
            </w:tabs>
            <w:rPr>
              <w:rFonts w:asciiTheme="minorHAnsi" w:eastAsiaTheme="minorEastAsia" w:hAnsiTheme="minorHAnsi" w:cstheme="minorBidi"/>
              <w:noProof/>
              <w:sz w:val="22"/>
              <w:lang w:eastAsia="fr-FR"/>
            </w:rPr>
          </w:pPr>
          <w:hyperlink w:anchor="_Toc203484617" w:history="1">
            <w:r w:rsidR="00895519" w:rsidRPr="00DB50C4">
              <w:rPr>
                <w:rStyle w:val="Lienhypertexte"/>
                <w:noProof/>
              </w:rPr>
              <w:t>4.1.4</w:t>
            </w:r>
            <w:r w:rsidR="00895519">
              <w:rPr>
                <w:rFonts w:asciiTheme="minorHAnsi" w:eastAsiaTheme="minorEastAsia" w:hAnsiTheme="minorHAnsi" w:cstheme="minorBidi"/>
                <w:noProof/>
                <w:sz w:val="22"/>
                <w:lang w:eastAsia="fr-FR"/>
              </w:rPr>
              <w:tab/>
            </w:r>
            <w:r w:rsidR="00895519" w:rsidRPr="00DB50C4">
              <w:rPr>
                <w:rStyle w:val="Lienhypertexte"/>
                <w:noProof/>
              </w:rPr>
              <w:t>Laboratoire de l’Entrepreneur</w:t>
            </w:r>
            <w:r w:rsidR="00895519">
              <w:rPr>
                <w:noProof/>
                <w:webHidden/>
              </w:rPr>
              <w:tab/>
            </w:r>
            <w:r w:rsidR="00895519">
              <w:rPr>
                <w:noProof/>
                <w:webHidden/>
              </w:rPr>
              <w:fldChar w:fldCharType="begin"/>
            </w:r>
            <w:r w:rsidR="00895519">
              <w:rPr>
                <w:noProof/>
                <w:webHidden/>
              </w:rPr>
              <w:instrText xml:space="preserve"> PAGEREF _Toc203484617 \h </w:instrText>
            </w:r>
            <w:r w:rsidR="00895519">
              <w:rPr>
                <w:noProof/>
                <w:webHidden/>
              </w:rPr>
            </w:r>
            <w:r w:rsidR="00895519">
              <w:rPr>
                <w:noProof/>
                <w:webHidden/>
              </w:rPr>
              <w:fldChar w:fldCharType="separate"/>
            </w:r>
            <w:r w:rsidR="00895519">
              <w:rPr>
                <w:noProof/>
                <w:webHidden/>
              </w:rPr>
              <w:t>8</w:t>
            </w:r>
            <w:r w:rsidR="00895519">
              <w:rPr>
                <w:noProof/>
                <w:webHidden/>
              </w:rPr>
              <w:fldChar w:fldCharType="end"/>
            </w:r>
          </w:hyperlink>
        </w:p>
        <w:p w14:paraId="175F4707" w14:textId="6C62EED0" w:rsidR="00895519" w:rsidRDefault="00271644">
          <w:pPr>
            <w:pStyle w:val="TM2"/>
            <w:rPr>
              <w:rFonts w:asciiTheme="minorHAnsi" w:eastAsiaTheme="minorEastAsia" w:hAnsiTheme="minorHAnsi" w:cstheme="minorBidi"/>
              <w:noProof/>
              <w:color w:val="auto"/>
              <w:sz w:val="22"/>
              <w:lang w:eastAsia="fr-FR"/>
            </w:rPr>
          </w:pPr>
          <w:hyperlink w:anchor="_Toc203484618" w:history="1">
            <w:r w:rsidR="00895519" w:rsidRPr="00DB50C4">
              <w:rPr>
                <w:rStyle w:val="Lienhypertexte"/>
                <w:noProof/>
              </w:rPr>
              <w:t>4.2</w:t>
            </w:r>
            <w:r w:rsidR="00895519">
              <w:rPr>
                <w:rFonts w:asciiTheme="minorHAnsi" w:eastAsiaTheme="minorEastAsia" w:hAnsiTheme="minorHAnsi" w:cstheme="minorBidi"/>
                <w:noProof/>
                <w:color w:val="auto"/>
                <w:sz w:val="22"/>
                <w:lang w:eastAsia="fr-FR"/>
              </w:rPr>
              <w:tab/>
            </w:r>
            <w:r w:rsidR="00895519" w:rsidRPr="00DB50C4">
              <w:rPr>
                <w:rStyle w:val="Lienhypertexte"/>
                <w:noProof/>
              </w:rPr>
              <w:t>Moyens en personnel</w:t>
            </w:r>
            <w:r w:rsidR="00895519">
              <w:rPr>
                <w:noProof/>
                <w:webHidden/>
              </w:rPr>
              <w:tab/>
            </w:r>
            <w:r w:rsidR="00895519">
              <w:rPr>
                <w:noProof/>
                <w:webHidden/>
              </w:rPr>
              <w:fldChar w:fldCharType="begin"/>
            </w:r>
            <w:r w:rsidR="00895519">
              <w:rPr>
                <w:noProof/>
                <w:webHidden/>
              </w:rPr>
              <w:instrText xml:space="preserve"> PAGEREF _Toc203484618 \h </w:instrText>
            </w:r>
            <w:r w:rsidR="00895519">
              <w:rPr>
                <w:noProof/>
                <w:webHidden/>
              </w:rPr>
            </w:r>
            <w:r w:rsidR="00895519">
              <w:rPr>
                <w:noProof/>
                <w:webHidden/>
              </w:rPr>
              <w:fldChar w:fldCharType="separate"/>
            </w:r>
            <w:r w:rsidR="00895519">
              <w:rPr>
                <w:noProof/>
                <w:webHidden/>
              </w:rPr>
              <w:t>9</w:t>
            </w:r>
            <w:r w:rsidR="00895519">
              <w:rPr>
                <w:noProof/>
                <w:webHidden/>
              </w:rPr>
              <w:fldChar w:fldCharType="end"/>
            </w:r>
          </w:hyperlink>
        </w:p>
        <w:p w14:paraId="3D349D87" w14:textId="76165B22" w:rsidR="00895519" w:rsidRDefault="00271644">
          <w:pPr>
            <w:pStyle w:val="TM3"/>
            <w:tabs>
              <w:tab w:val="left" w:pos="1100"/>
            </w:tabs>
            <w:rPr>
              <w:rFonts w:asciiTheme="minorHAnsi" w:eastAsiaTheme="minorEastAsia" w:hAnsiTheme="minorHAnsi" w:cstheme="minorBidi"/>
              <w:noProof/>
              <w:sz w:val="22"/>
              <w:lang w:eastAsia="fr-FR"/>
            </w:rPr>
          </w:pPr>
          <w:hyperlink w:anchor="_Toc203484619" w:history="1">
            <w:r w:rsidR="00895519" w:rsidRPr="00DB50C4">
              <w:rPr>
                <w:rStyle w:val="Lienhypertexte"/>
                <w:noProof/>
              </w:rPr>
              <w:t>4.2.1</w:t>
            </w:r>
            <w:r w:rsidR="00895519">
              <w:rPr>
                <w:rFonts w:asciiTheme="minorHAnsi" w:eastAsiaTheme="minorEastAsia" w:hAnsiTheme="minorHAnsi" w:cstheme="minorBidi"/>
                <w:noProof/>
                <w:sz w:val="22"/>
                <w:lang w:eastAsia="fr-FR"/>
              </w:rPr>
              <w:tab/>
            </w:r>
            <w:r w:rsidR="00895519" w:rsidRPr="00DB50C4">
              <w:rPr>
                <w:rStyle w:val="Lienhypertexte"/>
                <w:noProof/>
              </w:rPr>
              <w:t>Travaux de l’Entrepreneur</w:t>
            </w:r>
            <w:r w:rsidR="00895519">
              <w:rPr>
                <w:noProof/>
                <w:webHidden/>
              </w:rPr>
              <w:tab/>
            </w:r>
            <w:r w:rsidR="00895519">
              <w:rPr>
                <w:noProof/>
                <w:webHidden/>
              </w:rPr>
              <w:fldChar w:fldCharType="begin"/>
            </w:r>
            <w:r w:rsidR="00895519">
              <w:rPr>
                <w:noProof/>
                <w:webHidden/>
              </w:rPr>
              <w:instrText xml:space="preserve"> PAGEREF _Toc203484619 \h </w:instrText>
            </w:r>
            <w:r w:rsidR="00895519">
              <w:rPr>
                <w:noProof/>
                <w:webHidden/>
              </w:rPr>
            </w:r>
            <w:r w:rsidR="00895519">
              <w:rPr>
                <w:noProof/>
                <w:webHidden/>
              </w:rPr>
              <w:fldChar w:fldCharType="separate"/>
            </w:r>
            <w:r w:rsidR="00895519">
              <w:rPr>
                <w:noProof/>
                <w:webHidden/>
              </w:rPr>
              <w:t>9</w:t>
            </w:r>
            <w:r w:rsidR="00895519">
              <w:rPr>
                <w:noProof/>
                <w:webHidden/>
              </w:rPr>
              <w:fldChar w:fldCharType="end"/>
            </w:r>
          </w:hyperlink>
        </w:p>
        <w:p w14:paraId="268C108C" w14:textId="35BDAEAD" w:rsidR="00895519" w:rsidRDefault="00271644">
          <w:pPr>
            <w:pStyle w:val="TM3"/>
            <w:tabs>
              <w:tab w:val="left" w:pos="1100"/>
            </w:tabs>
            <w:rPr>
              <w:rFonts w:asciiTheme="minorHAnsi" w:eastAsiaTheme="minorEastAsia" w:hAnsiTheme="minorHAnsi" w:cstheme="minorBidi"/>
              <w:noProof/>
              <w:sz w:val="22"/>
              <w:lang w:eastAsia="fr-FR"/>
            </w:rPr>
          </w:pPr>
          <w:hyperlink w:anchor="_Toc203484620" w:history="1">
            <w:r w:rsidR="00895519" w:rsidRPr="00DB50C4">
              <w:rPr>
                <w:rStyle w:val="Lienhypertexte"/>
                <w:noProof/>
              </w:rPr>
              <w:t>4.2.2</w:t>
            </w:r>
            <w:r w:rsidR="00895519">
              <w:rPr>
                <w:rFonts w:asciiTheme="minorHAnsi" w:eastAsiaTheme="minorEastAsia" w:hAnsiTheme="minorHAnsi" w:cstheme="minorBidi"/>
                <w:noProof/>
                <w:sz w:val="22"/>
                <w:lang w:eastAsia="fr-FR"/>
              </w:rPr>
              <w:tab/>
            </w:r>
            <w:r w:rsidR="00895519" w:rsidRPr="00DB50C4">
              <w:rPr>
                <w:rStyle w:val="Lienhypertexte"/>
                <w:noProof/>
              </w:rPr>
              <w:t>Travaux de sous-traitances</w:t>
            </w:r>
            <w:r w:rsidR="00895519">
              <w:rPr>
                <w:noProof/>
                <w:webHidden/>
              </w:rPr>
              <w:tab/>
            </w:r>
            <w:r w:rsidR="00895519">
              <w:rPr>
                <w:noProof/>
                <w:webHidden/>
              </w:rPr>
              <w:fldChar w:fldCharType="begin"/>
            </w:r>
            <w:r w:rsidR="00895519">
              <w:rPr>
                <w:noProof/>
                <w:webHidden/>
              </w:rPr>
              <w:instrText xml:space="preserve"> PAGEREF _Toc203484620 \h </w:instrText>
            </w:r>
            <w:r w:rsidR="00895519">
              <w:rPr>
                <w:noProof/>
                <w:webHidden/>
              </w:rPr>
            </w:r>
            <w:r w:rsidR="00895519">
              <w:rPr>
                <w:noProof/>
                <w:webHidden/>
              </w:rPr>
              <w:fldChar w:fldCharType="separate"/>
            </w:r>
            <w:r w:rsidR="00895519">
              <w:rPr>
                <w:noProof/>
                <w:webHidden/>
              </w:rPr>
              <w:t>9</w:t>
            </w:r>
            <w:r w:rsidR="00895519">
              <w:rPr>
                <w:noProof/>
                <w:webHidden/>
              </w:rPr>
              <w:fldChar w:fldCharType="end"/>
            </w:r>
          </w:hyperlink>
        </w:p>
        <w:p w14:paraId="66638FCB" w14:textId="1A42344F" w:rsidR="00895519" w:rsidRDefault="00271644">
          <w:pPr>
            <w:pStyle w:val="TM3"/>
            <w:tabs>
              <w:tab w:val="left" w:pos="1100"/>
            </w:tabs>
            <w:rPr>
              <w:rFonts w:asciiTheme="minorHAnsi" w:eastAsiaTheme="minorEastAsia" w:hAnsiTheme="minorHAnsi" w:cstheme="minorBidi"/>
              <w:noProof/>
              <w:sz w:val="22"/>
              <w:lang w:eastAsia="fr-FR"/>
            </w:rPr>
          </w:pPr>
          <w:hyperlink w:anchor="_Toc203484621" w:history="1">
            <w:r w:rsidR="00895519" w:rsidRPr="00DB50C4">
              <w:rPr>
                <w:rStyle w:val="Lienhypertexte"/>
                <w:noProof/>
              </w:rPr>
              <w:t>4.2.3</w:t>
            </w:r>
            <w:r w:rsidR="00895519">
              <w:rPr>
                <w:rFonts w:asciiTheme="minorHAnsi" w:eastAsiaTheme="minorEastAsia" w:hAnsiTheme="minorHAnsi" w:cstheme="minorBidi"/>
                <w:noProof/>
                <w:sz w:val="22"/>
                <w:lang w:eastAsia="fr-FR"/>
              </w:rPr>
              <w:tab/>
            </w:r>
            <w:r w:rsidR="00895519" w:rsidRPr="00DB50C4">
              <w:rPr>
                <w:rStyle w:val="Lienhypertexte"/>
                <w:noProof/>
              </w:rPr>
              <w:t>Moyens matériels</w:t>
            </w:r>
            <w:r w:rsidR="00895519">
              <w:rPr>
                <w:noProof/>
                <w:webHidden/>
              </w:rPr>
              <w:tab/>
            </w:r>
            <w:r w:rsidR="00895519">
              <w:rPr>
                <w:noProof/>
                <w:webHidden/>
              </w:rPr>
              <w:fldChar w:fldCharType="begin"/>
            </w:r>
            <w:r w:rsidR="00895519">
              <w:rPr>
                <w:noProof/>
                <w:webHidden/>
              </w:rPr>
              <w:instrText xml:space="preserve"> PAGEREF _Toc203484621 \h </w:instrText>
            </w:r>
            <w:r w:rsidR="00895519">
              <w:rPr>
                <w:noProof/>
                <w:webHidden/>
              </w:rPr>
            </w:r>
            <w:r w:rsidR="00895519">
              <w:rPr>
                <w:noProof/>
                <w:webHidden/>
              </w:rPr>
              <w:fldChar w:fldCharType="separate"/>
            </w:r>
            <w:r w:rsidR="00895519">
              <w:rPr>
                <w:noProof/>
                <w:webHidden/>
              </w:rPr>
              <w:t>9</w:t>
            </w:r>
            <w:r w:rsidR="00895519">
              <w:rPr>
                <w:noProof/>
                <w:webHidden/>
              </w:rPr>
              <w:fldChar w:fldCharType="end"/>
            </w:r>
          </w:hyperlink>
        </w:p>
        <w:p w14:paraId="14903CC9" w14:textId="2AFA49A3" w:rsidR="00895519" w:rsidRDefault="00271644">
          <w:pPr>
            <w:pStyle w:val="TM3"/>
            <w:tabs>
              <w:tab w:val="left" w:pos="1100"/>
            </w:tabs>
            <w:rPr>
              <w:rFonts w:asciiTheme="minorHAnsi" w:eastAsiaTheme="minorEastAsia" w:hAnsiTheme="minorHAnsi" w:cstheme="minorBidi"/>
              <w:noProof/>
              <w:sz w:val="22"/>
              <w:lang w:eastAsia="fr-FR"/>
            </w:rPr>
          </w:pPr>
          <w:hyperlink w:anchor="_Toc203484622" w:history="1">
            <w:r w:rsidR="00895519" w:rsidRPr="00DB50C4">
              <w:rPr>
                <w:rStyle w:val="Lienhypertexte"/>
                <w:noProof/>
              </w:rPr>
              <w:t>4.2.4</w:t>
            </w:r>
            <w:r w:rsidR="00895519">
              <w:rPr>
                <w:rFonts w:asciiTheme="minorHAnsi" w:eastAsiaTheme="minorEastAsia" w:hAnsiTheme="minorHAnsi" w:cstheme="minorBidi"/>
                <w:noProof/>
                <w:sz w:val="22"/>
                <w:lang w:eastAsia="fr-FR"/>
              </w:rPr>
              <w:tab/>
            </w:r>
            <w:r w:rsidR="00895519" w:rsidRPr="00DB50C4">
              <w:rPr>
                <w:rStyle w:val="Lienhypertexte"/>
                <w:noProof/>
              </w:rPr>
              <w:t>Références professionnelles des personnels d’encadrement</w:t>
            </w:r>
            <w:r w:rsidR="00895519">
              <w:rPr>
                <w:noProof/>
                <w:webHidden/>
              </w:rPr>
              <w:tab/>
            </w:r>
            <w:r w:rsidR="00895519">
              <w:rPr>
                <w:noProof/>
                <w:webHidden/>
              </w:rPr>
              <w:fldChar w:fldCharType="begin"/>
            </w:r>
            <w:r w:rsidR="00895519">
              <w:rPr>
                <w:noProof/>
                <w:webHidden/>
              </w:rPr>
              <w:instrText xml:space="preserve"> PAGEREF _Toc203484622 \h </w:instrText>
            </w:r>
            <w:r w:rsidR="00895519">
              <w:rPr>
                <w:noProof/>
                <w:webHidden/>
              </w:rPr>
            </w:r>
            <w:r w:rsidR="00895519">
              <w:rPr>
                <w:noProof/>
                <w:webHidden/>
              </w:rPr>
              <w:fldChar w:fldCharType="separate"/>
            </w:r>
            <w:r w:rsidR="00895519">
              <w:rPr>
                <w:noProof/>
                <w:webHidden/>
              </w:rPr>
              <w:t>10</w:t>
            </w:r>
            <w:r w:rsidR="00895519">
              <w:rPr>
                <w:noProof/>
                <w:webHidden/>
              </w:rPr>
              <w:fldChar w:fldCharType="end"/>
            </w:r>
          </w:hyperlink>
        </w:p>
        <w:p w14:paraId="7C789CEB" w14:textId="28FDD9A9" w:rsidR="00895519" w:rsidRDefault="00271644">
          <w:pPr>
            <w:pStyle w:val="TM1"/>
            <w:tabs>
              <w:tab w:val="left" w:pos="964"/>
              <w:tab w:val="right" w:leader="dot" w:pos="9062"/>
            </w:tabs>
            <w:rPr>
              <w:rFonts w:asciiTheme="minorHAnsi" w:eastAsiaTheme="minorEastAsia" w:hAnsiTheme="minorHAnsi" w:cstheme="minorBidi"/>
              <w:noProof/>
              <w:sz w:val="22"/>
              <w:lang w:eastAsia="fr-FR"/>
            </w:rPr>
          </w:pPr>
          <w:hyperlink w:anchor="_Toc203484623" w:history="1">
            <w:r w:rsidR="00895519" w:rsidRPr="00DB50C4">
              <w:rPr>
                <w:rStyle w:val="Lienhypertexte"/>
                <w:noProof/>
              </w:rPr>
              <w:t>5</w:t>
            </w:r>
            <w:r w:rsidR="00895519">
              <w:rPr>
                <w:rFonts w:asciiTheme="minorHAnsi" w:eastAsiaTheme="minorEastAsia" w:hAnsiTheme="minorHAnsi" w:cstheme="minorBidi"/>
                <w:noProof/>
                <w:sz w:val="22"/>
                <w:lang w:eastAsia="fr-FR"/>
              </w:rPr>
              <w:tab/>
            </w:r>
            <w:r w:rsidR="00895519" w:rsidRPr="00DB50C4">
              <w:rPr>
                <w:rStyle w:val="Lienhypertexte"/>
                <w:noProof/>
              </w:rPr>
              <w:t>Organisation de la qualité</w:t>
            </w:r>
            <w:r w:rsidR="00895519">
              <w:rPr>
                <w:noProof/>
                <w:webHidden/>
              </w:rPr>
              <w:tab/>
            </w:r>
            <w:r w:rsidR="00895519">
              <w:rPr>
                <w:noProof/>
                <w:webHidden/>
              </w:rPr>
              <w:fldChar w:fldCharType="begin"/>
            </w:r>
            <w:r w:rsidR="00895519">
              <w:rPr>
                <w:noProof/>
                <w:webHidden/>
              </w:rPr>
              <w:instrText xml:space="preserve"> PAGEREF _Toc203484623 \h </w:instrText>
            </w:r>
            <w:r w:rsidR="00895519">
              <w:rPr>
                <w:noProof/>
                <w:webHidden/>
              </w:rPr>
            </w:r>
            <w:r w:rsidR="00895519">
              <w:rPr>
                <w:noProof/>
                <w:webHidden/>
              </w:rPr>
              <w:fldChar w:fldCharType="separate"/>
            </w:r>
            <w:r w:rsidR="00895519">
              <w:rPr>
                <w:noProof/>
                <w:webHidden/>
              </w:rPr>
              <w:t>10</w:t>
            </w:r>
            <w:r w:rsidR="00895519">
              <w:rPr>
                <w:noProof/>
                <w:webHidden/>
              </w:rPr>
              <w:fldChar w:fldCharType="end"/>
            </w:r>
          </w:hyperlink>
        </w:p>
        <w:p w14:paraId="3A28E286" w14:textId="76DC6C95" w:rsidR="00895519" w:rsidRDefault="00271644">
          <w:pPr>
            <w:pStyle w:val="TM2"/>
            <w:rPr>
              <w:rFonts w:asciiTheme="minorHAnsi" w:eastAsiaTheme="minorEastAsia" w:hAnsiTheme="minorHAnsi" w:cstheme="minorBidi"/>
              <w:noProof/>
              <w:color w:val="auto"/>
              <w:sz w:val="22"/>
              <w:lang w:eastAsia="fr-FR"/>
            </w:rPr>
          </w:pPr>
          <w:hyperlink w:anchor="_Toc203484624" w:history="1">
            <w:r w:rsidR="00895519" w:rsidRPr="00DB50C4">
              <w:rPr>
                <w:rStyle w:val="Lienhypertexte"/>
                <w:noProof/>
              </w:rPr>
              <w:t>5.1</w:t>
            </w:r>
            <w:r w:rsidR="00895519">
              <w:rPr>
                <w:rFonts w:asciiTheme="minorHAnsi" w:eastAsiaTheme="minorEastAsia" w:hAnsiTheme="minorHAnsi" w:cstheme="minorBidi"/>
                <w:noProof/>
                <w:color w:val="auto"/>
                <w:sz w:val="22"/>
                <w:lang w:eastAsia="fr-FR"/>
              </w:rPr>
              <w:tab/>
            </w:r>
            <w:r w:rsidR="00895519" w:rsidRPr="00DB50C4">
              <w:rPr>
                <w:rStyle w:val="Lienhypertexte"/>
                <w:noProof/>
              </w:rPr>
              <w:t>Organigramme détaillé de la structure qualité</w:t>
            </w:r>
            <w:r w:rsidR="00895519">
              <w:rPr>
                <w:noProof/>
                <w:webHidden/>
              </w:rPr>
              <w:tab/>
            </w:r>
            <w:r w:rsidR="00895519">
              <w:rPr>
                <w:noProof/>
                <w:webHidden/>
              </w:rPr>
              <w:fldChar w:fldCharType="begin"/>
            </w:r>
            <w:r w:rsidR="00895519">
              <w:rPr>
                <w:noProof/>
                <w:webHidden/>
              </w:rPr>
              <w:instrText xml:space="preserve"> PAGEREF _Toc203484624 \h </w:instrText>
            </w:r>
            <w:r w:rsidR="00895519">
              <w:rPr>
                <w:noProof/>
                <w:webHidden/>
              </w:rPr>
            </w:r>
            <w:r w:rsidR="00895519">
              <w:rPr>
                <w:noProof/>
                <w:webHidden/>
              </w:rPr>
              <w:fldChar w:fldCharType="separate"/>
            </w:r>
            <w:r w:rsidR="00895519">
              <w:rPr>
                <w:noProof/>
                <w:webHidden/>
              </w:rPr>
              <w:t>10</w:t>
            </w:r>
            <w:r w:rsidR="00895519">
              <w:rPr>
                <w:noProof/>
                <w:webHidden/>
              </w:rPr>
              <w:fldChar w:fldCharType="end"/>
            </w:r>
          </w:hyperlink>
        </w:p>
        <w:p w14:paraId="4D8711F6" w14:textId="0A83CE0F" w:rsidR="00895519" w:rsidRDefault="00271644">
          <w:pPr>
            <w:pStyle w:val="TM2"/>
            <w:rPr>
              <w:rFonts w:asciiTheme="minorHAnsi" w:eastAsiaTheme="minorEastAsia" w:hAnsiTheme="minorHAnsi" w:cstheme="minorBidi"/>
              <w:noProof/>
              <w:color w:val="auto"/>
              <w:sz w:val="22"/>
              <w:lang w:eastAsia="fr-FR"/>
            </w:rPr>
          </w:pPr>
          <w:hyperlink w:anchor="_Toc203484625" w:history="1">
            <w:r w:rsidR="00895519" w:rsidRPr="00DB50C4">
              <w:rPr>
                <w:rStyle w:val="Lienhypertexte"/>
                <w:noProof/>
              </w:rPr>
              <w:t>5.2</w:t>
            </w:r>
            <w:r w:rsidR="00895519">
              <w:rPr>
                <w:rFonts w:asciiTheme="minorHAnsi" w:eastAsiaTheme="minorEastAsia" w:hAnsiTheme="minorHAnsi" w:cstheme="minorBidi"/>
                <w:noProof/>
                <w:color w:val="auto"/>
                <w:sz w:val="22"/>
                <w:lang w:eastAsia="fr-FR"/>
              </w:rPr>
              <w:tab/>
            </w:r>
            <w:r w:rsidR="00895519" w:rsidRPr="00DB50C4">
              <w:rPr>
                <w:rStyle w:val="Lienhypertexte"/>
                <w:noProof/>
              </w:rPr>
              <w:t>Gestion des interfaces</w:t>
            </w:r>
            <w:r w:rsidR="00895519">
              <w:rPr>
                <w:noProof/>
                <w:webHidden/>
              </w:rPr>
              <w:tab/>
            </w:r>
            <w:r w:rsidR="00895519">
              <w:rPr>
                <w:noProof/>
                <w:webHidden/>
              </w:rPr>
              <w:fldChar w:fldCharType="begin"/>
            </w:r>
            <w:r w:rsidR="00895519">
              <w:rPr>
                <w:noProof/>
                <w:webHidden/>
              </w:rPr>
              <w:instrText xml:space="preserve"> PAGEREF _Toc203484625 \h </w:instrText>
            </w:r>
            <w:r w:rsidR="00895519">
              <w:rPr>
                <w:noProof/>
                <w:webHidden/>
              </w:rPr>
            </w:r>
            <w:r w:rsidR="00895519">
              <w:rPr>
                <w:noProof/>
                <w:webHidden/>
              </w:rPr>
              <w:fldChar w:fldCharType="separate"/>
            </w:r>
            <w:r w:rsidR="00895519">
              <w:rPr>
                <w:noProof/>
                <w:webHidden/>
              </w:rPr>
              <w:t>10</w:t>
            </w:r>
            <w:r w:rsidR="00895519">
              <w:rPr>
                <w:noProof/>
                <w:webHidden/>
              </w:rPr>
              <w:fldChar w:fldCharType="end"/>
            </w:r>
          </w:hyperlink>
        </w:p>
        <w:p w14:paraId="51C8D7B1" w14:textId="56D3BB2A" w:rsidR="00895519" w:rsidRDefault="00271644">
          <w:pPr>
            <w:pStyle w:val="TM2"/>
            <w:rPr>
              <w:rFonts w:asciiTheme="minorHAnsi" w:eastAsiaTheme="minorEastAsia" w:hAnsiTheme="minorHAnsi" w:cstheme="minorBidi"/>
              <w:noProof/>
              <w:color w:val="auto"/>
              <w:sz w:val="22"/>
              <w:lang w:eastAsia="fr-FR"/>
            </w:rPr>
          </w:pPr>
          <w:hyperlink w:anchor="_Toc203484626" w:history="1">
            <w:r w:rsidR="00895519" w:rsidRPr="00DB50C4">
              <w:rPr>
                <w:rStyle w:val="Lienhypertexte"/>
                <w:noProof/>
              </w:rPr>
              <w:t>5.3</w:t>
            </w:r>
            <w:r w:rsidR="00895519">
              <w:rPr>
                <w:rFonts w:asciiTheme="minorHAnsi" w:eastAsiaTheme="minorEastAsia" w:hAnsiTheme="minorHAnsi" w:cstheme="minorBidi"/>
                <w:noProof/>
                <w:color w:val="auto"/>
                <w:sz w:val="22"/>
                <w:lang w:eastAsia="fr-FR"/>
              </w:rPr>
              <w:tab/>
            </w:r>
            <w:r w:rsidR="00895519" w:rsidRPr="00DB50C4">
              <w:rPr>
                <w:rStyle w:val="Lienhypertexte"/>
                <w:noProof/>
              </w:rPr>
              <w:t>Organisation des contrôles</w:t>
            </w:r>
            <w:r w:rsidR="00895519">
              <w:rPr>
                <w:noProof/>
                <w:webHidden/>
              </w:rPr>
              <w:tab/>
            </w:r>
            <w:r w:rsidR="00895519">
              <w:rPr>
                <w:noProof/>
                <w:webHidden/>
              </w:rPr>
              <w:fldChar w:fldCharType="begin"/>
            </w:r>
            <w:r w:rsidR="00895519">
              <w:rPr>
                <w:noProof/>
                <w:webHidden/>
              </w:rPr>
              <w:instrText xml:space="preserve"> PAGEREF _Toc203484626 \h </w:instrText>
            </w:r>
            <w:r w:rsidR="00895519">
              <w:rPr>
                <w:noProof/>
                <w:webHidden/>
              </w:rPr>
            </w:r>
            <w:r w:rsidR="00895519">
              <w:rPr>
                <w:noProof/>
                <w:webHidden/>
              </w:rPr>
              <w:fldChar w:fldCharType="separate"/>
            </w:r>
            <w:r w:rsidR="00895519">
              <w:rPr>
                <w:noProof/>
                <w:webHidden/>
              </w:rPr>
              <w:t>10</w:t>
            </w:r>
            <w:r w:rsidR="00895519">
              <w:rPr>
                <w:noProof/>
                <w:webHidden/>
              </w:rPr>
              <w:fldChar w:fldCharType="end"/>
            </w:r>
          </w:hyperlink>
        </w:p>
        <w:p w14:paraId="21078C86" w14:textId="158FCE56" w:rsidR="00895519" w:rsidRDefault="00271644">
          <w:pPr>
            <w:pStyle w:val="TM3"/>
            <w:tabs>
              <w:tab w:val="left" w:pos="1100"/>
            </w:tabs>
            <w:rPr>
              <w:rFonts w:asciiTheme="minorHAnsi" w:eastAsiaTheme="minorEastAsia" w:hAnsiTheme="minorHAnsi" w:cstheme="minorBidi"/>
              <w:noProof/>
              <w:sz w:val="22"/>
              <w:lang w:eastAsia="fr-FR"/>
            </w:rPr>
          </w:pPr>
          <w:hyperlink w:anchor="_Toc203484627" w:history="1">
            <w:r w:rsidR="00895519" w:rsidRPr="00DB50C4">
              <w:rPr>
                <w:rStyle w:val="Lienhypertexte"/>
                <w:noProof/>
              </w:rPr>
              <w:t>5.3.1</w:t>
            </w:r>
            <w:r w:rsidR="00895519">
              <w:rPr>
                <w:rFonts w:asciiTheme="minorHAnsi" w:eastAsiaTheme="minorEastAsia" w:hAnsiTheme="minorHAnsi" w:cstheme="minorBidi"/>
                <w:noProof/>
                <w:sz w:val="22"/>
                <w:lang w:eastAsia="fr-FR"/>
              </w:rPr>
              <w:tab/>
            </w:r>
            <w:r w:rsidR="00895519" w:rsidRPr="00DB50C4">
              <w:rPr>
                <w:rStyle w:val="Lienhypertexte"/>
                <w:noProof/>
              </w:rPr>
              <w:t>Personnes clés</w:t>
            </w:r>
            <w:r w:rsidR="00895519">
              <w:rPr>
                <w:noProof/>
                <w:webHidden/>
              </w:rPr>
              <w:tab/>
            </w:r>
            <w:r w:rsidR="00895519">
              <w:rPr>
                <w:noProof/>
                <w:webHidden/>
              </w:rPr>
              <w:fldChar w:fldCharType="begin"/>
            </w:r>
            <w:r w:rsidR="00895519">
              <w:rPr>
                <w:noProof/>
                <w:webHidden/>
              </w:rPr>
              <w:instrText xml:space="preserve"> PAGEREF _Toc203484627 \h </w:instrText>
            </w:r>
            <w:r w:rsidR="00895519">
              <w:rPr>
                <w:noProof/>
                <w:webHidden/>
              </w:rPr>
            </w:r>
            <w:r w:rsidR="00895519">
              <w:rPr>
                <w:noProof/>
                <w:webHidden/>
              </w:rPr>
              <w:fldChar w:fldCharType="separate"/>
            </w:r>
            <w:r w:rsidR="00895519">
              <w:rPr>
                <w:noProof/>
                <w:webHidden/>
              </w:rPr>
              <w:t>10</w:t>
            </w:r>
            <w:r w:rsidR="00895519">
              <w:rPr>
                <w:noProof/>
                <w:webHidden/>
              </w:rPr>
              <w:fldChar w:fldCharType="end"/>
            </w:r>
          </w:hyperlink>
        </w:p>
        <w:p w14:paraId="39A6C7BF" w14:textId="6020F4C4" w:rsidR="00895519" w:rsidRDefault="00271644">
          <w:pPr>
            <w:pStyle w:val="TM3"/>
            <w:tabs>
              <w:tab w:val="left" w:pos="1100"/>
            </w:tabs>
            <w:rPr>
              <w:rFonts w:asciiTheme="minorHAnsi" w:eastAsiaTheme="minorEastAsia" w:hAnsiTheme="minorHAnsi" w:cstheme="minorBidi"/>
              <w:noProof/>
              <w:sz w:val="22"/>
              <w:lang w:eastAsia="fr-FR"/>
            </w:rPr>
          </w:pPr>
          <w:hyperlink w:anchor="_Toc203484628" w:history="1">
            <w:r w:rsidR="00895519" w:rsidRPr="00DB50C4">
              <w:rPr>
                <w:rStyle w:val="Lienhypertexte"/>
                <w:noProof/>
              </w:rPr>
              <w:t>5.3.2</w:t>
            </w:r>
            <w:r w:rsidR="00895519">
              <w:rPr>
                <w:rFonts w:asciiTheme="minorHAnsi" w:eastAsiaTheme="minorEastAsia" w:hAnsiTheme="minorHAnsi" w:cstheme="minorBidi"/>
                <w:noProof/>
                <w:sz w:val="22"/>
                <w:lang w:eastAsia="fr-FR"/>
              </w:rPr>
              <w:tab/>
            </w:r>
            <w:r w:rsidR="00895519" w:rsidRPr="00DB50C4">
              <w:rPr>
                <w:rStyle w:val="Lienhypertexte"/>
                <w:noProof/>
              </w:rPr>
              <w:t>Contrôle intérieur</w:t>
            </w:r>
            <w:r w:rsidR="00895519">
              <w:rPr>
                <w:noProof/>
                <w:webHidden/>
              </w:rPr>
              <w:tab/>
            </w:r>
            <w:r w:rsidR="00895519">
              <w:rPr>
                <w:noProof/>
                <w:webHidden/>
              </w:rPr>
              <w:fldChar w:fldCharType="begin"/>
            </w:r>
            <w:r w:rsidR="00895519">
              <w:rPr>
                <w:noProof/>
                <w:webHidden/>
              </w:rPr>
              <w:instrText xml:space="preserve"> PAGEREF _Toc203484628 \h </w:instrText>
            </w:r>
            <w:r w:rsidR="00895519">
              <w:rPr>
                <w:noProof/>
                <w:webHidden/>
              </w:rPr>
            </w:r>
            <w:r w:rsidR="00895519">
              <w:rPr>
                <w:noProof/>
                <w:webHidden/>
              </w:rPr>
              <w:fldChar w:fldCharType="separate"/>
            </w:r>
            <w:r w:rsidR="00895519">
              <w:rPr>
                <w:noProof/>
                <w:webHidden/>
              </w:rPr>
              <w:t>10</w:t>
            </w:r>
            <w:r w:rsidR="00895519">
              <w:rPr>
                <w:noProof/>
                <w:webHidden/>
              </w:rPr>
              <w:fldChar w:fldCharType="end"/>
            </w:r>
          </w:hyperlink>
        </w:p>
        <w:p w14:paraId="4E49C6C6" w14:textId="4E8857C1" w:rsidR="00895519" w:rsidRDefault="00271644">
          <w:pPr>
            <w:pStyle w:val="TM3"/>
            <w:tabs>
              <w:tab w:val="left" w:pos="1100"/>
            </w:tabs>
            <w:rPr>
              <w:rFonts w:asciiTheme="minorHAnsi" w:eastAsiaTheme="minorEastAsia" w:hAnsiTheme="minorHAnsi" w:cstheme="minorBidi"/>
              <w:noProof/>
              <w:sz w:val="22"/>
              <w:lang w:eastAsia="fr-FR"/>
            </w:rPr>
          </w:pPr>
          <w:hyperlink w:anchor="_Toc203484629" w:history="1">
            <w:r w:rsidR="00895519" w:rsidRPr="00DB50C4">
              <w:rPr>
                <w:rStyle w:val="Lienhypertexte"/>
                <w:noProof/>
              </w:rPr>
              <w:t>5.3.3</w:t>
            </w:r>
            <w:r w:rsidR="00895519">
              <w:rPr>
                <w:rFonts w:asciiTheme="minorHAnsi" w:eastAsiaTheme="minorEastAsia" w:hAnsiTheme="minorHAnsi" w:cstheme="minorBidi"/>
                <w:noProof/>
                <w:sz w:val="22"/>
                <w:lang w:eastAsia="fr-FR"/>
              </w:rPr>
              <w:tab/>
            </w:r>
            <w:r w:rsidR="00895519" w:rsidRPr="00DB50C4">
              <w:rPr>
                <w:rStyle w:val="Lienhypertexte"/>
                <w:noProof/>
              </w:rPr>
              <w:t>Contrôle extérieur</w:t>
            </w:r>
            <w:r w:rsidR="00895519">
              <w:rPr>
                <w:noProof/>
                <w:webHidden/>
              </w:rPr>
              <w:tab/>
            </w:r>
            <w:r w:rsidR="00895519">
              <w:rPr>
                <w:noProof/>
                <w:webHidden/>
              </w:rPr>
              <w:fldChar w:fldCharType="begin"/>
            </w:r>
            <w:r w:rsidR="00895519">
              <w:rPr>
                <w:noProof/>
                <w:webHidden/>
              </w:rPr>
              <w:instrText xml:space="preserve"> PAGEREF _Toc203484629 \h </w:instrText>
            </w:r>
            <w:r w:rsidR="00895519">
              <w:rPr>
                <w:noProof/>
                <w:webHidden/>
              </w:rPr>
            </w:r>
            <w:r w:rsidR="00895519">
              <w:rPr>
                <w:noProof/>
                <w:webHidden/>
              </w:rPr>
              <w:fldChar w:fldCharType="separate"/>
            </w:r>
            <w:r w:rsidR="00895519">
              <w:rPr>
                <w:noProof/>
                <w:webHidden/>
              </w:rPr>
              <w:t>13</w:t>
            </w:r>
            <w:r w:rsidR="00895519">
              <w:rPr>
                <w:noProof/>
                <w:webHidden/>
              </w:rPr>
              <w:fldChar w:fldCharType="end"/>
            </w:r>
          </w:hyperlink>
        </w:p>
        <w:p w14:paraId="7F5B7257" w14:textId="50D6759A" w:rsidR="00895519" w:rsidRDefault="00271644">
          <w:pPr>
            <w:pStyle w:val="TM2"/>
            <w:rPr>
              <w:rFonts w:asciiTheme="minorHAnsi" w:eastAsiaTheme="minorEastAsia" w:hAnsiTheme="minorHAnsi" w:cstheme="minorBidi"/>
              <w:noProof/>
              <w:color w:val="auto"/>
              <w:sz w:val="22"/>
              <w:lang w:eastAsia="fr-FR"/>
            </w:rPr>
          </w:pPr>
          <w:hyperlink w:anchor="_Toc203484630" w:history="1">
            <w:r w:rsidR="00895519" w:rsidRPr="00DB50C4">
              <w:rPr>
                <w:rStyle w:val="Lienhypertexte"/>
                <w:noProof/>
              </w:rPr>
              <w:t>5.4</w:t>
            </w:r>
            <w:r w:rsidR="00895519">
              <w:rPr>
                <w:rFonts w:asciiTheme="minorHAnsi" w:eastAsiaTheme="minorEastAsia" w:hAnsiTheme="minorHAnsi" w:cstheme="minorBidi"/>
                <w:noProof/>
                <w:color w:val="auto"/>
                <w:sz w:val="22"/>
                <w:lang w:eastAsia="fr-FR"/>
              </w:rPr>
              <w:tab/>
            </w:r>
            <w:r w:rsidR="00895519" w:rsidRPr="00DB50C4">
              <w:rPr>
                <w:rStyle w:val="Lienhypertexte"/>
                <w:noProof/>
              </w:rPr>
              <w:t>Liste des procédures</w:t>
            </w:r>
            <w:r w:rsidR="00895519">
              <w:rPr>
                <w:noProof/>
                <w:webHidden/>
              </w:rPr>
              <w:tab/>
            </w:r>
            <w:r w:rsidR="00895519">
              <w:rPr>
                <w:noProof/>
                <w:webHidden/>
              </w:rPr>
              <w:fldChar w:fldCharType="begin"/>
            </w:r>
            <w:r w:rsidR="00895519">
              <w:rPr>
                <w:noProof/>
                <w:webHidden/>
              </w:rPr>
              <w:instrText xml:space="preserve"> PAGEREF _Toc203484630 \h </w:instrText>
            </w:r>
            <w:r w:rsidR="00895519">
              <w:rPr>
                <w:noProof/>
                <w:webHidden/>
              </w:rPr>
            </w:r>
            <w:r w:rsidR="00895519">
              <w:rPr>
                <w:noProof/>
                <w:webHidden/>
              </w:rPr>
              <w:fldChar w:fldCharType="separate"/>
            </w:r>
            <w:r w:rsidR="00895519">
              <w:rPr>
                <w:noProof/>
                <w:webHidden/>
              </w:rPr>
              <w:t>16</w:t>
            </w:r>
            <w:r w:rsidR="00895519">
              <w:rPr>
                <w:noProof/>
                <w:webHidden/>
              </w:rPr>
              <w:fldChar w:fldCharType="end"/>
            </w:r>
          </w:hyperlink>
        </w:p>
        <w:p w14:paraId="1953FFF0" w14:textId="64DCEDCC" w:rsidR="00B817EA" w:rsidRDefault="00895519" w:rsidP="00895519">
          <w:r>
            <w:rPr>
              <w:b/>
              <w:bCs/>
            </w:rPr>
            <w:fldChar w:fldCharType="end"/>
          </w:r>
        </w:p>
      </w:sdtContent>
    </w:sdt>
    <w:p w14:paraId="468E55C1" w14:textId="77777777" w:rsidR="00B817EA" w:rsidRDefault="00C76ABA">
      <w:pPr>
        <w:pStyle w:val="Standard"/>
        <w:pageBreakBefore/>
        <w:pBdr>
          <w:top w:val="single" w:sz="4" w:space="1" w:color="000000"/>
          <w:left w:val="single" w:sz="4" w:space="4" w:color="000000"/>
          <w:bottom w:val="single" w:sz="4" w:space="1" w:color="000000"/>
          <w:right w:val="single" w:sz="4" w:space="4" w:color="000000"/>
        </w:pBdr>
        <w:jc w:val="both"/>
      </w:pPr>
      <w:r>
        <w:lastRenderedPageBreak/>
        <w:t>Le Schéma Organisationnel du Plan Assurance Qualité (SOPAQ) est un engagement de l'entreprise (ou du groupement d’entreprises) à mettre en œuvre, si elle devient titulaire du marché, un ou des programme (s) d'assurance qualité qui satisfasse(nt) aux exigences du marché.</w:t>
      </w:r>
    </w:p>
    <w:p w14:paraId="5D7CB676" w14:textId="77777777" w:rsidR="00B817EA" w:rsidRDefault="00C76ABA">
      <w:pPr>
        <w:pStyle w:val="Standard"/>
        <w:pBdr>
          <w:top w:val="single" w:sz="4" w:space="1" w:color="000000"/>
          <w:left w:val="single" w:sz="4" w:space="4" w:color="000000"/>
          <w:bottom w:val="single" w:sz="4" w:space="1" w:color="000000"/>
          <w:right w:val="single" w:sz="4" w:space="4" w:color="000000"/>
        </w:pBdr>
        <w:jc w:val="both"/>
      </w:pPr>
      <w:r>
        <w:t>Ce document est un cadre type à retourner avec l'offre après avoir été complété et dûment signé.</w:t>
      </w:r>
    </w:p>
    <w:p w14:paraId="1470B58C" w14:textId="77777777" w:rsidR="00B817EA" w:rsidRDefault="00C76ABA">
      <w:pPr>
        <w:pStyle w:val="Standard"/>
        <w:pBdr>
          <w:top w:val="single" w:sz="4" w:space="1" w:color="000000"/>
          <w:left w:val="single" w:sz="4" w:space="4" w:color="000000"/>
          <w:bottom w:val="single" w:sz="4" w:space="1" w:color="000000"/>
          <w:right w:val="single" w:sz="4" w:space="4" w:color="000000"/>
        </w:pBdr>
        <w:jc w:val="both"/>
      </w:pPr>
      <w:r>
        <w:t>L’Entrepreneur pourra joindre toute pièce qu’il jugera utile pour mieux caractériser l’action qualité qu’il s’engage à mener sur ce chantier</w:t>
      </w:r>
    </w:p>
    <w:p w14:paraId="42F165D2" w14:textId="77777777" w:rsidR="00B817EA" w:rsidRDefault="00C76ABA" w:rsidP="00EB2794">
      <w:pPr>
        <w:pStyle w:val="Titre1"/>
      </w:pPr>
      <w:bookmarkStart w:id="0" w:name="__RefHeading___Toc17761_1911001809"/>
      <w:bookmarkStart w:id="1" w:name="_Toc190363631"/>
      <w:bookmarkStart w:id="2" w:name="_Toc203484606"/>
      <w:r>
        <w:t>Préambule</w:t>
      </w:r>
      <w:bookmarkEnd w:id="0"/>
      <w:bookmarkEnd w:id="1"/>
      <w:bookmarkEnd w:id="2"/>
    </w:p>
    <w:p w14:paraId="41DBF857" w14:textId="77777777" w:rsidR="00B817EA" w:rsidRDefault="00C76ABA">
      <w:pPr>
        <w:pStyle w:val="SETECTextecourant"/>
      </w:pPr>
      <w:r>
        <w:t>Le PAQ est évolutif par définition : il doit être complété pendant toute la vie du Marché, de son origine à son terme.</w:t>
      </w:r>
    </w:p>
    <w:p w14:paraId="2ED2ED49" w14:textId="77777777" w:rsidR="00B817EA" w:rsidRDefault="00C76ABA">
      <w:pPr>
        <w:pStyle w:val="SETECTextecourant"/>
      </w:pPr>
      <w:r>
        <w:t>Il est visé régulièrement par le Maître d’Œuvre qui peut demander des mises à jour, si besoin est, des parties déjà visées.</w:t>
      </w:r>
    </w:p>
    <w:p w14:paraId="6CE5CE87" w14:textId="77777777" w:rsidR="00B817EA" w:rsidRDefault="00C76ABA">
      <w:pPr>
        <w:pStyle w:val="SETECTextecourant"/>
      </w:pPr>
      <w:r>
        <w:t>Il sera constitué :</w:t>
      </w:r>
    </w:p>
    <w:p w14:paraId="4730F60C" w14:textId="77777777" w:rsidR="00B817EA" w:rsidRDefault="00C76ABA">
      <w:pPr>
        <w:pStyle w:val="SETECTextepuce1"/>
        <w:numPr>
          <w:ilvl w:val="0"/>
          <w:numId w:val="30"/>
        </w:numPr>
      </w:pPr>
      <w:r>
        <w:t xml:space="preserve">    D’un document d’organisation générale ;</w:t>
      </w:r>
    </w:p>
    <w:p w14:paraId="3C5BFE81" w14:textId="77777777" w:rsidR="00B817EA" w:rsidRDefault="00C76ABA">
      <w:pPr>
        <w:pStyle w:val="SETECTextepuce1"/>
      </w:pPr>
      <w:r>
        <w:t xml:space="preserve">    Des documents de définition des procédures ;</w:t>
      </w:r>
    </w:p>
    <w:p w14:paraId="303F7407" w14:textId="77777777" w:rsidR="00B817EA" w:rsidRDefault="00C76ABA">
      <w:pPr>
        <w:pStyle w:val="SETECTextepuce1"/>
      </w:pPr>
      <w:r>
        <w:t xml:space="preserve">    Des documents de suivi de procédure.</w:t>
      </w:r>
    </w:p>
    <w:p w14:paraId="0D53103B" w14:textId="77777777" w:rsidR="00B817EA" w:rsidRDefault="00C76ABA">
      <w:pPr>
        <w:pStyle w:val="SETECTextecourant"/>
      </w:pPr>
      <w:r>
        <w:t>Il aura pour but d’organiser la constitution d’un dossier d’assurance qualité regroupant tous les documents constitutifs du contrôle qualité de l’Entrepreneur.</w:t>
      </w:r>
    </w:p>
    <w:p w14:paraId="46A25930" w14:textId="77777777" w:rsidR="00B817EA" w:rsidRDefault="00C76ABA">
      <w:pPr>
        <w:pStyle w:val="SETECTextecourant"/>
      </w:pPr>
      <w:r>
        <w:t>Le système d’assurance qualité qui sera mis en place devra répondre aux exigences contractuelles de gestion de la qualité et d’assurance qualité.</w:t>
      </w:r>
    </w:p>
    <w:p w14:paraId="5D44514A" w14:textId="77777777" w:rsidR="00B817EA" w:rsidRDefault="00C76ABA">
      <w:pPr>
        <w:pStyle w:val="SETECTextecourant"/>
      </w:pPr>
      <w:r>
        <w:t>Le PAQ devra :</w:t>
      </w:r>
    </w:p>
    <w:p w14:paraId="20EF6F55" w14:textId="77777777" w:rsidR="00B817EA" w:rsidRDefault="00C76ABA">
      <w:pPr>
        <w:pStyle w:val="SETECTextepuce1"/>
      </w:pPr>
      <w:r>
        <w:t xml:space="preserve">    Définir la qualité recherchée ;</w:t>
      </w:r>
    </w:p>
    <w:p w14:paraId="1C8ED57D" w14:textId="77777777" w:rsidR="00B817EA" w:rsidRDefault="00C76ABA">
      <w:pPr>
        <w:pStyle w:val="SETECTextepuce1"/>
      </w:pPr>
      <w:r>
        <w:t xml:space="preserve">    Définir comment permettre de l’obtenir de façon continue ;</w:t>
      </w:r>
    </w:p>
    <w:p w14:paraId="2EA0EC6F" w14:textId="77777777" w:rsidR="00B817EA" w:rsidRDefault="00C76ABA">
      <w:pPr>
        <w:pStyle w:val="SETECTextepuce1"/>
      </w:pPr>
      <w:r>
        <w:t xml:space="preserve">    Définir les différents niveaux de contrôle et leurs responsables ;</w:t>
      </w:r>
    </w:p>
    <w:p w14:paraId="6E9B37DC" w14:textId="77777777" w:rsidR="00B817EA" w:rsidRDefault="00C76ABA">
      <w:pPr>
        <w:pStyle w:val="SETECTextepuce1"/>
      </w:pPr>
      <w:r>
        <w:t xml:space="preserve">    Définir comment permettre un contrôle des résultats ;</w:t>
      </w:r>
    </w:p>
    <w:p w14:paraId="53BAF572" w14:textId="77777777" w:rsidR="00B817EA" w:rsidRDefault="00C76ABA">
      <w:pPr>
        <w:pStyle w:val="SETECTextepuce1"/>
      </w:pPr>
      <w:r>
        <w:t xml:space="preserve">    Définir comment permettre la mise en place de mesures correctives ;</w:t>
      </w:r>
    </w:p>
    <w:p w14:paraId="46670070" w14:textId="77777777" w:rsidR="00B817EA" w:rsidRDefault="00C76ABA">
      <w:pPr>
        <w:pStyle w:val="SETECTextepuce1"/>
      </w:pPr>
      <w:r>
        <w:t xml:space="preserve">    Gérer la traçabilité.</w:t>
      </w:r>
    </w:p>
    <w:p w14:paraId="7888A359" w14:textId="77777777" w:rsidR="00B817EA" w:rsidRDefault="00C76ABA">
      <w:pPr>
        <w:pStyle w:val="SETECTextecourant"/>
      </w:pPr>
      <w:r>
        <w:t>Le présent SOPAQ remis avec l’offre de l’Entrepreneur constitue la première phase du PAQ.</w:t>
      </w:r>
    </w:p>
    <w:p w14:paraId="2CEF854B" w14:textId="77777777" w:rsidR="00B817EA" w:rsidRDefault="00B817EA">
      <w:pPr>
        <w:pStyle w:val="SETECTextecourant"/>
      </w:pPr>
    </w:p>
    <w:p w14:paraId="7BD960BD" w14:textId="77777777" w:rsidR="00B817EA" w:rsidRDefault="00C76ABA">
      <w:pPr>
        <w:pStyle w:val="SETECTextecourant"/>
      </w:pPr>
      <w:r>
        <w:t xml:space="preserve">  </w:t>
      </w:r>
    </w:p>
    <w:p w14:paraId="3BDF81B7" w14:textId="77777777" w:rsidR="00EB2794" w:rsidRDefault="00EB2794">
      <w:pPr>
        <w:suppressAutoHyphens w:val="0"/>
        <w:jc w:val="left"/>
        <w:rPr>
          <w:b/>
          <w:color w:val="7299CE"/>
          <w:sz w:val="28"/>
          <w:szCs w:val="18"/>
        </w:rPr>
      </w:pPr>
      <w:bookmarkStart w:id="3" w:name="__RefHeading___Toc8178_4087588773"/>
      <w:r>
        <w:br w:type="page"/>
      </w:r>
    </w:p>
    <w:p w14:paraId="5D613256" w14:textId="37E734C0" w:rsidR="00B817EA" w:rsidRDefault="00C76ABA" w:rsidP="00EB2794">
      <w:pPr>
        <w:pStyle w:val="Titre1"/>
      </w:pPr>
      <w:bookmarkStart w:id="4" w:name="_Toc190363632"/>
      <w:bookmarkStart w:id="5" w:name="_Toc203484607"/>
      <w:r>
        <w:lastRenderedPageBreak/>
        <w:t>Déclaration de la direction</w:t>
      </w:r>
      <w:bookmarkEnd w:id="3"/>
      <w:bookmarkEnd w:id="4"/>
      <w:bookmarkEnd w:id="5"/>
    </w:p>
    <w:p w14:paraId="74D4FADC" w14:textId="77777777" w:rsidR="00B817EA" w:rsidRDefault="00C76ABA">
      <w:pPr>
        <w:pStyle w:val="SETECTextecourant"/>
      </w:pPr>
      <w:r>
        <w:t>NOM DE L'ENTREPRISE (OU GROUPEMENT D'ENTREPRISES) :</w:t>
      </w:r>
    </w:p>
    <w:p w14:paraId="29A8C029" w14:textId="77777777" w:rsidR="00B817EA" w:rsidRDefault="00B817EA">
      <w:pPr>
        <w:pStyle w:val="SETECTextecourant"/>
      </w:pPr>
    </w:p>
    <w:p w14:paraId="49E0B0A6" w14:textId="77777777" w:rsidR="00B817EA" w:rsidRDefault="00C76ABA">
      <w:pPr>
        <w:pStyle w:val="SETECTextecourant"/>
      </w:pPr>
      <w:r>
        <w:t>ADRESSE :</w:t>
      </w:r>
    </w:p>
    <w:p w14:paraId="4BE59C48" w14:textId="77777777" w:rsidR="00B817EA" w:rsidRDefault="00B817EA">
      <w:pPr>
        <w:pStyle w:val="SETECTextecourant"/>
      </w:pPr>
    </w:p>
    <w:p w14:paraId="42A9570A" w14:textId="77777777" w:rsidR="00B817EA" w:rsidRDefault="00B817EA">
      <w:pPr>
        <w:pStyle w:val="SETECTextecourant"/>
      </w:pPr>
    </w:p>
    <w:p w14:paraId="757CEF26" w14:textId="77777777" w:rsidR="00B817EA" w:rsidRDefault="00B817EA">
      <w:pPr>
        <w:pStyle w:val="SETECTextecourant"/>
      </w:pPr>
    </w:p>
    <w:p w14:paraId="54EF80CF" w14:textId="77777777" w:rsidR="00B817EA" w:rsidRDefault="00C76ABA">
      <w:pPr>
        <w:pStyle w:val="SETECTextecourant"/>
      </w:pPr>
      <w:r>
        <w:t>Je soussigné :</w:t>
      </w:r>
    </w:p>
    <w:p w14:paraId="032D76B8" w14:textId="77777777" w:rsidR="00B817EA" w:rsidRDefault="00B817EA">
      <w:pPr>
        <w:pStyle w:val="SETECTextecourant"/>
      </w:pPr>
    </w:p>
    <w:p w14:paraId="02302B71" w14:textId="77777777" w:rsidR="00B817EA" w:rsidRDefault="00C76ABA">
      <w:pPr>
        <w:pStyle w:val="SETECTextecourant"/>
      </w:pPr>
      <w:r>
        <w:t>agissant en qualité de :</w:t>
      </w:r>
    </w:p>
    <w:p w14:paraId="0CFF432E" w14:textId="77777777" w:rsidR="00B817EA" w:rsidRDefault="00B817EA">
      <w:pPr>
        <w:pStyle w:val="SETECTextecourant"/>
      </w:pPr>
    </w:p>
    <w:p w14:paraId="37C0FDDE" w14:textId="77777777" w:rsidR="00B817EA" w:rsidRDefault="00C76ABA">
      <w:pPr>
        <w:pStyle w:val="SETECTextecourant"/>
      </w:pPr>
      <w:r>
        <w:t>déclare m'engager, si je deviens titulaire ou sous-traitant du marché :</w:t>
      </w:r>
    </w:p>
    <w:p w14:paraId="01D80EC7" w14:textId="77777777" w:rsidR="00B817EA" w:rsidRDefault="00C76ABA">
      <w:pPr>
        <w:pStyle w:val="SETECTextepuce1"/>
      </w:pPr>
      <w:r>
        <w:t>à mettre en œuvre, pour la réalisation de mon marché, un plan général d'assurance qualité (PAQ), établi à partir des informations données dans le présent SOPAQ, qui couvriront l'ensemble des exigences décrites dans les pièces écrites de la consultation dont j'ai pris connaissance ;</w:t>
      </w:r>
    </w:p>
    <w:p w14:paraId="58BBA37C" w14:textId="77777777" w:rsidR="00B817EA" w:rsidRDefault="00C76ABA">
      <w:pPr>
        <w:pStyle w:val="SETECTextepuce1"/>
      </w:pPr>
      <w:r>
        <w:t>à nous assurer, par tous les moyens (formation, enquêtes, contrôles, etc..) de l'application de ces PAQ par nos services et par ceux de nos fournisseurs et sous-traitants éventuels concernés ;</w:t>
      </w:r>
    </w:p>
    <w:p w14:paraId="317BB8EC" w14:textId="77777777" w:rsidR="00B817EA" w:rsidRDefault="00C76ABA">
      <w:pPr>
        <w:pStyle w:val="SETECTextepuce1"/>
      </w:pPr>
      <w:r>
        <w:t xml:space="preserve"> à nous assurer de leur efficacité.</w:t>
      </w:r>
    </w:p>
    <w:p w14:paraId="7271FD4A" w14:textId="77777777" w:rsidR="00B817EA" w:rsidRDefault="00B817EA">
      <w:pPr>
        <w:pStyle w:val="SETECTextecourant"/>
      </w:pPr>
    </w:p>
    <w:p w14:paraId="1A0EEBA2" w14:textId="77777777" w:rsidR="00B817EA" w:rsidRDefault="00C76ABA">
      <w:pPr>
        <w:pStyle w:val="SETECTextecourant"/>
      </w:pPr>
      <w:r>
        <w:t>Lu et approuvé:</w:t>
      </w:r>
    </w:p>
    <w:p w14:paraId="4972611F" w14:textId="77777777" w:rsidR="00B817EA" w:rsidRDefault="00B817EA">
      <w:pPr>
        <w:pStyle w:val="SETECTextecourant"/>
      </w:pPr>
    </w:p>
    <w:p w14:paraId="4404AFBD" w14:textId="77777777" w:rsidR="00B817EA" w:rsidRDefault="00C76ABA">
      <w:pPr>
        <w:pStyle w:val="SETECTextecourant"/>
      </w:pPr>
      <w:r>
        <w:t>Date :</w:t>
      </w:r>
      <w:r>
        <w:tab/>
      </w:r>
      <w:r>
        <w:tab/>
      </w:r>
      <w:r>
        <w:tab/>
      </w:r>
      <w:r>
        <w:tab/>
      </w:r>
      <w:r>
        <w:tab/>
      </w:r>
      <w:r>
        <w:tab/>
      </w:r>
      <w:r>
        <w:tab/>
        <w:t>Cachet de l'entreprise et signature</w:t>
      </w:r>
    </w:p>
    <w:p w14:paraId="02D6B876" w14:textId="77777777" w:rsidR="00B817EA" w:rsidRDefault="00B817EA">
      <w:pPr>
        <w:pStyle w:val="SETECTextecourant"/>
      </w:pPr>
    </w:p>
    <w:p w14:paraId="026F2F55" w14:textId="77777777" w:rsidR="00B817EA" w:rsidRDefault="00C76ABA">
      <w:pPr>
        <w:pStyle w:val="SETECTextecourant"/>
      </w:pPr>
      <w:r>
        <w:t xml:space="preserve">    </w:t>
      </w:r>
    </w:p>
    <w:p w14:paraId="7E7786A6" w14:textId="77777777" w:rsidR="00B817EA" w:rsidRPr="00EB2794" w:rsidRDefault="00C76ABA" w:rsidP="00EB2794">
      <w:pPr>
        <w:pStyle w:val="Titre1"/>
      </w:pPr>
      <w:bookmarkStart w:id="6" w:name="__RefHeading___Toc8180_4087588773"/>
      <w:bookmarkStart w:id="7" w:name="_Toc190363633"/>
      <w:bookmarkStart w:id="8" w:name="_Toc203484608"/>
      <w:r w:rsidRPr="00EB2794">
        <w:t>Organisation de l’opération</w:t>
      </w:r>
      <w:bookmarkEnd w:id="6"/>
      <w:bookmarkEnd w:id="7"/>
      <w:bookmarkEnd w:id="8"/>
    </w:p>
    <w:p w14:paraId="4A759D0A" w14:textId="77777777" w:rsidR="00B817EA" w:rsidRPr="00EB2794" w:rsidRDefault="00C76ABA" w:rsidP="00EB2794">
      <w:pPr>
        <w:pStyle w:val="Titre2"/>
      </w:pPr>
      <w:bookmarkStart w:id="9" w:name="__RefHeading___Toc8182_4087588773"/>
      <w:bookmarkStart w:id="10" w:name="_Toc190363634"/>
      <w:bookmarkStart w:id="11" w:name="_Toc203484609"/>
      <w:r w:rsidRPr="00EB2794">
        <w:t>Description sommaire des prestations</w:t>
      </w:r>
      <w:bookmarkEnd w:id="9"/>
      <w:bookmarkEnd w:id="10"/>
      <w:bookmarkEnd w:id="11"/>
    </w:p>
    <w:p w14:paraId="1D165BE1" w14:textId="77777777" w:rsidR="00B817EA" w:rsidRDefault="00C76ABA">
      <w:pPr>
        <w:pStyle w:val="SETECTextecourant"/>
        <w:rPr>
          <w:i/>
          <w:iCs/>
        </w:rPr>
      </w:pPr>
      <w:r>
        <w:rPr>
          <w:i/>
          <w:iCs/>
        </w:rPr>
        <w:t>L’Entrepreneur décrira synthétiquement les principales prestations de l’opération</w:t>
      </w:r>
    </w:p>
    <w:p w14:paraId="7DCF9902" w14:textId="77777777" w:rsidR="00B817EA" w:rsidRDefault="00B817EA">
      <w:pPr>
        <w:pStyle w:val="SETECTextecourant"/>
      </w:pPr>
    </w:p>
    <w:p w14:paraId="202DCC80" w14:textId="77777777" w:rsidR="00B817EA" w:rsidRDefault="00B817EA">
      <w:pPr>
        <w:pStyle w:val="SETECTextecourant"/>
      </w:pPr>
    </w:p>
    <w:p w14:paraId="180B1E33" w14:textId="77777777" w:rsidR="00B817EA" w:rsidRDefault="00C76ABA" w:rsidP="00EB2794">
      <w:pPr>
        <w:pStyle w:val="Titre2"/>
      </w:pPr>
      <w:bookmarkStart w:id="12" w:name="__RefHeading___Toc8184_4087588773"/>
      <w:bookmarkStart w:id="13" w:name="_Toc190363635"/>
      <w:bookmarkStart w:id="14" w:name="_Toc203484610"/>
      <w:r>
        <w:t>Titulaire du Marché</w:t>
      </w:r>
      <w:bookmarkEnd w:id="12"/>
      <w:bookmarkEnd w:id="13"/>
      <w:bookmarkEnd w:id="14"/>
    </w:p>
    <w:p w14:paraId="7D9239E1" w14:textId="77777777" w:rsidR="00B817EA" w:rsidRDefault="00C76ABA">
      <w:pPr>
        <w:pStyle w:val="SETECTextecourant"/>
      </w:pPr>
      <w:r>
        <w:t>La passation éventuelle du marché sera traitée (rayer les mentions inutiles) :</w:t>
      </w:r>
    </w:p>
    <w:p w14:paraId="6DC36525" w14:textId="77777777" w:rsidR="00B817EA" w:rsidRDefault="00C76ABA">
      <w:pPr>
        <w:pStyle w:val="SETECTextepuce1"/>
      </w:pPr>
      <w:r>
        <w:t xml:space="preserve">    en nom propre :</w:t>
      </w:r>
    </w:p>
    <w:p w14:paraId="7C0C38BE" w14:textId="77777777" w:rsidR="00B817EA" w:rsidRDefault="00B817EA">
      <w:pPr>
        <w:pStyle w:val="SETECTextepuce1"/>
        <w:numPr>
          <w:ilvl w:val="0"/>
          <w:numId w:val="0"/>
        </w:numPr>
        <w:ind w:left="643" w:hanging="283"/>
      </w:pPr>
    </w:p>
    <w:p w14:paraId="7BE9DE69" w14:textId="77777777" w:rsidR="00B817EA" w:rsidRDefault="00C76ABA">
      <w:pPr>
        <w:pStyle w:val="SETECTextepuce1"/>
      </w:pPr>
      <w:r>
        <w:lastRenderedPageBreak/>
        <w:t xml:space="preserve">    en groupement :</w:t>
      </w:r>
    </w:p>
    <w:p w14:paraId="5606590E" w14:textId="77777777" w:rsidR="00B817EA" w:rsidRDefault="00B817EA">
      <w:pPr>
        <w:pStyle w:val="SETECTextecourant"/>
      </w:pPr>
    </w:p>
    <w:p w14:paraId="4C93521D" w14:textId="77777777" w:rsidR="00B817EA" w:rsidRDefault="00B817EA">
      <w:pPr>
        <w:pStyle w:val="SETECTextecourant"/>
      </w:pPr>
    </w:p>
    <w:p w14:paraId="4AC20F2E" w14:textId="77777777" w:rsidR="00B817EA" w:rsidRDefault="00C76ABA">
      <w:pPr>
        <w:pStyle w:val="SETECTextecourant"/>
      </w:pPr>
      <w:r>
        <w:t>Mandataire du groupement :</w:t>
      </w:r>
    </w:p>
    <w:p w14:paraId="11CD4017" w14:textId="77777777" w:rsidR="00B817EA" w:rsidRDefault="00B817EA">
      <w:pPr>
        <w:pStyle w:val="SETECTextecourant"/>
      </w:pPr>
    </w:p>
    <w:p w14:paraId="0A2066CF" w14:textId="77777777" w:rsidR="00B817EA" w:rsidRDefault="00B817EA">
      <w:pPr>
        <w:pStyle w:val="SETECTextecourant"/>
      </w:pPr>
    </w:p>
    <w:p w14:paraId="1814CC5F" w14:textId="77777777" w:rsidR="00B817EA" w:rsidRDefault="00C76ABA">
      <w:pPr>
        <w:pStyle w:val="SETECTextecourant"/>
      </w:pPr>
      <w:r>
        <w:t>Répartition des prestations au sein du groupement :</w:t>
      </w:r>
    </w:p>
    <w:p w14:paraId="70F122B0" w14:textId="77777777" w:rsidR="00B817EA" w:rsidRDefault="00C76ABA">
      <w:pPr>
        <w:pStyle w:val="SETECTextepuce1"/>
      </w:pPr>
      <w:r>
        <w:t xml:space="preserve">    Études :</w:t>
      </w:r>
    </w:p>
    <w:p w14:paraId="6DCCB365" w14:textId="77777777" w:rsidR="00B817EA" w:rsidRDefault="00B817EA">
      <w:pPr>
        <w:pStyle w:val="SETECTextecourant"/>
      </w:pPr>
    </w:p>
    <w:p w14:paraId="610B1476" w14:textId="77777777" w:rsidR="00B817EA" w:rsidRDefault="00B817EA">
      <w:pPr>
        <w:pStyle w:val="SETECTextecourant"/>
      </w:pPr>
    </w:p>
    <w:p w14:paraId="011CECEE" w14:textId="77777777" w:rsidR="00B817EA" w:rsidRDefault="00B817EA">
      <w:pPr>
        <w:pStyle w:val="SETECTextecourant"/>
      </w:pPr>
    </w:p>
    <w:p w14:paraId="4DBA15D1" w14:textId="77777777" w:rsidR="00B817EA" w:rsidRDefault="00B817EA">
      <w:pPr>
        <w:pStyle w:val="SETECTextecourant"/>
      </w:pPr>
    </w:p>
    <w:p w14:paraId="76E3C4F8" w14:textId="77777777" w:rsidR="00B817EA" w:rsidRDefault="00B817EA">
      <w:pPr>
        <w:pStyle w:val="SETECTextecourant"/>
      </w:pPr>
    </w:p>
    <w:p w14:paraId="1B0865CB" w14:textId="77777777" w:rsidR="00B817EA" w:rsidRDefault="00B817EA">
      <w:pPr>
        <w:pStyle w:val="SETECTextecourant"/>
      </w:pPr>
    </w:p>
    <w:p w14:paraId="2C35CE6D" w14:textId="77777777" w:rsidR="00B817EA" w:rsidRDefault="00C76ABA">
      <w:pPr>
        <w:pStyle w:val="SETECTextepuce1"/>
      </w:pPr>
      <w:r>
        <w:t xml:space="preserve">    Travaux :</w:t>
      </w:r>
    </w:p>
    <w:p w14:paraId="273CEF7C" w14:textId="77777777" w:rsidR="00B817EA" w:rsidRDefault="00B817EA">
      <w:pPr>
        <w:pStyle w:val="SETECTextecourant"/>
      </w:pPr>
    </w:p>
    <w:p w14:paraId="67BC3140" w14:textId="77777777" w:rsidR="00B817EA" w:rsidRDefault="00B817EA">
      <w:pPr>
        <w:pStyle w:val="SETECTextecourant"/>
      </w:pPr>
    </w:p>
    <w:p w14:paraId="39BA4FD9" w14:textId="77777777" w:rsidR="00B817EA" w:rsidRDefault="00B817EA">
      <w:pPr>
        <w:pStyle w:val="SETECTextecourant"/>
      </w:pPr>
    </w:p>
    <w:p w14:paraId="3B960B61" w14:textId="77777777" w:rsidR="00B817EA" w:rsidRDefault="00B817EA">
      <w:pPr>
        <w:pStyle w:val="SETECTextecourant"/>
      </w:pPr>
    </w:p>
    <w:p w14:paraId="063F5006" w14:textId="77777777" w:rsidR="00B817EA" w:rsidRDefault="00C76ABA">
      <w:pPr>
        <w:pStyle w:val="SETECTextecourant"/>
      </w:pPr>
      <w:r>
        <w:t xml:space="preserve">      </w:t>
      </w:r>
    </w:p>
    <w:p w14:paraId="45EDAA1B" w14:textId="77777777" w:rsidR="00B817EA" w:rsidRDefault="00C76ABA" w:rsidP="00EB2794">
      <w:pPr>
        <w:pStyle w:val="Titre2"/>
      </w:pPr>
      <w:bookmarkStart w:id="15" w:name="__RefHeading___Toc8186_4087588773"/>
      <w:bookmarkStart w:id="16" w:name="_Toc190363636"/>
      <w:bookmarkStart w:id="17" w:name="_Toc203484611"/>
      <w:r>
        <w:t>Organigramme général</w:t>
      </w:r>
      <w:bookmarkEnd w:id="15"/>
      <w:bookmarkEnd w:id="16"/>
      <w:bookmarkEnd w:id="17"/>
    </w:p>
    <w:p w14:paraId="49A3A2ED" w14:textId="77777777" w:rsidR="00B817EA" w:rsidRDefault="00C76ABA">
      <w:pPr>
        <w:pStyle w:val="SETECTextecourant"/>
        <w:rPr>
          <w:i/>
          <w:iCs/>
        </w:rPr>
      </w:pPr>
      <w:r>
        <w:rPr>
          <w:i/>
          <w:iCs/>
        </w:rPr>
        <w:t>L'entreprise fera figurer son organigramme général pour l'opération en question</w:t>
      </w:r>
    </w:p>
    <w:p w14:paraId="25AE4520" w14:textId="77777777" w:rsidR="00B817EA" w:rsidRDefault="00B817EA">
      <w:pPr>
        <w:pStyle w:val="SETECTextecourant"/>
      </w:pPr>
    </w:p>
    <w:p w14:paraId="299EAD1A" w14:textId="77777777" w:rsidR="00B817EA" w:rsidRDefault="00B817EA">
      <w:pPr>
        <w:pStyle w:val="SETECTextecourant"/>
      </w:pPr>
    </w:p>
    <w:p w14:paraId="47637511" w14:textId="77777777" w:rsidR="00B817EA" w:rsidRDefault="00B817EA">
      <w:pPr>
        <w:pStyle w:val="SETECTextecourant"/>
      </w:pPr>
    </w:p>
    <w:p w14:paraId="4D8EF6F9" w14:textId="77777777" w:rsidR="00B817EA" w:rsidRDefault="00B817EA">
      <w:pPr>
        <w:pStyle w:val="SETECTextecourant"/>
      </w:pPr>
    </w:p>
    <w:p w14:paraId="00A59A95" w14:textId="77777777" w:rsidR="00B817EA" w:rsidRDefault="00B817EA">
      <w:pPr>
        <w:pStyle w:val="SETECTextecourant"/>
      </w:pPr>
    </w:p>
    <w:p w14:paraId="6C27FDB9" w14:textId="6AA0DDAD" w:rsidR="00271644" w:rsidRDefault="00271644">
      <w:pPr>
        <w:suppressAutoHyphens w:val="0"/>
        <w:jc w:val="left"/>
        <w:rPr>
          <w:color w:val="000000"/>
          <w:szCs w:val="18"/>
        </w:rPr>
      </w:pPr>
      <w:r>
        <w:br w:type="page"/>
      </w:r>
    </w:p>
    <w:p w14:paraId="38652B90" w14:textId="77777777" w:rsidR="00B817EA" w:rsidRDefault="00B817EA">
      <w:pPr>
        <w:pStyle w:val="SETECTextecourant"/>
      </w:pPr>
    </w:p>
    <w:p w14:paraId="553D99DE" w14:textId="77777777" w:rsidR="00B817EA" w:rsidRDefault="00C76ABA" w:rsidP="00EB2794">
      <w:pPr>
        <w:pStyle w:val="Titre1"/>
      </w:pPr>
      <w:bookmarkStart w:id="18" w:name="__RefHeading___Toc8188_4087588773"/>
      <w:bookmarkStart w:id="19" w:name="_Toc190363637"/>
      <w:bookmarkStart w:id="20" w:name="_Toc203484612"/>
      <w:r>
        <w:t>Organisation du chantier</w:t>
      </w:r>
      <w:bookmarkEnd w:id="18"/>
      <w:bookmarkEnd w:id="19"/>
      <w:bookmarkEnd w:id="20"/>
    </w:p>
    <w:p w14:paraId="3744C22D" w14:textId="77777777" w:rsidR="00B817EA" w:rsidRDefault="00C76ABA" w:rsidP="00EB2794">
      <w:pPr>
        <w:pStyle w:val="Titre2"/>
      </w:pPr>
      <w:bookmarkStart w:id="21" w:name="__RefHeading___Toc8190_4087588773"/>
      <w:bookmarkStart w:id="22" w:name="_Toc190363638"/>
      <w:bookmarkStart w:id="23" w:name="_Toc203484613"/>
      <w:r>
        <w:t>Intervenants</w:t>
      </w:r>
      <w:bookmarkEnd w:id="21"/>
      <w:bookmarkEnd w:id="22"/>
      <w:bookmarkEnd w:id="23"/>
    </w:p>
    <w:p w14:paraId="63D9FABB" w14:textId="77777777" w:rsidR="00B817EA" w:rsidRDefault="00C76ABA" w:rsidP="00EB2794">
      <w:pPr>
        <w:pStyle w:val="Titre3"/>
      </w:pPr>
      <w:bookmarkStart w:id="24" w:name="__RefHeading___Toc8192_4087588773"/>
      <w:bookmarkStart w:id="25" w:name="_Toc190363639"/>
      <w:bookmarkStart w:id="26" w:name="_Toc203484614"/>
      <w:r>
        <w:t>Direction de Chantier</w:t>
      </w:r>
      <w:bookmarkEnd w:id="24"/>
      <w:bookmarkEnd w:id="25"/>
      <w:bookmarkEnd w:id="26"/>
    </w:p>
    <w:p w14:paraId="3C74D597" w14:textId="77777777" w:rsidR="00B817EA" w:rsidRDefault="00B817EA">
      <w:pPr>
        <w:pStyle w:val="SETECTextecourant"/>
      </w:pPr>
    </w:p>
    <w:tbl>
      <w:tblPr>
        <w:tblW w:w="9072" w:type="dxa"/>
        <w:jc w:val="center"/>
        <w:tblLayout w:type="fixed"/>
        <w:tblCellMar>
          <w:left w:w="10" w:type="dxa"/>
          <w:right w:w="10" w:type="dxa"/>
        </w:tblCellMar>
        <w:tblLook w:val="0000" w:firstRow="0" w:lastRow="0" w:firstColumn="0" w:lastColumn="0" w:noHBand="0" w:noVBand="0"/>
      </w:tblPr>
      <w:tblGrid>
        <w:gridCol w:w="3261"/>
        <w:gridCol w:w="2905"/>
        <w:gridCol w:w="2906"/>
      </w:tblGrid>
      <w:tr w:rsidR="00B817EA" w14:paraId="7B323DB9" w14:textId="77777777">
        <w:trPr>
          <w:cantSplit/>
          <w:trHeight w:val="65"/>
          <w:jc w:val="center"/>
        </w:trPr>
        <w:tc>
          <w:tcPr>
            <w:tcW w:w="3261" w:type="dxa"/>
            <w:tcBorders>
              <w:top w:val="single" w:sz="12" w:space="0" w:color="000000"/>
              <w:left w:val="single" w:sz="12" w:space="0" w:color="000000"/>
              <w:bottom w:val="single" w:sz="12" w:space="0" w:color="000000"/>
              <w:right w:val="single" w:sz="6" w:space="0" w:color="000000"/>
            </w:tcBorders>
            <w:shd w:val="clear" w:color="auto" w:fill="808080"/>
            <w:tcMar>
              <w:top w:w="0" w:type="dxa"/>
              <w:left w:w="80" w:type="dxa"/>
              <w:bottom w:w="0" w:type="dxa"/>
              <w:right w:w="80" w:type="dxa"/>
            </w:tcMar>
            <w:vAlign w:val="center"/>
          </w:tcPr>
          <w:p w14:paraId="6932CCC8" w14:textId="77777777" w:rsidR="00B817EA" w:rsidRDefault="00C76ABA">
            <w:pPr>
              <w:pStyle w:val="Standard"/>
              <w:spacing w:before="160"/>
              <w:jc w:val="center"/>
              <w:rPr>
                <w:b/>
              </w:rPr>
            </w:pPr>
            <w:r>
              <w:rPr>
                <w:b/>
              </w:rPr>
              <w:t>Prestations</w:t>
            </w:r>
          </w:p>
        </w:tc>
        <w:tc>
          <w:tcPr>
            <w:tcW w:w="2905" w:type="dxa"/>
            <w:tcBorders>
              <w:top w:val="single" w:sz="12" w:space="0" w:color="000000"/>
              <w:left w:val="single" w:sz="6" w:space="0" w:color="000000"/>
              <w:bottom w:val="single" w:sz="12" w:space="0" w:color="000000"/>
              <w:right w:val="single" w:sz="6" w:space="0" w:color="000000"/>
            </w:tcBorders>
            <w:shd w:val="clear" w:color="auto" w:fill="808080"/>
            <w:tcMar>
              <w:top w:w="0" w:type="dxa"/>
              <w:left w:w="80" w:type="dxa"/>
              <w:bottom w:w="0" w:type="dxa"/>
              <w:right w:w="80" w:type="dxa"/>
            </w:tcMar>
            <w:vAlign w:val="center"/>
          </w:tcPr>
          <w:p w14:paraId="5CE70712" w14:textId="77777777" w:rsidR="00B817EA" w:rsidRDefault="00C76ABA">
            <w:pPr>
              <w:pStyle w:val="Standard"/>
              <w:spacing w:before="160"/>
              <w:jc w:val="center"/>
              <w:rPr>
                <w:b/>
              </w:rPr>
            </w:pPr>
            <w:r>
              <w:rPr>
                <w:b/>
              </w:rPr>
              <w:t>Désignées dans le cadre</w:t>
            </w:r>
            <w:r>
              <w:rPr>
                <w:b/>
              </w:rPr>
              <w:br/>
              <w:t>du Marché</w:t>
            </w:r>
          </w:p>
        </w:tc>
        <w:tc>
          <w:tcPr>
            <w:tcW w:w="2906" w:type="dxa"/>
            <w:tcBorders>
              <w:top w:val="single" w:sz="12" w:space="0" w:color="000000"/>
              <w:left w:val="single" w:sz="6" w:space="0" w:color="000000"/>
              <w:bottom w:val="single" w:sz="12" w:space="0" w:color="000000"/>
              <w:right w:val="single" w:sz="12" w:space="0" w:color="000000"/>
            </w:tcBorders>
            <w:shd w:val="clear" w:color="auto" w:fill="808080"/>
            <w:tcMar>
              <w:top w:w="0" w:type="dxa"/>
              <w:left w:w="80" w:type="dxa"/>
              <w:bottom w:w="0" w:type="dxa"/>
              <w:right w:w="80" w:type="dxa"/>
            </w:tcMar>
            <w:vAlign w:val="center"/>
          </w:tcPr>
          <w:p w14:paraId="26072564" w14:textId="77777777" w:rsidR="00B817EA" w:rsidRDefault="00C76ABA">
            <w:pPr>
              <w:pStyle w:val="Standard"/>
              <w:spacing w:before="160"/>
              <w:jc w:val="center"/>
              <w:rPr>
                <w:b/>
              </w:rPr>
            </w:pPr>
            <w:r>
              <w:rPr>
                <w:b/>
              </w:rPr>
              <w:t>A proposer à l’acceptation</w:t>
            </w:r>
            <w:r>
              <w:rPr>
                <w:b/>
              </w:rPr>
              <w:br/>
              <w:t>du Maître d’Œuvre</w:t>
            </w:r>
            <w:r>
              <w:rPr>
                <w:b/>
              </w:rPr>
              <w:br/>
              <w:t>en cours de Marché</w:t>
            </w:r>
          </w:p>
        </w:tc>
      </w:tr>
      <w:tr w:rsidR="00B817EA" w14:paraId="0717961F" w14:textId="77777777">
        <w:trPr>
          <w:cantSplit/>
          <w:trHeight w:val="5813"/>
          <w:jc w:val="center"/>
        </w:trPr>
        <w:tc>
          <w:tcPr>
            <w:tcW w:w="3261" w:type="dxa"/>
            <w:tcBorders>
              <w:top w:val="single" w:sz="12" w:space="0" w:color="000000"/>
              <w:left w:val="single" w:sz="12" w:space="0" w:color="000000"/>
              <w:bottom w:val="single" w:sz="12" w:space="0" w:color="000000"/>
              <w:right w:val="single" w:sz="6" w:space="0" w:color="000000"/>
            </w:tcBorders>
            <w:tcMar>
              <w:top w:w="0" w:type="dxa"/>
              <w:left w:w="80" w:type="dxa"/>
              <w:bottom w:w="0" w:type="dxa"/>
              <w:right w:w="80" w:type="dxa"/>
            </w:tcMar>
          </w:tcPr>
          <w:p w14:paraId="5176DE96" w14:textId="77777777" w:rsidR="00B817EA" w:rsidRDefault="00C76ABA">
            <w:pPr>
              <w:pStyle w:val="Standard"/>
              <w:rPr>
                <w:u w:val="single"/>
              </w:rPr>
            </w:pPr>
            <w:r>
              <w:rPr>
                <w:u w:val="single"/>
              </w:rPr>
              <w:t>Etudes</w:t>
            </w:r>
          </w:p>
          <w:p w14:paraId="58460E69" w14:textId="77777777" w:rsidR="00B817EA" w:rsidRDefault="00B817EA">
            <w:pPr>
              <w:pStyle w:val="Standard"/>
            </w:pPr>
          </w:p>
          <w:p w14:paraId="12A3BDE5" w14:textId="77777777" w:rsidR="00B817EA" w:rsidRDefault="00B817EA">
            <w:pPr>
              <w:pStyle w:val="Standard"/>
            </w:pPr>
          </w:p>
          <w:p w14:paraId="2EB8B550" w14:textId="77777777" w:rsidR="00B817EA" w:rsidRDefault="00B817EA">
            <w:pPr>
              <w:pStyle w:val="Standard"/>
            </w:pPr>
          </w:p>
          <w:p w14:paraId="7F107D99" w14:textId="77777777" w:rsidR="00B817EA" w:rsidRDefault="00B817EA">
            <w:pPr>
              <w:pStyle w:val="Standard"/>
            </w:pPr>
          </w:p>
          <w:p w14:paraId="36AF57FC" w14:textId="77777777" w:rsidR="00B817EA" w:rsidRDefault="00B817EA">
            <w:pPr>
              <w:pStyle w:val="Standard"/>
            </w:pPr>
          </w:p>
          <w:p w14:paraId="7FCF2CB2" w14:textId="77777777" w:rsidR="00B817EA" w:rsidRDefault="00C76ABA">
            <w:pPr>
              <w:pStyle w:val="Standard"/>
              <w:rPr>
                <w:u w:val="single"/>
              </w:rPr>
            </w:pPr>
            <w:r>
              <w:rPr>
                <w:u w:val="single"/>
              </w:rPr>
              <w:t>Travaux</w:t>
            </w:r>
          </w:p>
          <w:p w14:paraId="49F293D0" w14:textId="77777777" w:rsidR="00B817EA" w:rsidRDefault="00B817EA">
            <w:pPr>
              <w:pStyle w:val="Standard"/>
            </w:pPr>
          </w:p>
          <w:p w14:paraId="7A1D62CF" w14:textId="77777777" w:rsidR="00B817EA" w:rsidRDefault="00B817EA">
            <w:pPr>
              <w:pStyle w:val="Standard"/>
            </w:pPr>
          </w:p>
          <w:p w14:paraId="54648DA5" w14:textId="77777777" w:rsidR="00B817EA" w:rsidRDefault="00B817EA">
            <w:pPr>
              <w:pStyle w:val="Standard"/>
            </w:pPr>
          </w:p>
          <w:p w14:paraId="309AC2E4" w14:textId="77777777" w:rsidR="00B817EA" w:rsidRDefault="00B817EA">
            <w:pPr>
              <w:pStyle w:val="Standard"/>
            </w:pPr>
          </w:p>
          <w:p w14:paraId="3C337766" w14:textId="77777777" w:rsidR="00B817EA" w:rsidRDefault="00B817EA">
            <w:pPr>
              <w:pStyle w:val="Standard"/>
            </w:pPr>
          </w:p>
          <w:p w14:paraId="1D786457" w14:textId="77777777" w:rsidR="00B817EA" w:rsidRDefault="00B817EA">
            <w:pPr>
              <w:pStyle w:val="Standard"/>
            </w:pPr>
          </w:p>
          <w:p w14:paraId="2EAE20BE" w14:textId="77777777" w:rsidR="00B817EA" w:rsidRDefault="00C76ABA">
            <w:pPr>
              <w:pStyle w:val="Standard"/>
              <w:rPr>
                <w:u w:val="single"/>
              </w:rPr>
            </w:pPr>
            <w:r>
              <w:rPr>
                <w:u w:val="single"/>
              </w:rPr>
              <w:t>Contrôles et essais</w:t>
            </w:r>
          </w:p>
          <w:p w14:paraId="692AE945" w14:textId="77777777" w:rsidR="00B817EA" w:rsidRDefault="00B817EA">
            <w:pPr>
              <w:pStyle w:val="Standard"/>
            </w:pPr>
          </w:p>
          <w:p w14:paraId="2E43EA83" w14:textId="77777777" w:rsidR="00B817EA" w:rsidRDefault="00B817EA">
            <w:pPr>
              <w:pStyle w:val="Standard"/>
            </w:pPr>
          </w:p>
          <w:p w14:paraId="7E887363" w14:textId="77777777" w:rsidR="00B817EA" w:rsidRDefault="00B817EA">
            <w:pPr>
              <w:pStyle w:val="Standard"/>
            </w:pPr>
          </w:p>
          <w:p w14:paraId="53BF87F6" w14:textId="77777777" w:rsidR="00B817EA" w:rsidRDefault="00B817EA">
            <w:pPr>
              <w:pStyle w:val="Standard"/>
            </w:pPr>
          </w:p>
          <w:p w14:paraId="75CFD0E4" w14:textId="77777777" w:rsidR="00B817EA" w:rsidRDefault="00B817EA">
            <w:pPr>
              <w:pStyle w:val="Standard"/>
            </w:pPr>
          </w:p>
        </w:tc>
        <w:tc>
          <w:tcPr>
            <w:tcW w:w="2905" w:type="dxa"/>
            <w:tcBorders>
              <w:top w:val="single" w:sz="12" w:space="0" w:color="000000"/>
              <w:left w:val="single" w:sz="6" w:space="0" w:color="000000"/>
              <w:bottom w:val="single" w:sz="12" w:space="0" w:color="000000"/>
              <w:right w:val="single" w:sz="6" w:space="0" w:color="000000"/>
            </w:tcBorders>
            <w:tcMar>
              <w:top w:w="0" w:type="dxa"/>
              <w:left w:w="80" w:type="dxa"/>
              <w:bottom w:w="0" w:type="dxa"/>
              <w:right w:w="80" w:type="dxa"/>
            </w:tcMar>
          </w:tcPr>
          <w:p w14:paraId="408DA394" w14:textId="77777777" w:rsidR="00B817EA" w:rsidRDefault="00C76ABA">
            <w:pPr>
              <w:pStyle w:val="Standard"/>
              <w:jc w:val="center"/>
              <w:rPr>
                <w:i/>
              </w:rPr>
            </w:pPr>
            <w:r>
              <w:rPr>
                <w:i/>
              </w:rPr>
              <w:t>Nom des intervenants</w:t>
            </w:r>
          </w:p>
        </w:tc>
        <w:tc>
          <w:tcPr>
            <w:tcW w:w="2906" w:type="dxa"/>
            <w:tcBorders>
              <w:top w:val="single" w:sz="12" w:space="0" w:color="000000"/>
              <w:left w:val="single" w:sz="6" w:space="0" w:color="000000"/>
              <w:bottom w:val="single" w:sz="12" w:space="0" w:color="000000"/>
              <w:right w:val="single" w:sz="12" w:space="0" w:color="000000"/>
            </w:tcBorders>
            <w:tcMar>
              <w:top w:w="0" w:type="dxa"/>
              <w:left w:w="80" w:type="dxa"/>
              <w:bottom w:w="0" w:type="dxa"/>
              <w:right w:w="80" w:type="dxa"/>
            </w:tcMar>
          </w:tcPr>
          <w:p w14:paraId="14C93C36" w14:textId="77777777" w:rsidR="00B817EA" w:rsidRDefault="00B817EA">
            <w:pPr>
              <w:pStyle w:val="Standard"/>
              <w:jc w:val="center"/>
            </w:pPr>
          </w:p>
        </w:tc>
      </w:tr>
    </w:tbl>
    <w:p w14:paraId="2EE6E713" w14:textId="430A485F" w:rsidR="00271644" w:rsidRDefault="00271644">
      <w:pPr>
        <w:pStyle w:val="Standard"/>
      </w:pPr>
    </w:p>
    <w:p w14:paraId="7C8738F4" w14:textId="77777777" w:rsidR="00271644" w:rsidRDefault="00271644">
      <w:pPr>
        <w:suppressAutoHyphens w:val="0"/>
        <w:jc w:val="left"/>
        <w:rPr>
          <w:sz w:val="22"/>
        </w:rPr>
      </w:pPr>
      <w:r>
        <w:br w:type="page"/>
      </w:r>
    </w:p>
    <w:p w14:paraId="608E02B2" w14:textId="77777777" w:rsidR="00B817EA" w:rsidRDefault="00B817EA">
      <w:pPr>
        <w:pStyle w:val="Standard"/>
      </w:pPr>
    </w:p>
    <w:p w14:paraId="6B3B8623" w14:textId="77777777" w:rsidR="00B817EA" w:rsidRDefault="00C76ABA" w:rsidP="00EB2794">
      <w:pPr>
        <w:pStyle w:val="Titre3"/>
      </w:pPr>
      <w:bookmarkStart w:id="27" w:name="__RefHeading___Toc8194_4087588773"/>
      <w:bookmarkStart w:id="28" w:name="_Toc190363640"/>
      <w:bookmarkStart w:id="29" w:name="_Toc203484615"/>
      <w:r>
        <w:t>Entreprises sous-traitantes</w:t>
      </w:r>
      <w:bookmarkEnd w:id="27"/>
      <w:bookmarkEnd w:id="28"/>
      <w:bookmarkEnd w:id="29"/>
    </w:p>
    <w:p w14:paraId="6595DC6E" w14:textId="77777777" w:rsidR="00B817EA" w:rsidRDefault="00B817EA">
      <w:pPr>
        <w:pStyle w:val="SETECTextecourant"/>
      </w:pPr>
    </w:p>
    <w:tbl>
      <w:tblPr>
        <w:tblW w:w="9072" w:type="dxa"/>
        <w:jc w:val="center"/>
        <w:tblLayout w:type="fixed"/>
        <w:tblCellMar>
          <w:left w:w="10" w:type="dxa"/>
          <w:right w:w="10" w:type="dxa"/>
        </w:tblCellMar>
        <w:tblLook w:val="0000" w:firstRow="0" w:lastRow="0" w:firstColumn="0" w:lastColumn="0" w:noHBand="0" w:noVBand="0"/>
      </w:tblPr>
      <w:tblGrid>
        <w:gridCol w:w="3261"/>
        <w:gridCol w:w="2905"/>
        <w:gridCol w:w="2906"/>
      </w:tblGrid>
      <w:tr w:rsidR="00B817EA" w14:paraId="4E008294" w14:textId="77777777">
        <w:trPr>
          <w:cantSplit/>
          <w:trHeight w:val="65"/>
          <w:jc w:val="center"/>
        </w:trPr>
        <w:tc>
          <w:tcPr>
            <w:tcW w:w="3261" w:type="dxa"/>
            <w:tcBorders>
              <w:top w:val="single" w:sz="12" w:space="0" w:color="000000"/>
              <w:left w:val="single" w:sz="12" w:space="0" w:color="000000"/>
              <w:bottom w:val="single" w:sz="12" w:space="0" w:color="000000"/>
              <w:right w:val="single" w:sz="6" w:space="0" w:color="000000"/>
            </w:tcBorders>
            <w:shd w:val="clear" w:color="auto" w:fill="808080"/>
            <w:tcMar>
              <w:top w:w="0" w:type="dxa"/>
              <w:left w:w="80" w:type="dxa"/>
              <w:bottom w:w="0" w:type="dxa"/>
              <w:right w:w="80" w:type="dxa"/>
            </w:tcMar>
            <w:vAlign w:val="center"/>
          </w:tcPr>
          <w:p w14:paraId="41366192" w14:textId="77777777" w:rsidR="00B817EA" w:rsidRDefault="00C76ABA">
            <w:pPr>
              <w:pStyle w:val="Standard"/>
              <w:spacing w:before="160"/>
              <w:jc w:val="center"/>
              <w:rPr>
                <w:b/>
              </w:rPr>
            </w:pPr>
            <w:r>
              <w:rPr>
                <w:b/>
              </w:rPr>
              <w:t>Prestations</w:t>
            </w:r>
          </w:p>
        </w:tc>
        <w:tc>
          <w:tcPr>
            <w:tcW w:w="2905" w:type="dxa"/>
            <w:tcBorders>
              <w:top w:val="single" w:sz="12" w:space="0" w:color="000000"/>
              <w:left w:val="single" w:sz="6" w:space="0" w:color="000000"/>
              <w:bottom w:val="single" w:sz="12" w:space="0" w:color="000000"/>
              <w:right w:val="single" w:sz="6" w:space="0" w:color="000000"/>
            </w:tcBorders>
            <w:shd w:val="clear" w:color="auto" w:fill="808080"/>
            <w:tcMar>
              <w:top w:w="0" w:type="dxa"/>
              <w:left w:w="80" w:type="dxa"/>
              <w:bottom w:w="0" w:type="dxa"/>
              <w:right w:w="80" w:type="dxa"/>
            </w:tcMar>
            <w:vAlign w:val="center"/>
          </w:tcPr>
          <w:p w14:paraId="5E49F04F" w14:textId="77777777" w:rsidR="00B817EA" w:rsidRDefault="00C76ABA">
            <w:pPr>
              <w:pStyle w:val="Standard"/>
              <w:spacing w:before="160"/>
              <w:jc w:val="center"/>
              <w:rPr>
                <w:b/>
              </w:rPr>
            </w:pPr>
            <w:r>
              <w:rPr>
                <w:b/>
              </w:rPr>
              <w:t>Désignées dans le cadre</w:t>
            </w:r>
            <w:r>
              <w:rPr>
                <w:b/>
              </w:rPr>
              <w:br/>
              <w:t>du Marché</w:t>
            </w:r>
          </w:p>
        </w:tc>
        <w:tc>
          <w:tcPr>
            <w:tcW w:w="2906" w:type="dxa"/>
            <w:tcBorders>
              <w:top w:val="single" w:sz="12" w:space="0" w:color="000000"/>
              <w:left w:val="single" w:sz="6" w:space="0" w:color="000000"/>
              <w:bottom w:val="single" w:sz="12" w:space="0" w:color="000000"/>
              <w:right w:val="single" w:sz="12" w:space="0" w:color="000000"/>
            </w:tcBorders>
            <w:shd w:val="clear" w:color="auto" w:fill="808080"/>
            <w:tcMar>
              <w:top w:w="0" w:type="dxa"/>
              <w:left w:w="80" w:type="dxa"/>
              <w:bottom w:w="0" w:type="dxa"/>
              <w:right w:w="80" w:type="dxa"/>
            </w:tcMar>
            <w:vAlign w:val="center"/>
          </w:tcPr>
          <w:p w14:paraId="5594F179" w14:textId="77777777" w:rsidR="00B817EA" w:rsidRDefault="00C76ABA">
            <w:pPr>
              <w:pStyle w:val="Standard"/>
              <w:spacing w:before="160"/>
              <w:jc w:val="center"/>
              <w:rPr>
                <w:b/>
              </w:rPr>
            </w:pPr>
            <w:r>
              <w:rPr>
                <w:b/>
              </w:rPr>
              <w:t>A proposer à l’acceptation</w:t>
            </w:r>
            <w:r>
              <w:rPr>
                <w:b/>
              </w:rPr>
              <w:br/>
              <w:t>du Maître d’Œuvre</w:t>
            </w:r>
            <w:r>
              <w:rPr>
                <w:b/>
              </w:rPr>
              <w:br/>
              <w:t>en cours de Marché</w:t>
            </w:r>
          </w:p>
        </w:tc>
      </w:tr>
      <w:tr w:rsidR="00B817EA" w14:paraId="0E8D6207" w14:textId="77777777">
        <w:trPr>
          <w:cantSplit/>
          <w:trHeight w:val="5813"/>
          <w:jc w:val="center"/>
        </w:trPr>
        <w:tc>
          <w:tcPr>
            <w:tcW w:w="3261" w:type="dxa"/>
            <w:tcBorders>
              <w:top w:val="single" w:sz="12" w:space="0" w:color="000000"/>
              <w:left w:val="single" w:sz="12" w:space="0" w:color="000000"/>
              <w:bottom w:val="single" w:sz="12" w:space="0" w:color="000000"/>
              <w:right w:val="single" w:sz="6" w:space="0" w:color="000000"/>
            </w:tcBorders>
            <w:tcMar>
              <w:top w:w="0" w:type="dxa"/>
              <w:left w:w="80" w:type="dxa"/>
              <w:bottom w:w="0" w:type="dxa"/>
              <w:right w:w="80" w:type="dxa"/>
            </w:tcMar>
          </w:tcPr>
          <w:p w14:paraId="049E3685" w14:textId="77777777" w:rsidR="00B817EA" w:rsidRDefault="00C76ABA">
            <w:pPr>
              <w:pStyle w:val="Standard"/>
              <w:rPr>
                <w:u w:val="single"/>
              </w:rPr>
            </w:pPr>
            <w:r>
              <w:rPr>
                <w:u w:val="single"/>
              </w:rPr>
              <w:t>Etudes</w:t>
            </w:r>
          </w:p>
          <w:p w14:paraId="449E3C1F" w14:textId="77777777" w:rsidR="00B817EA" w:rsidRDefault="00B817EA">
            <w:pPr>
              <w:pStyle w:val="Standard"/>
            </w:pPr>
          </w:p>
          <w:p w14:paraId="057546C2" w14:textId="77777777" w:rsidR="00B817EA" w:rsidRDefault="00B817EA">
            <w:pPr>
              <w:pStyle w:val="Standard"/>
            </w:pPr>
          </w:p>
          <w:p w14:paraId="7F283D9D" w14:textId="77777777" w:rsidR="00B817EA" w:rsidRDefault="00B817EA">
            <w:pPr>
              <w:pStyle w:val="Standard"/>
            </w:pPr>
          </w:p>
          <w:p w14:paraId="45D0B8A1" w14:textId="77777777" w:rsidR="00B817EA" w:rsidRDefault="00B817EA">
            <w:pPr>
              <w:pStyle w:val="Standard"/>
            </w:pPr>
          </w:p>
          <w:p w14:paraId="7347D76B" w14:textId="77777777" w:rsidR="00B817EA" w:rsidRDefault="00B817EA">
            <w:pPr>
              <w:pStyle w:val="Standard"/>
            </w:pPr>
          </w:p>
          <w:p w14:paraId="26202965" w14:textId="77777777" w:rsidR="00B817EA" w:rsidRDefault="00B817EA">
            <w:pPr>
              <w:pStyle w:val="Standard"/>
            </w:pPr>
          </w:p>
          <w:p w14:paraId="3AE0D58B" w14:textId="77777777" w:rsidR="00B817EA" w:rsidRDefault="00C76ABA">
            <w:pPr>
              <w:pStyle w:val="Standard"/>
              <w:rPr>
                <w:u w:val="single"/>
              </w:rPr>
            </w:pPr>
            <w:r>
              <w:rPr>
                <w:u w:val="single"/>
              </w:rPr>
              <w:t>Travaux</w:t>
            </w:r>
          </w:p>
          <w:p w14:paraId="5E6D04C5" w14:textId="77777777" w:rsidR="00B817EA" w:rsidRDefault="00B817EA">
            <w:pPr>
              <w:pStyle w:val="Standard"/>
            </w:pPr>
          </w:p>
          <w:p w14:paraId="175CDA27" w14:textId="77777777" w:rsidR="00B817EA" w:rsidRDefault="00B817EA">
            <w:pPr>
              <w:pStyle w:val="Standard"/>
            </w:pPr>
          </w:p>
          <w:p w14:paraId="6029C2D0" w14:textId="77777777" w:rsidR="00B817EA" w:rsidRDefault="00B817EA">
            <w:pPr>
              <w:pStyle w:val="Standard"/>
            </w:pPr>
          </w:p>
          <w:p w14:paraId="3D238BB1" w14:textId="77777777" w:rsidR="00B817EA" w:rsidRDefault="00B817EA">
            <w:pPr>
              <w:pStyle w:val="Standard"/>
            </w:pPr>
          </w:p>
          <w:p w14:paraId="17B2CEE2" w14:textId="77777777" w:rsidR="00B817EA" w:rsidRDefault="00B817EA">
            <w:pPr>
              <w:pStyle w:val="Standard"/>
            </w:pPr>
          </w:p>
          <w:p w14:paraId="41B775D0" w14:textId="77777777" w:rsidR="00B817EA" w:rsidRDefault="00B817EA">
            <w:pPr>
              <w:pStyle w:val="Standard"/>
            </w:pPr>
          </w:p>
          <w:p w14:paraId="362F91DE" w14:textId="77777777" w:rsidR="00B817EA" w:rsidRDefault="00B817EA">
            <w:pPr>
              <w:pStyle w:val="Standard"/>
            </w:pPr>
          </w:p>
          <w:p w14:paraId="59FBBB4D" w14:textId="77777777" w:rsidR="00B817EA" w:rsidRDefault="00C76ABA">
            <w:pPr>
              <w:pStyle w:val="Standard"/>
              <w:rPr>
                <w:u w:val="single"/>
              </w:rPr>
            </w:pPr>
            <w:r>
              <w:rPr>
                <w:u w:val="single"/>
              </w:rPr>
              <w:t>Contrôles et essais</w:t>
            </w:r>
          </w:p>
          <w:p w14:paraId="294D6805" w14:textId="77777777" w:rsidR="00B817EA" w:rsidRDefault="00B817EA">
            <w:pPr>
              <w:pStyle w:val="Standard"/>
            </w:pPr>
          </w:p>
          <w:p w14:paraId="199C42A3" w14:textId="77777777" w:rsidR="00B817EA" w:rsidRDefault="00B817EA">
            <w:pPr>
              <w:pStyle w:val="Standard"/>
            </w:pPr>
          </w:p>
          <w:p w14:paraId="1AB5313F" w14:textId="77777777" w:rsidR="00B817EA" w:rsidRDefault="00B817EA">
            <w:pPr>
              <w:pStyle w:val="Standard"/>
            </w:pPr>
          </w:p>
          <w:p w14:paraId="342F030C" w14:textId="77777777" w:rsidR="00B817EA" w:rsidRDefault="00B817EA">
            <w:pPr>
              <w:pStyle w:val="Standard"/>
            </w:pPr>
          </w:p>
          <w:p w14:paraId="0A94AFF1" w14:textId="77777777" w:rsidR="00B817EA" w:rsidRDefault="00B817EA">
            <w:pPr>
              <w:pStyle w:val="Standard"/>
            </w:pPr>
          </w:p>
          <w:p w14:paraId="052E5618" w14:textId="77777777" w:rsidR="00B817EA" w:rsidRDefault="00B817EA">
            <w:pPr>
              <w:pStyle w:val="Standard"/>
            </w:pPr>
          </w:p>
        </w:tc>
        <w:tc>
          <w:tcPr>
            <w:tcW w:w="2905" w:type="dxa"/>
            <w:tcBorders>
              <w:top w:val="single" w:sz="12" w:space="0" w:color="000000"/>
              <w:left w:val="single" w:sz="6" w:space="0" w:color="000000"/>
              <w:bottom w:val="single" w:sz="12" w:space="0" w:color="000000"/>
              <w:right w:val="single" w:sz="6" w:space="0" w:color="000000"/>
            </w:tcBorders>
            <w:tcMar>
              <w:top w:w="0" w:type="dxa"/>
              <w:left w:w="80" w:type="dxa"/>
              <w:bottom w:w="0" w:type="dxa"/>
              <w:right w:w="80" w:type="dxa"/>
            </w:tcMar>
          </w:tcPr>
          <w:p w14:paraId="5DA98A45" w14:textId="77777777" w:rsidR="00B817EA" w:rsidRDefault="00C76ABA">
            <w:pPr>
              <w:pStyle w:val="Standard"/>
              <w:jc w:val="center"/>
              <w:rPr>
                <w:i/>
              </w:rPr>
            </w:pPr>
            <w:r>
              <w:rPr>
                <w:i/>
              </w:rPr>
              <w:t>Nom des intervenants</w:t>
            </w:r>
          </w:p>
        </w:tc>
        <w:tc>
          <w:tcPr>
            <w:tcW w:w="2906" w:type="dxa"/>
            <w:tcBorders>
              <w:top w:val="single" w:sz="12" w:space="0" w:color="000000"/>
              <w:left w:val="single" w:sz="6" w:space="0" w:color="000000"/>
              <w:bottom w:val="single" w:sz="12" w:space="0" w:color="000000"/>
              <w:right w:val="single" w:sz="12" w:space="0" w:color="000000"/>
            </w:tcBorders>
            <w:tcMar>
              <w:top w:w="0" w:type="dxa"/>
              <w:left w:w="80" w:type="dxa"/>
              <w:bottom w:w="0" w:type="dxa"/>
              <w:right w:w="80" w:type="dxa"/>
            </w:tcMar>
          </w:tcPr>
          <w:p w14:paraId="4C2A51B5" w14:textId="77777777" w:rsidR="00B817EA" w:rsidRDefault="00B817EA">
            <w:pPr>
              <w:pStyle w:val="Standard"/>
              <w:jc w:val="center"/>
            </w:pPr>
          </w:p>
        </w:tc>
      </w:tr>
    </w:tbl>
    <w:p w14:paraId="60F64EC7" w14:textId="58A9F423" w:rsidR="00271644" w:rsidRDefault="00271644">
      <w:pPr>
        <w:pStyle w:val="Standard"/>
      </w:pPr>
    </w:p>
    <w:p w14:paraId="0B07C9E5" w14:textId="77777777" w:rsidR="00271644" w:rsidRDefault="00271644">
      <w:pPr>
        <w:suppressAutoHyphens w:val="0"/>
        <w:jc w:val="left"/>
        <w:rPr>
          <w:sz w:val="22"/>
        </w:rPr>
      </w:pPr>
      <w:r>
        <w:br w:type="page"/>
      </w:r>
    </w:p>
    <w:p w14:paraId="43DEE2A7" w14:textId="77777777" w:rsidR="00B817EA" w:rsidRDefault="00B817EA">
      <w:pPr>
        <w:pStyle w:val="Standard"/>
      </w:pPr>
    </w:p>
    <w:p w14:paraId="643916E3" w14:textId="77777777" w:rsidR="00B817EA" w:rsidRDefault="00C76ABA" w:rsidP="00EB2794">
      <w:pPr>
        <w:pStyle w:val="Titre3"/>
      </w:pPr>
      <w:bookmarkStart w:id="30" w:name="__RefHeading___Toc8196_4087588773"/>
      <w:bookmarkStart w:id="31" w:name="_Toc190363641"/>
      <w:bookmarkStart w:id="32" w:name="_Toc203484616"/>
      <w:r>
        <w:t>Principaux fournisseurs</w:t>
      </w:r>
      <w:bookmarkEnd w:id="30"/>
      <w:bookmarkEnd w:id="31"/>
      <w:bookmarkEnd w:id="32"/>
    </w:p>
    <w:p w14:paraId="7D2FE032" w14:textId="77777777" w:rsidR="00B817EA" w:rsidRDefault="00B817EA">
      <w:pPr>
        <w:pStyle w:val="SETECTextecourant"/>
      </w:pPr>
    </w:p>
    <w:tbl>
      <w:tblPr>
        <w:tblW w:w="9016" w:type="dxa"/>
        <w:jc w:val="center"/>
        <w:tblLayout w:type="fixed"/>
        <w:tblCellMar>
          <w:left w:w="10" w:type="dxa"/>
          <w:right w:w="10" w:type="dxa"/>
        </w:tblCellMar>
        <w:tblLook w:val="0000" w:firstRow="0" w:lastRow="0" w:firstColumn="0" w:lastColumn="0" w:noHBand="0" w:noVBand="0"/>
      </w:tblPr>
      <w:tblGrid>
        <w:gridCol w:w="5887"/>
        <w:gridCol w:w="3129"/>
      </w:tblGrid>
      <w:tr w:rsidR="00B817EA" w14:paraId="14098369" w14:textId="77777777">
        <w:trPr>
          <w:cantSplit/>
          <w:trHeight w:val="65"/>
          <w:jc w:val="center"/>
        </w:trPr>
        <w:tc>
          <w:tcPr>
            <w:tcW w:w="5887" w:type="dxa"/>
            <w:tcBorders>
              <w:top w:val="single" w:sz="12" w:space="0" w:color="000000"/>
              <w:left w:val="single" w:sz="12" w:space="0" w:color="000000"/>
              <w:bottom w:val="single" w:sz="12" w:space="0" w:color="000000"/>
              <w:right w:val="single" w:sz="6" w:space="0" w:color="000000"/>
            </w:tcBorders>
            <w:shd w:val="clear" w:color="auto" w:fill="808080"/>
            <w:tcMar>
              <w:top w:w="0" w:type="dxa"/>
              <w:left w:w="80" w:type="dxa"/>
              <w:bottom w:w="0" w:type="dxa"/>
              <w:right w:w="80" w:type="dxa"/>
            </w:tcMar>
            <w:vAlign w:val="center"/>
          </w:tcPr>
          <w:p w14:paraId="30B8E749" w14:textId="77777777" w:rsidR="00B817EA" w:rsidRDefault="00C76ABA">
            <w:pPr>
              <w:pStyle w:val="Standard"/>
              <w:spacing w:before="160"/>
              <w:jc w:val="center"/>
              <w:rPr>
                <w:b/>
              </w:rPr>
            </w:pPr>
            <w:r>
              <w:rPr>
                <w:b/>
              </w:rPr>
              <w:t>Fournitures</w:t>
            </w:r>
          </w:p>
        </w:tc>
        <w:tc>
          <w:tcPr>
            <w:tcW w:w="3129" w:type="dxa"/>
            <w:tcBorders>
              <w:top w:val="single" w:sz="12" w:space="0" w:color="000000"/>
              <w:left w:val="single" w:sz="6" w:space="0" w:color="000000"/>
              <w:bottom w:val="single" w:sz="12" w:space="0" w:color="000000"/>
              <w:right w:val="single" w:sz="12" w:space="0" w:color="000000"/>
            </w:tcBorders>
            <w:shd w:val="clear" w:color="auto" w:fill="808080"/>
            <w:tcMar>
              <w:top w:w="0" w:type="dxa"/>
              <w:left w:w="80" w:type="dxa"/>
              <w:bottom w:w="0" w:type="dxa"/>
              <w:right w:w="80" w:type="dxa"/>
            </w:tcMar>
            <w:vAlign w:val="center"/>
          </w:tcPr>
          <w:p w14:paraId="408D9E95" w14:textId="77777777" w:rsidR="00B817EA" w:rsidRDefault="00C76ABA">
            <w:pPr>
              <w:pStyle w:val="Standard"/>
              <w:spacing w:before="160"/>
              <w:jc w:val="center"/>
              <w:rPr>
                <w:b/>
              </w:rPr>
            </w:pPr>
            <w:r>
              <w:rPr>
                <w:b/>
              </w:rPr>
              <w:t>Fournisseurs</w:t>
            </w:r>
          </w:p>
        </w:tc>
      </w:tr>
      <w:tr w:rsidR="00B817EA" w14:paraId="76609B92" w14:textId="77777777">
        <w:trPr>
          <w:cantSplit/>
          <w:trHeight w:val="5813"/>
          <w:jc w:val="center"/>
        </w:trPr>
        <w:tc>
          <w:tcPr>
            <w:tcW w:w="5887" w:type="dxa"/>
            <w:tcBorders>
              <w:top w:val="single" w:sz="12" w:space="0" w:color="000000"/>
              <w:left w:val="single" w:sz="12" w:space="0" w:color="000000"/>
              <w:bottom w:val="single" w:sz="12" w:space="0" w:color="000000"/>
              <w:right w:val="single" w:sz="6" w:space="0" w:color="000000"/>
            </w:tcBorders>
            <w:tcMar>
              <w:top w:w="0" w:type="dxa"/>
              <w:left w:w="80" w:type="dxa"/>
              <w:bottom w:w="0" w:type="dxa"/>
              <w:right w:w="80" w:type="dxa"/>
            </w:tcMar>
          </w:tcPr>
          <w:p w14:paraId="4C031F59" w14:textId="77777777" w:rsidR="00B817EA" w:rsidRDefault="00B817EA">
            <w:pPr>
              <w:pStyle w:val="Standard"/>
            </w:pPr>
          </w:p>
          <w:p w14:paraId="2ED668C2" w14:textId="77777777" w:rsidR="00B817EA" w:rsidRDefault="00B817EA">
            <w:pPr>
              <w:pStyle w:val="Standard"/>
            </w:pPr>
          </w:p>
          <w:p w14:paraId="727DA2A1" w14:textId="77777777" w:rsidR="00B817EA" w:rsidRDefault="00B817EA">
            <w:pPr>
              <w:pStyle w:val="Standard"/>
            </w:pPr>
          </w:p>
          <w:p w14:paraId="58D4F79E" w14:textId="77777777" w:rsidR="00B817EA" w:rsidRDefault="00B817EA">
            <w:pPr>
              <w:pStyle w:val="Standard"/>
            </w:pPr>
          </w:p>
          <w:p w14:paraId="7D2C4F6C" w14:textId="77777777" w:rsidR="00B817EA" w:rsidRDefault="00B817EA">
            <w:pPr>
              <w:pStyle w:val="Standard"/>
            </w:pPr>
          </w:p>
          <w:p w14:paraId="27EFD913" w14:textId="77777777" w:rsidR="00B817EA" w:rsidRDefault="00B817EA">
            <w:pPr>
              <w:pStyle w:val="Standard"/>
            </w:pPr>
          </w:p>
          <w:p w14:paraId="376764AD" w14:textId="77777777" w:rsidR="00B817EA" w:rsidRDefault="00B817EA">
            <w:pPr>
              <w:pStyle w:val="Standard"/>
            </w:pPr>
          </w:p>
          <w:p w14:paraId="148E1239" w14:textId="77777777" w:rsidR="00B817EA" w:rsidRDefault="00B817EA">
            <w:pPr>
              <w:pStyle w:val="Standard"/>
            </w:pPr>
          </w:p>
          <w:p w14:paraId="295DD23A" w14:textId="77777777" w:rsidR="00B817EA" w:rsidRDefault="00B817EA">
            <w:pPr>
              <w:pStyle w:val="Standard"/>
            </w:pPr>
          </w:p>
          <w:p w14:paraId="0F56B36B" w14:textId="77777777" w:rsidR="00B817EA" w:rsidRDefault="00B817EA">
            <w:pPr>
              <w:pStyle w:val="Standard"/>
            </w:pPr>
          </w:p>
          <w:p w14:paraId="0C2DDA21" w14:textId="77777777" w:rsidR="00B817EA" w:rsidRDefault="00B817EA">
            <w:pPr>
              <w:pStyle w:val="Standard"/>
            </w:pPr>
          </w:p>
          <w:p w14:paraId="5615D7B0" w14:textId="77777777" w:rsidR="00B817EA" w:rsidRDefault="00B817EA">
            <w:pPr>
              <w:pStyle w:val="Standard"/>
            </w:pPr>
          </w:p>
          <w:p w14:paraId="1F006184" w14:textId="77777777" w:rsidR="00B817EA" w:rsidRDefault="00B817EA">
            <w:pPr>
              <w:pStyle w:val="Standard"/>
            </w:pPr>
          </w:p>
          <w:p w14:paraId="6CA9D1FA" w14:textId="77777777" w:rsidR="00B817EA" w:rsidRDefault="00B817EA">
            <w:pPr>
              <w:pStyle w:val="Standard"/>
            </w:pPr>
          </w:p>
          <w:p w14:paraId="49E95988" w14:textId="77777777" w:rsidR="00B817EA" w:rsidRDefault="00B817EA">
            <w:pPr>
              <w:pStyle w:val="Standard"/>
            </w:pPr>
          </w:p>
          <w:p w14:paraId="181C9E09" w14:textId="77777777" w:rsidR="00B817EA" w:rsidRDefault="00B817EA">
            <w:pPr>
              <w:pStyle w:val="Standard"/>
            </w:pPr>
          </w:p>
          <w:p w14:paraId="1CE77AC4" w14:textId="77777777" w:rsidR="00B817EA" w:rsidRDefault="00B817EA">
            <w:pPr>
              <w:pStyle w:val="Standard"/>
            </w:pPr>
          </w:p>
          <w:p w14:paraId="775D6D38" w14:textId="77777777" w:rsidR="00B817EA" w:rsidRDefault="00B817EA">
            <w:pPr>
              <w:pStyle w:val="Standard"/>
            </w:pPr>
          </w:p>
          <w:p w14:paraId="5633EA23" w14:textId="77777777" w:rsidR="00B817EA" w:rsidRDefault="00B817EA">
            <w:pPr>
              <w:pStyle w:val="Standard"/>
            </w:pPr>
          </w:p>
          <w:p w14:paraId="20AA3707" w14:textId="77777777" w:rsidR="00B817EA" w:rsidRDefault="00B817EA">
            <w:pPr>
              <w:pStyle w:val="Standard"/>
            </w:pPr>
          </w:p>
          <w:p w14:paraId="3D0DDA1D" w14:textId="77777777" w:rsidR="00B817EA" w:rsidRDefault="00B817EA">
            <w:pPr>
              <w:pStyle w:val="Standard"/>
            </w:pPr>
          </w:p>
          <w:p w14:paraId="57756AD1" w14:textId="77777777" w:rsidR="00B817EA" w:rsidRDefault="00B817EA">
            <w:pPr>
              <w:pStyle w:val="Standard"/>
            </w:pPr>
          </w:p>
          <w:p w14:paraId="4E8FBD6D" w14:textId="77777777" w:rsidR="00B817EA" w:rsidRDefault="00B817EA">
            <w:pPr>
              <w:pStyle w:val="Standard"/>
            </w:pPr>
          </w:p>
          <w:p w14:paraId="7B62CED8" w14:textId="77777777" w:rsidR="00B817EA" w:rsidRDefault="00B817EA">
            <w:pPr>
              <w:pStyle w:val="Standard"/>
            </w:pPr>
          </w:p>
          <w:p w14:paraId="18A622EA" w14:textId="77777777" w:rsidR="00B817EA" w:rsidRDefault="00B817EA">
            <w:pPr>
              <w:pStyle w:val="Standard"/>
            </w:pPr>
          </w:p>
        </w:tc>
        <w:tc>
          <w:tcPr>
            <w:tcW w:w="3129" w:type="dxa"/>
            <w:tcBorders>
              <w:top w:val="single" w:sz="12" w:space="0" w:color="000000"/>
              <w:left w:val="single" w:sz="6" w:space="0" w:color="000000"/>
              <w:bottom w:val="single" w:sz="12" w:space="0" w:color="000000"/>
              <w:right w:val="single" w:sz="12" w:space="0" w:color="000000"/>
            </w:tcBorders>
            <w:tcMar>
              <w:top w:w="0" w:type="dxa"/>
              <w:left w:w="80" w:type="dxa"/>
              <w:bottom w:w="0" w:type="dxa"/>
              <w:right w:w="80" w:type="dxa"/>
            </w:tcMar>
          </w:tcPr>
          <w:p w14:paraId="38963AF5" w14:textId="77777777" w:rsidR="00B817EA" w:rsidRDefault="00B817EA">
            <w:pPr>
              <w:pStyle w:val="Standard"/>
              <w:jc w:val="center"/>
            </w:pPr>
          </w:p>
        </w:tc>
      </w:tr>
    </w:tbl>
    <w:p w14:paraId="733D36AF" w14:textId="77777777" w:rsidR="00B817EA" w:rsidRDefault="00C76ABA" w:rsidP="00EB2794">
      <w:pPr>
        <w:pStyle w:val="Titre3"/>
      </w:pPr>
      <w:bookmarkStart w:id="33" w:name="__RefHeading___Toc8198_4087588773"/>
      <w:bookmarkStart w:id="34" w:name="_Toc190363642"/>
      <w:bookmarkStart w:id="35" w:name="_Toc203484617"/>
      <w:r>
        <w:t>Laboratoire de l’Entrepreneur</w:t>
      </w:r>
      <w:bookmarkEnd w:id="33"/>
      <w:bookmarkEnd w:id="34"/>
      <w:bookmarkEnd w:id="35"/>
    </w:p>
    <w:p w14:paraId="0E67C127" w14:textId="77777777" w:rsidR="00B817EA" w:rsidRDefault="00C76ABA">
      <w:pPr>
        <w:pStyle w:val="Standard"/>
        <w:spacing w:before="360" w:after="0"/>
      </w:pPr>
      <w:r>
        <w:t>Identité :</w:t>
      </w:r>
    </w:p>
    <w:p w14:paraId="3D69A619" w14:textId="77777777" w:rsidR="00B817EA" w:rsidRDefault="00C76ABA">
      <w:pPr>
        <w:pStyle w:val="Standard"/>
        <w:spacing w:before="360" w:after="0"/>
      </w:pPr>
      <w:r>
        <w:lastRenderedPageBreak/>
        <w:t>Moyens en matériel :</w:t>
      </w:r>
    </w:p>
    <w:p w14:paraId="1915D803" w14:textId="77777777" w:rsidR="00B817EA" w:rsidRDefault="00B817EA">
      <w:pPr>
        <w:pStyle w:val="Standard"/>
      </w:pPr>
    </w:p>
    <w:p w14:paraId="760CB724" w14:textId="77777777" w:rsidR="00B817EA" w:rsidRDefault="00B817EA">
      <w:pPr>
        <w:pStyle w:val="Standard"/>
      </w:pPr>
    </w:p>
    <w:p w14:paraId="60DAC7ED" w14:textId="77777777" w:rsidR="00B817EA" w:rsidRDefault="00B817EA">
      <w:pPr>
        <w:pStyle w:val="Standard"/>
      </w:pPr>
    </w:p>
    <w:p w14:paraId="4434C602" w14:textId="77777777" w:rsidR="00B817EA" w:rsidRDefault="00B817EA">
      <w:pPr>
        <w:pStyle w:val="Standard"/>
      </w:pPr>
    </w:p>
    <w:p w14:paraId="379D1EAF" w14:textId="77777777" w:rsidR="00B817EA" w:rsidRDefault="00C76ABA">
      <w:pPr>
        <w:pStyle w:val="Standard"/>
      </w:pPr>
      <w:r>
        <w:t>Moyens humains :</w:t>
      </w:r>
    </w:p>
    <w:p w14:paraId="21AEDEE4" w14:textId="77777777" w:rsidR="00B817EA" w:rsidRDefault="00B817EA">
      <w:pPr>
        <w:pStyle w:val="SETECTextecourant"/>
      </w:pPr>
    </w:p>
    <w:p w14:paraId="4CA996F6" w14:textId="77777777" w:rsidR="00B817EA" w:rsidRDefault="00B817EA">
      <w:pPr>
        <w:pStyle w:val="SETECTextecourant"/>
      </w:pPr>
    </w:p>
    <w:p w14:paraId="211135CF" w14:textId="77777777" w:rsidR="00B817EA" w:rsidRDefault="00B817EA">
      <w:pPr>
        <w:pStyle w:val="SETECTextecourant"/>
      </w:pPr>
    </w:p>
    <w:p w14:paraId="2C4A02E5" w14:textId="77777777" w:rsidR="00B817EA" w:rsidRDefault="00C76ABA" w:rsidP="00EB2794">
      <w:pPr>
        <w:pStyle w:val="Titre2"/>
      </w:pPr>
      <w:bookmarkStart w:id="36" w:name="__RefHeading___Toc8200_4087588773"/>
      <w:bookmarkStart w:id="37" w:name="_Toc190363643"/>
      <w:bookmarkStart w:id="38" w:name="_Toc203484618"/>
      <w:r>
        <w:t>Moyens en personnel</w:t>
      </w:r>
      <w:bookmarkEnd w:id="36"/>
      <w:bookmarkEnd w:id="37"/>
      <w:bookmarkEnd w:id="38"/>
    </w:p>
    <w:p w14:paraId="2E5DC39D" w14:textId="77777777" w:rsidR="00B817EA" w:rsidRDefault="00C76ABA" w:rsidP="00EB2794">
      <w:pPr>
        <w:pStyle w:val="Titre3"/>
      </w:pPr>
      <w:bookmarkStart w:id="39" w:name="__RefHeading___Toc8202_4087588773"/>
      <w:bookmarkStart w:id="40" w:name="_Toc190363644"/>
      <w:bookmarkStart w:id="41" w:name="_Toc203484619"/>
      <w:r>
        <w:t>Travaux de l’Entrepreneur</w:t>
      </w:r>
      <w:bookmarkEnd w:id="39"/>
      <w:bookmarkEnd w:id="40"/>
      <w:bookmarkEnd w:id="41"/>
    </w:p>
    <w:p w14:paraId="5E262F42" w14:textId="77777777" w:rsidR="00B817EA" w:rsidRDefault="00C76ABA">
      <w:pPr>
        <w:pStyle w:val="SETECTextecourant"/>
      </w:pPr>
      <w:r>
        <w:t>Directeur de Chantier</w:t>
      </w:r>
      <w:r>
        <w:tab/>
        <w:t>:</w:t>
      </w:r>
    </w:p>
    <w:p w14:paraId="79EFCCEB" w14:textId="77777777" w:rsidR="00B817EA" w:rsidRDefault="00C76ABA">
      <w:pPr>
        <w:pStyle w:val="SETECTextecourant"/>
      </w:pPr>
      <w:r>
        <w:t>Comité Directeur de contrôle et de pilotage</w:t>
      </w:r>
      <w:r>
        <w:tab/>
        <w:t>:</w:t>
      </w:r>
    </w:p>
    <w:p w14:paraId="7F953A52" w14:textId="77777777" w:rsidR="00B817EA" w:rsidRDefault="00C76ABA">
      <w:pPr>
        <w:pStyle w:val="SETECTextecourant"/>
      </w:pPr>
      <w:r>
        <w:t>Directeur des Travaux</w:t>
      </w:r>
      <w:r>
        <w:tab/>
        <w:t>:</w:t>
      </w:r>
    </w:p>
    <w:p w14:paraId="1AEB4BCF" w14:textId="77777777" w:rsidR="00B817EA" w:rsidRDefault="00C76ABA">
      <w:pPr>
        <w:pStyle w:val="SETECTextecourant"/>
      </w:pPr>
      <w:r>
        <w:t>Responsable sécurité</w:t>
      </w:r>
      <w:r>
        <w:tab/>
        <w:t>:</w:t>
      </w:r>
    </w:p>
    <w:p w14:paraId="4FC80CF4" w14:textId="77777777" w:rsidR="00B817EA" w:rsidRDefault="00C76ABA">
      <w:pPr>
        <w:pStyle w:val="SETECTextecourant"/>
      </w:pPr>
      <w:r>
        <w:t>Responsable qualité</w:t>
      </w:r>
      <w:r>
        <w:tab/>
        <w:t>:</w:t>
      </w:r>
    </w:p>
    <w:p w14:paraId="48A5D4CA" w14:textId="77777777" w:rsidR="00B817EA" w:rsidRDefault="00C76ABA">
      <w:pPr>
        <w:pStyle w:val="SETECTextecourant"/>
      </w:pPr>
      <w:r>
        <w:t>Responsable environnement</w:t>
      </w:r>
      <w:r>
        <w:tab/>
        <w:t>:</w:t>
      </w:r>
    </w:p>
    <w:p w14:paraId="1CE135A8" w14:textId="77777777" w:rsidR="00B817EA" w:rsidRDefault="00C76ABA">
      <w:pPr>
        <w:pStyle w:val="SETECTextecourant"/>
      </w:pPr>
      <w:r>
        <w:t>Responsable études et méthodes d’exécution</w:t>
      </w:r>
      <w:r>
        <w:tab/>
        <w:t>:</w:t>
      </w:r>
    </w:p>
    <w:p w14:paraId="06D43392" w14:textId="77777777" w:rsidR="00B817EA" w:rsidRDefault="00C76ABA">
      <w:pPr>
        <w:pStyle w:val="SETECTextecourant"/>
      </w:pPr>
      <w:r>
        <w:t>Responsable logistique, planification et balisages</w:t>
      </w:r>
      <w:r>
        <w:tab/>
        <w:t>:</w:t>
      </w:r>
    </w:p>
    <w:p w14:paraId="15CB0ABC" w14:textId="77777777" w:rsidR="00B817EA" w:rsidRDefault="00C76ABA">
      <w:pPr>
        <w:pStyle w:val="SETECTextecourant"/>
      </w:pPr>
      <w:r>
        <w:t>Responsable maintien du niveau de service et de sécurité des équipements</w:t>
      </w:r>
      <w:r>
        <w:tab/>
        <w:t>:</w:t>
      </w:r>
    </w:p>
    <w:p w14:paraId="29678598" w14:textId="77777777" w:rsidR="00B817EA" w:rsidRDefault="00C76ABA">
      <w:pPr>
        <w:pStyle w:val="SETECTextecourant"/>
      </w:pPr>
      <w:r>
        <w:t>Conducteurs de travaux</w:t>
      </w:r>
      <w:r>
        <w:tab/>
        <w:t>:</w:t>
      </w:r>
    </w:p>
    <w:p w14:paraId="037CF403" w14:textId="77777777" w:rsidR="00B817EA" w:rsidRDefault="00C76ABA">
      <w:pPr>
        <w:pStyle w:val="SETECTextecourant"/>
      </w:pPr>
      <w:r>
        <w:t>Chefs de chantier</w:t>
      </w:r>
      <w:r>
        <w:tab/>
        <w:t>:</w:t>
      </w:r>
    </w:p>
    <w:p w14:paraId="6BA9B7C2" w14:textId="77777777" w:rsidR="00B817EA" w:rsidRDefault="00C76ABA">
      <w:pPr>
        <w:pStyle w:val="SETECTextecourant"/>
      </w:pPr>
      <w:r>
        <w:t>Chefs d’équipe</w:t>
      </w:r>
      <w:r>
        <w:tab/>
        <w:t>:</w:t>
      </w:r>
    </w:p>
    <w:p w14:paraId="68FB6ECE" w14:textId="77777777" w:rsidR="00B817EA" w:rsidRDefault="00C76ABA">
      <w:pPr>
        <w:pStyle w:val="SETECTextecourant"/>
      </w:pPr>
      <w:r>
        <w:t>Effectif prévisionnel d’ouvriers</w:t>
      </w:r>
      <w:r>
        <w:tab/>
        <w:t>:</w:t>
      </w:r>
    </w:p>
    <w:p w14:paraId="10D6D33E" w14:textId="77777777" w:rsidR="00B817EA" w:rsidRDefault="00C76ABA" w:rsidP="00EB2794">
      <w:pPr>
        <w:pStyle w:val="Titre3"/>
      </w:pPr>
      <w:bookmarkStart w:id="42" w:name="__RefHeading___Toc8204_4087588773"/>
      <w:bookmarkStart w:id="43" w:name="_Toc190363645"/>
      <w:bookmarkStart w:id="44" w:name="_Toc203484620"/>
      <w:r>
        <w:t>Travaux de sous-traitances</w:t>
      </w:r>
      <w:bookmarkEnd w:id="42"/>
      <w:bookmarkEnd w:id="43"/>
      <w:bookmarkEnd w:id="44"/>
    </w:p>
    <w:p w14:paraId="1C72B569" w14:textId="77777777" w:rsidR="00B817EA" w:rsidRDefault="00C76ABA">
      <w:pPr>
        <w:pStyle w:val="SETECTextecourant"/>
      </w:pPr>
      <w:r>
        <w:t>Prestations</w:t>
      </w:r>
      <w:r>
        <w:tab/>
        <w:t>:</w:t>
      </w:r>
    </w:p>
    <w:p w14:paraId="77A64659" w14:textId="77777777" w:rsidR="00B817EA" w:rsidRDefault="00C76ABA">
      <w:pPr>
        <w:pStyle w:val="SETECTextecourant"/>
      </w:pPr>
      <w:r>
        <w:t>Entreprise</w:t>
      </w:r>
      <w:r>
        <w:tab/>
        <w:t>:</w:t>
      </w:r>
    </w:p>
    <w:p w14:paraId="40E5AFEE" w14:textId="77777777" w:rsidR="00B817EA" w:rsidRDefault="00C76ABA">
      <w:pPr>
        <w:pStyle w:val="SETECTextecourant"/>
      </w:pPr>
      <w:r>
        <w:t>Directeur de Travaux</w:t>
      </w:r>
      <w:r>
        <w:tab/>
        <w:t>:</w:t>
      </w:r>
    </w:p>
    <w:p w14:paraId="469B1102" w14:textId="77777777" w:rsidR="00B817EA" w:rsidRDefault="00C76ABA">
      <w:pPr>
        <w:pStyle w:val="SETECTextecourant"/>
      </w:pPr>
      <w:r>
        <w:t>Adjoint</w:t>
      </w:r>
      <w:r>
        <w:tab/>
        <w:t>:</w:t>
      </w:r>
    </w:p>
    <w:p w14:paraId="45E84182" w14:textId="77777777" w:rsidR="00B817EA" w:rsidRDefault="00C76ABA">
      <w:pPr>
        <w:pStyle w:val="SETECTextecourant"/>
      </w:pPr>
      <w:r>
        <w:t>Responsable qualité</w:t>
      </w:r>
      <w:r>
        <w:tab/>
        <w:t>:</w:t>
      </w:r>
    </w:p>
    <w:p w14:paraId="7A25F283" w14:textId="77777777" w:rsidR="00B817EA" w:rsidRDefault="00C76ABA">
      <w:pPr>
        <w:pStyle w:val="SETECTextecourant"/>
      </w:pPr>
      <w:r>
        <w:t>Conducteurs de travaux</w:t>
      </w:r>
      <w:r>
        <w:tab/>
        <w:t>:</w:t>
      </w:r>
    </w:p>
    <w:p w14:paraId="1CD58713" w14:textId="77777777" w:rsidR="00B817EA" w:rsidRDefault="00C76ABA">
      <w:pPr>
        <w:pStyle w:val="SETECTextecourant"/>
      </w:pPr>
      <w:r>
        <w:t>Chefs de chantier</w:t>
      </w:r>
      <w:r>
        <w:tab/>
        <w:t>:</w:t>
      </w:r>
    </w:p>
    <w:p w14:paraId="46ABA491" w14:textId="77777777" w:rsidR="00B817EA" w:rsidRDefault="00C76ABA">
      <w:pPr>
        <w:pStyle w:val="SETECTextecourant"/>
      </w:pPr>
      <w:r>
        <w:t>Chefs d’équipe</w:t>
      </w:r>
      <w:r>
        <w:tab/>
        <w:t>:</w:t>
      </w:r>
    </w:p>
    <w:p w14:paraId="41D51F26" w14:textId="77777777" w:rsidR="00B817EA" w:rsidRDefault="00C76ABA">
      <w:pPr>
        <w:pStyle w:val="SETECTextecourant"/>
      </w:pPr>
      <w:r>
        <w:t>Effectif prévisionnel d’ouvriers</w:t>
      </w:r>
      <w:r>
        <w:tab/>
        <w:t>:</w:t>
      </w:r>
    </w:p>
    <w:p w14:paraId="2818D1CB" w14:textId="77777777" w:rsidR="00B817EA" w:rsidRDefault="00B817EA">
      <w:pPr>
        <w:pStyle w:val="SETECTextecourant"/>
      </w:pPr>
    </w:p>
    <w:p w14:paraId="5B351C2E" w14:textId="77777777" w:rsidR="00B817EA" w:rsidRDefault="00C76ABA" w:rsidP="00EB2794">
      <w:pPr>
        <w:pStyle w:val="Titre3"/>
      </w:pPr>
      <w:bookmarkStart w:id="45" w:name="__RefHeading___Toc8206_4087588773"/>
      <w:bookmarkStart w:id="46" w:name="_Toc190363646"/>
      <w:bookmarkStart w:id="47" w:name="_Toc203484621"/>
      <w:r>
        <w:t>Moyens matériels</w:t>
      </w:r>
      <w:bookmarkEnd w:id="45"/>
      <w:bookmarkEnd w:id="46"/>
      <w:bookmarkEnd w:id="47"/>
    </w:p>
    <w:p w14:paraId="1F86FCD6" w14:textId="77777777" w:rsidR="00B817EA" w:rsidRDefault="00C76ABA">
      <w:pPr>
        <w:pStyle w:val="SETECTextecourant"/>
        <w:rPr>
          <w:i/>
          <w:iCs/>
        </w:rPr>
      </w:pPr>
      <w:r>
        <w:rPr>
          <w:i/>
          <w:iCs/>
        </w:rPr>
        <w:t>L’Entrepreneur listera les principaux moyens matériels qu’il compte utilisés en distinguant les moyens qu’il possède de ceux qu’il devra louer ou sous-traiter.</w:t>
      </w:r>
    </w:p>
    <w:p w14:paraId="189E5557" w14:textId="77777777" w:rsidR="00B817EA" w:rsidRDefault="00B817EA">
      <w:pPr>
        <w:pStyle w:val="SETECTextecourant"/>
      </w:pPr>
    </w:p>
    <w:p w14:paraId="0D3CBBE8" w14:textId="77777777" w:rsidR="00B817EA" w:rsidRDefault="00C76ABA" w:rsidP="00EB2794">
      <w:pPr>
        <w:pStyle w:val="Titre3"/>
      </w:pPr>
      <w:bookmarkStart w:id="48" w:name="__RefHeading___Toc8208_4087588773"/>
      <w:bookmarkStart w:id="49" w:name="_Toc190363647"/>
      <w:bookmarkStart w:id="50" w:name="_Toc203484622"/>
      <w:r>
        <w:t>Références professionnelles des personnels d’encadrement</w:t>
      </w:r>
      <w:bookmarkEnd w:id="48"/>
      <w:bookmarkEnd w:id="49"/>
      <w:bookmarkEnd w:id="50"/>
    </w:p>
    <w:p w14:paraId="6E0169D4" w14:textId="77777777" w:rsidR="00B817EA" w:rsidRDefault="00C76ABA">
      <w:pPr>
        <w:pStyle w:val="SETECTextecourant"/>
        <w:rPr>
          <w:i/>
          <w:iCs/>
        </w:rPr>
      </w:pPr>
      <w:r>
        <w:rPr>
          <w:i/>
          <w:iCs/>
        </w:rPr>
        <w:t>L’Entrepreneur indiquera les principales références des principaux responsables du chantier pour des travaux similaires à ceux du présent Marché.</w:t>
      </w:r>
    </w:p>
    <w:p w14:paraId="4745CCD9" w14:textId="77777777" w:rsidR="00B817EA" w:rsidRDefault="00B817EA">
      <w:pPr>
        <w:pStyle w:val="SETECTextecourant"/>
      </w:pPr>
    </w:p>
    <w:p w14:paraId="5BD06AC9" w14:textId="77777777" w:rsidR="00B817EA" w:rsidRDefault="00B817EA">
      <w:pPr>
        <w:pStyle w:val="SETECTextecourant"/>
      </w:pPr>
    </w:p>
    <w:p w14:paraId="659D8592" w14:textId="77777777" w:rsidR="00B817EA" w:rsidRDefault="00B817EA">
      <w:pPr>
        <w:pStyle w:val="SETECTextecourant"/>
      </w:pPr>
    </w:p>
    <w:p w14:paraId="671A2919" w14:textId="77777777" w:rsidR="00B817EA" w:rsidRDefault="00C76ABA" w:rsidP="00EB2794">
      <w:pPr>
        <w:pStyle w:val="Titre1"/>
      </w:pPr>
      <w:bookmarkStart w:id="51" w:name="__RefHeading___Toc8210_4087588773"/>
      <w:bookmarkStart w:id="52" w:name="_Toc190363648"/>
      <w:bookmarkStart w:id="53" w:name="_Toc203484623"/>
      <w:r>
        <w:t>Organisation de la qualité</w:t>
      </w:r>
      <w:bookmarkEnd w:id="51"/>
      <w:bookmarkEnd w:id="52"/>
      <w:bookmarkEnd w:id="53"/>
    </w:p>
    <w:p w14:paraId="71A795F8" w14:textId="77777777" w:rsidR="00B817EA" w:rsidRDefault="00C76ABA" w:rsidP="00EB2794">
      <w:pPr>
        <w:pStyle w:val="Titre2"/>
      </w:pPr>
      <w:bookmarkStart w:id="54" w:name="__RefHeading___Toc8212_4087588773"/>
      <w:bookmarkStart w:id="55" w:name="_Toc190363649"/>
      <w:bookmarkStart w:id="56" w:name="_Toc203484624"/>
      <w:r>
        <w:t>Organigramme détaillé de la structure qualité</w:t>
      </w:r>
      <w:bookmarkEnd w:id="54"/>
      <w:bookmarkEnd w:id="55"/>
      <w:bookmarkEnd w:id="56"/>
    </w:p>
    <w:p w14:paraId="45314EE5" w14:textId="77777777" w:rsidR="00B817EA" w:rsidRDefault="00C76ABA">
      <w:pPr>
        <w:pStyle w:val="SETECTextecourant"/>
        <w:rPr>
          <w:i/>
          <w:iCs/>
        </w:rPr>
      </w:pPr>
      <w:r>
        <w:rPr>
          <w:i/>
          <w:iCs/>
        </w:rPr>
        <w:t>L'Entreprise fera figurer son organigramme qualité pour l'opération en question.</w:t>
      </w:r>
    </w:p>
    <w:p w14:paraId="0FAC6E27" w14:textId="77777777" w:rsidR="00B817EA" w:rsidRDefault="00B817EA">
      <w:pPr>
        <w:pStyle w:val="SETECTextecourant"/>
      </w:pPr>
    </w:p>
    <w:p w14:paraId="650A822B" w14:textId="77777777" w:rsidR="00B817EA" w:rsidRDefault="00C76ABA" w:rsidP="00EB2794">
      <w:pPr>
        <w:pStyle w:val="Titre2"/>
      </w:pPr>
      <w:bookmarkStart w:id="57" w:name="__RefHeading___Toc8214_4087588773"/>
      <w:bookmarkStart w:id="58" w:name="_Toc190363650"/>
      <w:bookmarkStart w:id="59" w:name="_Toc203484625"/>
      <w:r>
        <w:t>Gestion des interfaces</w:t>
      </w:r>
      <w:bookmarkEnd w:id="57"/>
      <w:bookmarkEnd w:id="58"/>
      <w:bookmarkEnd w:id="59"/>
    </w:p>
    <w:p w14:paraId="5F3087B5" w14:textId="77777777" w:rsidR="00B817EA" w:rsidRDefault="00C76ABA">
      <w:pPr>
        <w:pStyle w:val="SETECTextecourant"/>
      </w:pPr>
      <w:r>
        <w:rPr>
          <w:i/>
          <w:iCs/>
        </w:rPr>
        <w:t>L’Entrepreneur décrira les méthodes permettant d’assurer la qualité de ses prestations et mises en place spécifiquement pour gérer les interfaces relatives à la coordination entre entreprises</w:t>
      </w:r>
      <w:r>
        <w:t>.</w:t>
      </w:r>
    </w:p>
    <w:p w14:paraId="63D30DA8" w14:textId="77777777" w:rsidR="00B817EA" w:rsidRDefault="00B817EA">
      <w:pPr>
        <w:pStyle w:val="SETECTextecourant"/>
      </w:pPr>
    </w:p>
    <w:p w14:paraId="32BFDD3E" w14:textId="77777777" w:rsidR="00B817EA" w:rsidRDefault="00B817EA">
      <w:pPr>
        <w:pStyle w:val="SETECTextecourant"/>
      </w:pPr>
    </w:p>
    <w:p w14:paraId="05976CFE" w14:textId="77777777" w:rsidR="00B817EA" w:rsidRDefault="00C76ABA" w:rsidP="00EB2794">
      <w:pPr>
        <w:pStyle w:val="Titre2"/>
      </w:pPr>
      <w:bookmarkStart w:id="60" w:name="__RefHeading___Toc8216_4087588773"/>
      <w:bookmarkStart w:id="61" w:name="_Toc190363651"/>
      <w:bookmarkStart w:id="62" w:name="_Toc203484626"/>
      <w:r>
        <w:t>Organisation des contrôles</w:t>
      </w:r>
      <w:bookmarkEnd w:id="60"/>
      <w:bookmarkEnd w:id="61"/>
      <w:bookmarkEnd w:id="62"/>
    </w:p>
    <w:p w14:paraId="1D3CFB1B" w14:textId="77777777" w:rsidR="00B817EA" w:rsidRDefault="00C76ABA">
      <w:pPr>
        <w:pStyle w:val="SETECTextecourant"/>
      </w:pPr>
      <w:r>
        <w:t>Les travaux font l’objet d’un contrôle permanent de qualité, exécuté conjointement par l’Entrepreneur et le Maître d’Œuvre, de la préparation du chantier à sa réception.</w:t>
      </w:r>
    </w:p>
    <w:p w14:paraId="477A0271" w14:textId="77777777" w:rsidR="00B817EA" w:rsidRDefault="00C76ABA">
      <w:pPr>
        <w:pStyle w:val="SETECTextecourant"/>
      </w:pPr>
      <w:r>
        <w:t>Pour ce faire, l’Entrepreneur assure le contrôle intérieur, le Maître d’Œuvre le contrôle extérieur.</w:t>
      </w:r>
    </w:p>
    <w:p w14:paraId="2EBC7567" w14:textId="77777777" w:rsidR="00B817EA" w:rsidRDefault="00C76ABA" w:rsidP="00EB2794">
      <w:pPr>
        <w:pStyle w:val="Titre3"/>
      </w:pPr>
      <w:bookmarkStart w:id="63" w:name="__RefHeading___Toc8218_4087588773"/>
      <w:bookmarkStart w:id="64" w:name="_Toc190363652"/>
      <w:bookmarkStart w:id="65" w:name="_Toc203484627"/>
      <w:r>
        <w:t>Personnes clés</w:t>
      </w:r>
      <w:bookmarkEnd w:id="63"/>
      <w:bookmarkEnd w:id="64"/>
      <w:bookmarkEnd w:id="65"/>
    </w:p>
    <w:p w14:paraId="0EF0CDC8" w14:textId="77777777" w:rsidR="00B817EA" w:rsidRDefault="00C76ABA">
      <w:pPr>
        <w:pStyle w:val="SETECTextecourant"/>
      </w:pPr>
      <w:r>
        <w:t>Ingénieur Responsable qualité :</w:t>
      </w:r>
    </w:p>
    <w:p w14:paraId="47133192" w14:textId="77777777" w:rsidR="00B817EA" w:rsidRDefault="00C76ABA">
      <w:pPr>
        <w:pStyle w:val="SETECTextecourant"/>
      </w:pPr>
      <w:r>
        <w:t>Nom :</w:t>
      </w:r>
      <w:r>
        <w:tab/>
      </w:r>
      <w:r>
        <w:tab/>
      </w:r>
      <w:r>
        <w:tab/>
      </w:r>
      <w:r>
        <w:tab/>
      </w:r>
      <w:r>
        <w:tab/>
      </w:r>
      <w:r>
        <w:tab/>
        <w:t>Signature :</w:t>
      </w:r>
    </w:p>
    <w:p w14:paraId="4661858E" w14:textId="77777777" w:rsidR="00B817EA" w:rsidRDefault="00B817EA">
      <w:pPr>
        <w:pStyle w:val="SETECTextecourant"/>
      </w:pPr>
    </w:p>
    <w:p w14:paraId="264D786C" w14:textId="77777777" w:rsidR="00B817EA" w:rsidRDefault="00C76ABA" w:rsidP="00EB2794">
      <w:pPr>
        <w:pStyle w:val="Titre3"/>
      </w:pPr>
      <w:bookmarkStart w:id="66" w:name="__RefHeading___Toc8220_4087588773"/>
      <w:bookmarkStart w:id="67" w:name="_Toc190363653"/>
      <w:bookmarkStart w:id="68" w:name="_Toc203484628"/>
      <w:r>
        <w:t>Contrôle intérieur</w:t>
      </w:r>
      <w:bookmarkEnd w:id="66"/>
      <w:bookmarkEnd w:id="67"/>
      <w:bookmarkEnd w:id="68"/>
    </w:p>
    <w:p w14:paraId="051186ED" w14:textId="77777777" w:rsidR="00B817EA" w:rsidRDefault="00C76ABA">
      <w:pPr>
        <w:pStyle w:val="SETECTextecourant"/>
      </w:pPr>
      <w:r>
        <w:t>Le contrôle intérieur est entièrement exécuté et à la charge de l’Entrepreneur. Il comprend :</w:t>
      </w:r>
    </w:p>
    <w:p w14:paraId="0C71F4B6" w14:textId="77777777" w:rsidR="00B817EA" w:rsidRDefault="00C76ABA">
      <w:pPr>
        <w:pStyle w:val="SETECTextepuce1"/>
      </w:pPr>
      <w:r>
        <w:t>Le contrôle interne</w:t>
      </w:r>
    </w:p>
    <w:p w14:paraId="0AC5AFF4" w14:textId="77777777" w:rsidR="00B817EA" w:rsidRDefault="00C76ABA">
      <w:pPr>
        <w:pStyle w:val="SETECTextepuce1"/>
      </w:pPr>
      <w:r>
        <w:t>Le contrôle externe</w:t>
      </w:r>
    </w:p>
    <w:p w14:paraId="5CFBE234" w14:textId="77777777" w:rsidR="00B817EA" w:rsidRDefault="00B817EA">
      <w:pPr>
        <w:pStyle w:val="SETECTextecourant"/>
      </w:pPr>
    </w:p>
    <w:p w14:paraId="4621D86E" w14:textId="77777777" w:rsidR="00B817EA" w:rsidRDefault="00C76ABA">
      <w:pPr>
        <w:pStyle w:val="SETECTitre4"/>
      </w:pPr>
      <w:r>
        <w:t>Contrôle interne</w:t>
      </w:r>
    </w:p>
    <w:p w14:paraId="1B78D140" w14:textId="77777777" w:rsidR="00B817EA" w:rsidRDefault="00C76ABA">
      <w:pPr>
        <w:pStyle w:val="SETECTextecourant"/>
      </w:pPr>
      <w:r>
        <w:t>Il est exercé par la hiérarchie de production qui réalise les travaux conformément aux plans visés, aux prescriptions techniques, aux règles de l’art et aux indications données par le contrôle externe.</w:t>
      </w:r>
    </w:p>
    <w:p w14:paraId="05003D33" w14:textId="77777777" w:rsidR="00B817EA" w:rsidRDefault="00C76ABA">
      <w:pPr>
        <w:pStyle w:val="SETECTextecourant"/>
      </w:pPr>
      <w:r>
        <w:t>Le contrôle interne traitera les difficultés rencontrées en cours de réalisation (en particulier les non-conformités), et établira les Procès-Verbaux de contrôle interne et de réception interne qui seront intégrés au dossier d’assurance qualité.</w:t>
      </w:r>
    </w:p>
    <w:p w14:paraId="753882CC" w14:textId="77777777" w:rsidR="00B817EA" w:rsidRDefault="00C76ABA">
      <w:pPr>
        <w:pStyle w:val="SETECTextecourant"/>
      </w:pPr>
      <w:r>
        <w:t>Les Procès-Verbaux de contrôle interne de la qualité au sein des services de l’Entrepreneur en charge du Marché seront établis à tous les stades déterminants de l’opération, et définiront :</w:t>
      </w:r>
    </w:p>
    <w:p w14:paraId="13FED1EF" w14:textId="77777777" w:rsidR="00B817EA" w:rsidRDefault="00C76ABA">
      <w:pPr>
        <w:pStyle w:val="SETECTextepuce1"/>
      </w:pPr>
      <w:r>
        <w:t>La date du contrôle ;</w:t>
      </w:r>
    </w:p>
    <w:p w14:paraId="31C88130" w14:textId="77777777" w:rsidR="00B817EA" w:rsidRDefault="00C76ABA">
      <w:pPr>
        <w:pStyle w:val="SETECTextepuce1"/>
      </w:pPr>
      <w:r>
        <w:t>Les intervenants ;</w:t>
      </w:r>
    </w:p>
    <w:p w14:paraId="7410CD39" w14:textId="77777777" w:rsidR="00B817EA" w:rsidRDefault="00C76ABA">
      <w:pPr>
        <w:pStyle w:val="SETECTextepuce1"/>
      </w:pPr>
      <w:r>
        <w:t>L’intégralité des opérations effectuées au cours du contrôle ;</w:t>
      </w:r>
    </w:p>
    <w:p w14:paraId="439E0C27" w14:textId="77777777" w:rsidR="00B817EA" w:rsidRDefault="00C76ABA">
      <w:pPr>
        <w:pStyle w:val="SETECTextepuce1"/>
      </w:pPr>
      <w:r>
        <w:t>Le résultat des contrôles internes effectués ;</w:t>
      </w:r>
    </w:p>
    <w:p w14:paraId="2145052B" w14:textId="77777777" w:rsidR="00B817EA" w:rsidRDefault="00C76ABA">
      <w:pPr>
        <w:pStyle w:val="SETECTextepuce1"/>
      </w:pPr>
      <w:r>
        <w:t>Les difficultés et les problèmes rencontrés, les solutions adoptées, la liste des corrections apportées aux plans d’exécution…</w:t>
      </w:r>
    </w:p>
    <w:p w14:paraId="6FE403A8" w14:textId="77777777" w:rsidR="00B817EA" w:rsidRDefault="00B817EA">
      <w:pPr>
        <w:pStyle w:val="SETECTextecourant"/>
      </w:pPr>
    </w:p>
    <w:p w14:paraId="196D3759" w14:textId="77777777" w:rsidR="00B817EA" w:rsidRDefault="00C76ABA">
      <w:pPr>
        <w:pStyle w:val="SETECTextecourant"/>
        <w:rPr>
          <w:i/>
          <w:iCs/>
        </w:rPr>
      </w:pPr>
      <w:r>
        <w:rPr>
          <w:i/>
          <w:iCs/>
        </w:rPr>
        <w:t>L’Entrepreneur fera figurer la liste des tâches de contrôle interne pour l’opération en question.</w:t>
      </w:r>
    </w:p>
    <w:p w14:paraId="0DF119CB" w14:textId="77777777" w:rsidR="00B817EA" w:rsidRDefault="00B817EA">
      <w:pPr>
        <w:pStyle w:val="SETECTextecourant"/>
      </w:pPr>
    </w:p>
    <w:p w14:paraId="757726A8" w14:textId="77777777" w:rsidR="00B817EA" w:rsidRDefault="00B817EA">
      <w:pPr>
        <w:pStyle w:val="SETECTextecourant"/>
      </w:pPr>
    </w:p>
    <w:tbl>
      <w:tblPr>
        <w:tblW w:w="9016" w:type="dxa"/>
        <w:jc w:val="center"/>
        <w:tblLayout w:type="fixed"/>
        <w:tblCellMar>
          <w:left w:w="10" w:type="dxa"/>
          <w:right w:w="10" w:type="dxa"/>
        </w:tblCellMar>
        <w:tblLook w:val="0000" w:firstRow="0" w:lastRow="0" w:firstColumn="0" w:lastColumn="0" w:noHBand="0" w:noVBand="0"/>
      </w:tblPr>
      <w:tblGrid>
        <w:gridCol w:w="5784"/>
        <w:gridCol w:w="3232"/>
      </w:tblGrid>
      <w:tr w:rsidR="00B817EA" w14:paraId="2456F3F6" w14:textId="77777777">
        <w:trPr>
          <w:cantSplit/>
          <w:trHeight w:val="65"/>
          <w:jc w:val="center"/>
        </w:trPr>
        <w:tc>
          <w:tcPr>
            <w:tcW w:w="5784" w:type="dxa"/>
            <w:tcBorders>
              <w:top w:val="single" w:sz="12" w:space="0" w:color="000000"/>
              <w:left w:val="single" w:sz="12" w:space="0" w:color="000000"/>
              <w:bottom w:val="single" w:sz="12" w:space="0" w:color="000000"/>
              <w:right w:val="single" w:sz="6" w:space="0" w:color="000000"/>
            </w:tcBorders>
            <w:shd w:val="clear" w:color="auto" w:fill="808080"/>
            <w:tcMar>
              <w:top w:w="0" w:type="dxa"/>
              <w:left w:w="80" w:type="dxa"/>
              <w:bottom w:w="0" w:type="dxa"/>
              <w:right w:w="80" w:type="dxa"/>
            </w:tcMar>
            <w:vAlign w:val="center"/>
          </w:tcPr>
          <w:p w14:paraId="7712F7C9" w14:textId="77777777" w:rsidR="00B817EA" w:rsidRDefault="00C76ABA">
            <w:pPr>
              <w:pStyle w:val="Standard"/>
              <w:spacing w:before="160"/>
              <w:jc w:val="center"/>
              <w:rPr>
                <w:b/>
              </w:rPr>
            </w:pPr>
            <w:r>
              <w:rPr>
                <w:b/>
              </w:rPr>
              <w:t>Tâches</w:t>
            </w:r>
          </w:p>
        </w:tc>
        <w:tc>
          <w:tcPr>
            <w:tcW w:w="3232" w:type="dxa"/>
            <w:tcBorders>
              <w:top w:val="single" w:sz="12" w:space="0" w:color="000000"/>
              <w:left w:val="single" w:sz="6" w:space="0" w:color="000000"/>
              <w:bottom w:val="single" w:sz="12" w:space="0" w:color="000000"/>
              <w:right w:val="single" w:sz="12" w:space="0" w:color="000000"/>
            </w:tcBorders>
            <w:shd w:val="clear" w:color="auto" w:fill="808080"/>
            <w:tcMar>
              <w:top w:w="0" w:type="dxa"/>
              <w:left w:w="80" w:type="dxa"/>
              <w:bottom w:w="0" w:type="dxa"/>
              <w:right w:w="80" w:type="dxa"/>
            </w:tcMar>
            <w:vAlign w:val="center"/>
          </w:tcPr>
          <w:p w14:paraId="2DB8C47E" w14:textId="77777777" w:rsidR="00B817EA" w:rsidRDefault="00C76ABA">
            <w:pPr>
              <w:pStyle w:val="Standard"/>
              <w:spacing w:before="160"/>
              <w:jc w:val="center"/>
              <w:rPr>
                <w:b/>
              </w:rPr>
            </w:pPr>
            <w:r>
              <w:rPr>
                <w:b/>
              </w:rPr>
              <w:t>Responsable</w:t>
            </w:r>
          </w:p>
        </w:tc>
      </w:tr>
      <w:tr w:rsidR="00B817EA" w14:paraId="10C3BD6E" w14:textId="77777777">
        <w:trPr>
          <w:cantSplit/>
          <w:trHeight w:val="237"/>
          <w:jc w:val="center"/>
        </w:trPr>
        <w:tc>
          <w:tcPr>
            <w:tcW w:w="5784" w:type="dxa"/>
            <w:tcBorders>
              <w:top w:val="single" w:sz="12" w:space="0" w:color="000000"/>
              <w:left w:val="single" w:sz="12" w:space="0" w:color="000000"/>
              <w:bottom w:val="single" w:sz="6" w:space="0" w:color="000000"/>
              <w:right w:val="single" w:sz="6" w:space="0" w:color="000000"/>
            </w:tcBorders>
            <w:tcMar>
              <w:top w:w="0" w:type="dxa"/>
              <w:left w:w="80" w:type="dxa"/>
              <w:bottom w:w="0" w:type="dxa"/>
              <w:right w:w="80" w:type="dxa"/>
            </w:tcMar>
          </w:tcPr>
          <w:p w14:paraId="36D9E435" w14:textId="77777777" w:rsidR="00B817EA" w:rsidRDefault="00B817EA">
            <w:pPr>
              <w:pStyle w:val="Standard"/>
            </w:pPr>
          </w:p>
        </w:tc>
        <w:tc>
          <w:tcPr>
            <w:tcW w:w="3232" w:type="dxa"/>
            <w:tcBorders>
              <w:top w:val="single" w:sz="12" w:space="0" w:color="000000"/>
              <w:left w:val="single" w:sz="6" w:space="0" w:color="000000"/>
              <w:bottom w:val="single" w:sz="6" w:space="0" w:color="000000"/>
              <w:right w:val="single" w:sz="12" w:space="0" w:color="000000"/>
            </w:tcBorders>
            <w:tcMar>
              <w:top w:w="0" w:type="dxa"/>
              <w:left w:w="80" w:type="dxa"/>
              <w:bottom w:w="0" w:type="dxa"/>
              <w:right w:w="80" w:type="dxa"/>
            </w:tcMar>
          </w:tcPr>
          <w:p w14:paraId="601495CD" w14:textId="77777777" w:rsidR="00B817EA" w:rsidRDefault="00B817EA">
            <w:pPr>
              <w:pStyle w:val="Standard"/>
            </w:pPr>
          </w:p>
        </w:tc>
      </w:tr>
      <w:tr w:rsidR="00B817EA" w14:paraId="56448789"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4046E447"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AB03DEC" w14:textId="77777777" w:rsidR="00B817EA" w:rsidRDefault="00B817EA">
            <w:pPr>
              <w:pStyle w:val="Standard"/>
            </w:pPr>
          </w:p>
        </w:tc>
      </w:tr>
      <w:tr w:rsidR="00B817EA" w14:paraId="0F6849CE"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1E1075E7"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887DE4E" w14:textId="77777777" w:rsidR="00B817EA" w:rsidRDefault="00B817EA">
            <w:pPr>
              <w:pStyle w:val="Standard"/>
            </w:pPr>
          </w:p>
        </w:tc>
      </w:tr>
      <w:tr w:rsidR="00B817EA" w14:paraId="3029E3B8"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2EE413DE"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EDAEFAE" w14:textId="77777777" w:rsidR="00B817EA" w:rsidRDefault="00B817EA">
            <w:pPr>
              <w:pStyle w:val="Standard"/>
            </w:pPr>
          </w:p>
        </w:tc>
      </w:tr>
      <w:tr w:rsidR="00B817EA" w14:paraId="5BEAAE43"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5211C6E9"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F08B3E9" w14:textId="77777777" w:rsidR="00B817EA" w:rsidRDefault="00B817EA">
            <w:pPr>
              <w:pStyle w:val="Standard"/>
            </w:pPr>
          </w:p>
        </w:tc>
      </w:tr>
      <w:tr w:rsidR="00B817EA" w14:paraId="11ADE5F2"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552C1828"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17A78BE1" w14:textId="77777777" w:rsidR="00B817EA" w:rsidRDefault="00B817EA">
            <w:pPr>
              <w:pStyle w:val="Standard"/>
            </w:pPr>
          </w:p>
        </w:tc>
      </w:tr>
      <w:tr w:rsidR="00B817EA" w14:paraId="70E4EB1D"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575B3906"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61A7794A" w14:textId="77777777" w:rsidR="00B817EA" w:rsidRDefault="00B817EA">
            <w:pPr>
              <w:pStyle w:val="Standard"/>
            </w:pPr>
          </w:p>
        </w:tc>
      </w:tr>
      <w:tr w:rsidR="00B817EA" w14:paraId="4F158E8E"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191CB292"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CFB4867" w14:textId="77777777" w:rsidR="00B817EA" w:rsidRDefault="00B817EA">
            <w:pPr>
              <w:pStyle w:val="Standard"/>
            </w:pPr>
          </w:p>
        </w:tc>
      </w:tr>
      <w:tr w:rsidR="00B817EA" w14:paraId="799554F3"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090AB03C"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A17AEAE" w14:textId="77777777" w:rsidR="00B817EA" w:rsidRDefault="00B817EA">
            <w:pPr>
              <w:pStyle w:val="Standard"/>
            </w:pPr>
          </w:p>
        </w:tc>
      </w:tr>
      <w:tr w:rsidR="00B817EA" w14:paraId="3C0203BC"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70E8E556"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31B30636" w14:textId="77777777" w:rsidR="00B817EA" w:rsidRDefault="00B817EA">
            <w:pPr>
              <w:pStyle w:val="Standard"/>
            </w:pPr>
          </w:p>
        </w:tc>
      </w:tr>
      <w:tr w:rsidR="00B817EA" w14:paraId="4FEE55DC"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34560D07"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643E9531" w14:textId="77777777" w:rsidR="00B817EA" w:rsidRDefault="00B817EA">
            <w:pPr>
              <w:pStyle w:val="Standard"/>
            </w:pPr>
          </w:p>
        </w:tc>
      </w:tr>
      <w:tr w:rsidR="00B817EA" w14:paraId="71627185"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0560C9B1"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6D264CEF" w14:textId="77777777" w:rsidR="00B817EA" w:rsidRDefault="00B817EA">
            <w:pPr>
              <w:pStyle w:val="Standard"/>
            </w:pPr>
          </w:p>
        </w:tc>
      </w:tr>
      <w:tr w:rsidR="00B817EA" w14:paraId="5737EAAA"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8A9EF87"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5A5703C1" w14:textId="77777777" w:rsidR="00B817EA" w:rsidRDefault="00B817EA">
            <w:pPr>
              <w:pStyle w:val="Standard"/>
            </w:pPr>
          </w:p>
        </w:tc>
      </w:tr>
      <w:tr w:rsidR="00B817EA" w14:paraId="178C817A"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173256A6"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132DE73" w14:textId="77777777" w:rsidR="00B817EA" w:rsidRDefault="00B817EA">
            <w:pPr>
              <w:pStyle w:val="Standard"/>
            </w:pPr>
          </w:p>
        </w:tc>
      </w:tr>
      <w:tr w:rsidR="00B817EA" w14:paraId="4C20747D"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044FD26F"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5489248" w14:textId="77777777" w:rsidR="00B817EA" w:rsidRDefault="00B817EA">
            <w:pPr>
              <w:pStyle w:val="Standard"/>
            </w:pPr>
          </w:p>
        </w:tc>
      </w:tr>
      <w:tr w:rsidR="00B817EA" w14:paraId="14A3D5E5"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1421B492"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6C18F60A" w14:textId="77777777" w:rsidR="00B817EA" w:rsidRDefault="00B817EA">
            <w:pPr>
              <w:pStyle w:val="Standard"/>
            </w:pPr>
          </w:p>
        </w:tc>
      </w:tr>
      <w:tr w:rsidR="00B817EA" w14:paraId="32BEF52E"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C517A32"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CC9BF5C" w14:textId="77777777" w:rsidR="00B817EA" w:rsidRDefault="00B817EA">
            <w:pPr>
              <w:pStyle w:val="Standard"/>
            </w:pPr>
          </w:p>
        </w:tc>
      </w:tr>
      <w:tr w:rsidR="00B817EA" w14:paraId="6E0E44AD"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2D0A77F"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9B69F68" w14:textId="77777777" w:rsidR="00B817EA" w:rsidRDefault="00B817EA">
            <w:pPr>
              <w:pStyle w:val="Standard"/>
            </w:pPr>
          </w:p>
        </w:tc>
      </w:tr>
      <w:tr w:rsidR="00B817EA" w14:paraId="5BE7D171"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346D9044"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6A445E70" w14:textId="77777777" w:rsidR="00B817EA" w:rsidRDefault="00B817EA">
            <w:pPr>
              <w:pStyle w:val="Standard"/>
            </w:pPr>
          </w:p>
        </w:tc>
      </w:tr>
      <w:tr w:rsidR="00B817EA" w14:paraId="5A1BE65D"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75AC553"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2050E2DC" w14:textId="77777777" w:rsidR="00B817EA" w:rsidRDefault="00B817EA">
            <w:pPr>
              <w:pStyle w:val="Standard"/>
            </w:pPr>
          </w:p>
        </w:tc>
      </w:tr>
      <w:tr w:rsidR="00B817EA" w14:paraId="712B9FE2"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7B6172D2"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647ED7DA" w14:textId="77777777" w:rsidR="00B817EA" w:rsidRDefault="00B817EA">
            <w:pPr>
              <w:pStyle w:val="Standard"/>
            </w:pPr>
          </w:p>
        </w:tc>
      </w:tr>
      <w:tr w:rsidR="00B817EA" w14:paraId="6DE0C35E"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31A18B34"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1D660529" w14:textId="77777777" w:rsidR="00B817EA" w:rsidRDefault="00B817EA">
            <w:pPr>
              <w:pStyle w:val="Standard"/>
            </w:pPr>
          </w:p>
        </w:tc>
      </w:tr>
      <w:tr w:rsidR="00B817EA" w14:paraId="05A358B1"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2B3E64E"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2A97339A" w14:textId="77777777" w:rsidR="00B817EA" w:rsidRDefault="00B817EA">
            <w:pPr>
              <w:pStyle w:val="Standard"/>
            </w:pPr>
          </w:p>
        </w:tc>
      </w:tr>
      <w:tr w:rsidR="00B817EA" w14:paraId="7E7D0F7C"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68E2530"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63586B0" w14:textId="77777777" w:rsidR="00B817EA" w:rsidRDefault="00B817EA">
            <w:pPr>
              <w:pStyle w:val="Standard"/>
            </w:pPr>
          </w:p>
        </w:tc>
      </w:tr>
      <w:tr w:rsidR="00B817EA" w14:paraId="02FD8FB8" w14:textId="77777777">
        <w:trPr>
          <w:cantSplit/>
          <w:trHeight w:val="234"/>
          <w:jc w:val="center"/>
        </w:trPr>
        <w:tc>
          <w:tcPr>
            <w:tcW w:w="5784" w:type="dxa"/>
            <w:tcBorders>
              <w:top w:val="single" w:sz="6" w:space="0" w:color="000000"/>
              <w:left w:val="single" w:sz="12" w:space="0" w:color="000000"/>
              <w:bottom w:val="single" w:sz="12" w:space="0" w:color="000000"/>
              <w:right w:val="single" w:sz="6" w:space="0" w:color="000000"/>
            </w:tcBorders>
            <w:tcMar>
              <w:top w:w="0" w:type="dxa"/>
              <w:left w:w="80" w:type="dxa"/>
              <w:bottom w:w="0" w:type="dxa"/>
              <w:right w:w="80" w:type="dxa"/>
            </w:tcMar>
          </w:tcPr>
          <w:p w14:paraId="1EC80A80" w14:textId="77777777" w:rsidR="00B817EA" w:rsidRDefault="00B817EA">
            <w:pPr>
              <w:pStyle w:val="Standard"/>
            </w:pPr>
          </w:p>
        </w:tc>
        <w:tc>
          <w:tcPr>
            <w:tcW w:w="3232" w:type="dxa"/>
            <w:tcBorders>
              <w:top w:val="single" w:sz="6" w:space="0" w:color="000000"/>
              <w:left w:val="single" w:sz="6" w:space="0" w:color="000000"/>
              <w:bottom w:val="single" w:sz="12" w:space="0" w:color="000000"/>
              <w:right w:val="single" w:sz="12" w:space="0" w:color="000000"/>
            </w:tcBorders>
            <w:tcMar>
              <w:top w:w="0" w:type="dxa"/>
              <w:left w:w="80" w:type="dxa"/>
              <w:bottom w:w="0" w:type="dxa"/>
              <w:right w:w="80" w:type="dxa"/>
            </w:tcMar>
          </w:tcPr>
          <w:p w14:paraId="7B478D1D" w14:textId="77777777" w:rsidR="00B817EA" w:rsidRDefault="00B817EA">
            <w:pPr>
              <w:pStyle w:val="Standard"/>
            </w:pPr>
          </w:p>
        </w:tc>
      </w:tr>
    </w:tbl>
    <w:p w14:paraId="547F34D3" w14:textId="77777777" w:rsidR="00B817EA" w:rsidRDefault="00B817EA">
      <w:pPr>
        <w:pStyle w:val="Standard"/>
      </w:pPr>
    </w:p>
    <w:p w14:paraId="2F1A5839" w14:textId="77777777" w:rsidR="00B817EA" w:rsidRDefault="00B817EA">
      <w:pPr>
        <w:pStyle w:val="SETECTextecourant"/>
      </w:pPr>
    </w:p>
    <w:p w14:paraId="20B75DD2" w14:textId="77777777" w:rsidR="00B817EA" w:rsidRDefault="00B817EA">
      <w:pPr>
        <w:pStyle w:val="SETECTextecourant"/>
      </w:pPr>
    </w:p>
    <w:p w14:paraId="35971655" w14:textId="77777777" w:rsidR="00B817EA" w:rsidRDefault="00C76ABA">
      <w:pPr>
        <w:pStyle w:val="SETECTitre4"/>
      </w:pPr>
      <w:r>
        <w:t xml:space="preserve"> Contrôle externe</w:t>
      </w:r>
    </w:p>
    <w:p w14:paraId="00409AF1" w14:textId="77777777" w:rsidR="00B817EA" w:rsidRDefault="00C76ABA">
      <w:pPr>
        <w:pStyle w:val="SETECTextecourant"/>
      </w:pPr>
      <w:r>
        <w:t>L’Entrepreneur met en place une structure de contrôle indépendante de la hiérarchie de production. Il assure, par un ensemble de contrôles codifiés dans son PAQ, le respect des prescriptions et la qualité des ouvrages réalisés conformément aux exigences du Marché.</w:t>
      </w:r>
    </w:p>
    <w:p w14:paraId="4984BDC8" w14:textId="77777777" w:rsidR="00B817EA" w:rsidRDefault="00C76ABA">
      <w:pPr>
        <w:pStyle w:val="SETECTextecourant"/>
      </w:pPr>
      <w:r>
        <w:t>Un membre du personnel de l’Entrepreneur titulaire du présent Marché sera affecté au contrôle externe pendant toute la durée des études et des travaux. Il débutera sa mission lors de l’élaboration de l’organisation générale et des procédures d’exécution des contrôles, et la terminera après la remise du dossier de récolement au Maître d’Œuvre.</w:t>
      </w:r>
    </w:p>
    <w:p w14:paraId="04717E46" w14:textId="77777777" w:rsidR="00B817EA" w:rsidRDefault="00C76ABA">
      <w:pPr>
        <w:pStyle w:val="SETECTextecourant"/>
      </w:pPr>
      <w:r>
        <w:t>Ce contrôleur externe supervisera le déroulement des essais de l’Entrepreneur et tout particulièrement ceux qui s’effectuent en présence du Maître d’Œuvre.</w:t>
      </w:r>
    </w:p>
    <w:p w14:paraId="1105F26A" w14:textId="77777777" w:rsidR="00B817EA" w:rsidRDefault="00C76ABA">
      <w:pPr>
        <w:pStyle w:val="SETECTextecourant"/>
      </w:pPr>
      <w:r>
        <w:t>Il vérifiera notamment :</w:t>
      </w:r>
    </w:p>
    <w:p w14:paraId="2C317BB7" w14:textId="77777777" w:rsidR="00B817EA" w:rsidRDefault="00C76ABA">
      <w:pPr>
        <w:pStyle w:val="SETECTextepuce1"/>
      </w:pPr>
      <w:r>
        <w:t>Le bon déroulement des contrôles et essais ;</w:t>
      </w:r>
    </w:p>
    <w:p w14:paraId="0163DF98" w14:textId="77777777" w:rsidR="00B817EA" w:rsidRDefault="00C76ABA">
      <w:pPr>
        <w:pStyle w:val="SETECTextepuce1"/>
      </w:pPr>
      <w:r>
        <w:t>Les Procès-Verbaux de contrôle interne ;</w:t>
      </w:r>
    </w:p>
    <w:p w14:paraId="6F8581F6" w14:textId="77777777" w:rsidR="00B817EA" w:rsidRDefault="00C76ABA">
      <w:pPr>
        <w:pStyle w:val="SETECTextepuce1"/>
      </w:pPr>
      <w:r>
        <w:t>La bonne transmission des informations entre services (ordre de commande de matériel, retour des plans pour mise à jour après réalisation…) ;</w:t>
      </w:r>
    </w:p>
    <w:p w14:paraId="6FD7BFF7" w14:textId="77777777" w:rsidR="00B817EA" w:rsidRDefault="00C76ABA">
      <w:pPr>
        <w:pStyle w:val="SETECTextepuce1"/>
      </w:pPr>
      <w:r>
        <w:t>Le suivi qualité des sous-traitants et fournisseurs ;</w:t>
      </w:r>
    </w:p>
    <w:p w14:paraId="42EC4703" w14:textId="77777777" w:rsidR="00B817EA" w:rsidRDefault="00C76ABA">
      <w:pPr>
        <w:pStyle w:val="SETECTextepuce1"/>
      </w:pPr>
      <w:r>
        <w:t>La conformité des produits et matériels à la livraison et à la réception ;</w:t>
      </w:r>
    </w:p>
    <w:p w14:paraId="7D6D27A9" w14:textId="77777777" w:rsidR="00B817EA" w:rsidRDefault="00C76ABA">
      <w:pPr>
        <w:pStyle w:val="SETECTextepuce1"/>
      </w:pPr>
      <w:r>
        <w:t>Le bon déroulement des livraisons.</w:t>
      </w:r>
    </w:p>
    <w:p w14:paraId="5F977BF9" w14:textId="77777777" w:rsidR="00B817EA" w:rsidRDefault="00C76ABA">
      <w:pPr>
        <w:pStyle w:val="SETECTextecourant"/>
      </w:pPr>
      <w:r>
        <w:t>En outre, il devra participer aux réunions de chantier ainsi qu’aux réceptions de matériels chez les fournisseurs et sur site réalisées par le Maître d’Œuvre.</w:t>
      </w:r>
    </w:p>
    <w:p w14:paraId="517BE9C8" w14:textId="77777777" w:rsidR="00B817EA" w:rsidRDefault="00C76ABA">
      <w:pPr>
        <w:pStyle w:val="SETECTextecourant"/>
      </w:pPr>
      <w:r>
        <w:t>Chacune des opérations ci-dessus donnera lieu à la rédaction d’un compte-rendu, à intégrer au dossier d’assurance qualité.</w:t>
      </w:r>
    </w:p>
    <w:p w14:paraId="19C46DD5" w14:textId="77777777" w:rsidR="00B817EA" w:rsidRDefault="00B817EA">
      <w:pPr>
        <w:pStyle w:val="SETECTextecourant"/>
      </w:pPr>
    </w:p>
    <w:p w14:paraId="1FB6457E" w14:textId="77777777" w:rsidR="00B817EA" w:rsidRDefault="00B817EA">
      <w:pPr>
        <w:pStyle w:val="SETECTextecourant"/>
        <w:rPr>
          <w:i/>
          <w:iCs/>
        </w:rPr>
      </w:pPr>
    </w:p>
    <w:p w14:paraId="2E94C6B2" w14:textId="77777777" w:rsidR="00B817EA" w:rsidRDefault="00C76ABA">
      <w:pPr>
        <w:pStyle w:val="SETECTextecourant"/>
        <w:pageBreakBefore/>
        <w:rPr>
          <w:i/>
          <w:iCs/>
        </w:rPr>
      </w:pPr>
      <w:r>
        <w:rPr>
          <w:i/>
          <w:iCs/>
        </w:rPr>
        <w:lastRenderedPageBreak/>
        <w:t>L’Entrepreneur fera figurer la liste des tâches de contrôle interne pour l’opération en question.</w:t>
      </w:r>
    </w:p>
    <w:p w14:paraId="1C975EED" w14:textId="77777777" w:rsidR="00B817EA" w:rsidRDefault="00B817EA">
      <w:pPr>
        <w:pStyle w:val="SETECTextecourant"/>
        <w:rPr>
          <w:i/>
          <w:iCs/>
        </w:rPr>
      </w:pPr>
    </w:p>
    <w:tbl>
      <w:tblPr>
        <w:tblW w:w="9016" w:type="dxa"/>
        <w:jc w:val="center"/>
        <w:tblLayout w:type="fixed"/>
        <w:tblCellMar>
          <w:left w:w="10" w:type="dxa"/>
          <w:right w:w="10" w:type="dxa"/>
        </w:tblCellMar>
        <w:tblLook w:val="0000" w:firstRow="0" w:lastRow="0" w:firstColumn="0" w:lastColumn="0" w:noHBand="0" w:noVBand="0"/>
      </w:tblPr>
      <w:tblGrid>
        <w:gridCol w:w="5784"/>
        <w:gridCol w:w="3232"/>
      </w:tblGrid>
      <w:tr w:rsidR="00B817EA" w14:paraId="14A00FCD" w14:textId="77777777">
        <w:trPr>
          <w:cantSplit/>
          <w:trHeight w:val="65"/>
          <w:jc w:val="center"/>
        </w:trPr>
        <w:tc>
          <w:tcPr>
            <w:tcW w:w="5784" w:type="dxa"/>
            <w:tcBorders>
              <w:top w:val="single" w:sz="12" w:space="0" w:color="000000"/>
              <w:left w:val="single" w:sz="12" w:space="0" w:color="000000"/>
              <w:bottom w:val="single" w:sz="12" w:space="0" w:color="000000"/>
              <w:right w:val="single" w:sz="6" w:space="0" w:color="000000"/>
            </w:tcBorders>
            <w:shd w:val="clear" w:color="auto" w:fill="808080"/>
            <w:tcMar>
              <w:top w:w="0" w:type="dxa"/>
              <w:left w:w="80" w:type="dxa"/>
              <w:bottom w:w="0" w:type="dxa"/>
              <w:right w:w="80" w:type="dxa"/>
            </w:tcMar>
            <w:vAlign w:val="center"/>
          </w:tcPr>
          <w:p w14:paraId="76216FC7" w14:textId="77777777" w:rsidR="00B817EA" w:rsidRDefault="00C76ABA">
            <w:pPr>
              <w:pStyle w:val="Standard"/>
              <w:spacing w:before="160"/>
              <w:jc w:val="center"/>
              <w:rPr>
                <w:b/>
              </w:rPr>
            </w:pPr>
            <w:r>
              <w:rPr>
                <w:b/>
              </w:rPr>
              <w:t>Tâches</w:t>
            </w:r>
          </w:p>
        </w:tc>
        <w:tc>
          <w:tcPr>
            <w:tcW w:w="3232" w:type="dxa"/>
            <w:tcBorders>
              <w:top w:val="single" w:sz="12" w:space="0" w:color="000000"/>
              <w:left w:val="single" w:sz="6" w:space="0" w:color="000000"/>
              <w:bottom w:val="single" w:sz="12" w:space="0" w:color="000000"/>
              <w:right w:val="single" w:sz="12" w:space="0" w:color="000000"/>
            </w:tcBorders>
            <w:shd w:val="clear" w:color="auto" w:fill="808080"/>
            <w:tcMar>
              <w:top w:w="0" w:type="dxa"/>
              <w:left w:w="80" w:type="dxa"/>
              <w:bottom w:w="0" w:type="dxa"/>
              <w:right w:w="80" w:type="dxa"/>
            </w:tcMar>
            <w:vAlign w:val="center"/>
          </w:tcPr>
          <w:p w14:paraId="7BCA22A5" w14:textId="77777777" w:rsidR="00B817EA" w:rsidRDefault="00C76ABA">
            <w:pPr>
              <w:pStyle w:val="Standard"/>
              <w:spacing w:before="160"/>
              <w:jc w:val="center"/>
              <w:rPr>
                <w:b/>
              </w:rPr>
            </w:pPr>
            <w:r>
              <w:rPr>
                <w:b/>
              </w:rPr>
              <w:t>Responsable</w:t>
            </w:r>
          </w:p>
        </w:tc>
      </w:tr>
      <w:tr w:rsidR="00B817EA" w14:paraId="5285C674" w14:textId="77777777">
        <w:trPr>
          <w:cantSplit/>
          <w:trHeight w:val="237"/>
          <w:jc w:val="center"/>
        </w:trPr>
        <w:tc>
          <w:tcPr>
            <w:tcW w:w="5784" w:type="dxa"/>
            <w:tcBorders>
              <w:top w:val="single" w:sz="12" w:space="0" w:color="000000"/>
              <w:left w:val="single" w:sz="12" w:space="0" w:color="000000"/>
              <w:bottom w:val="single" w:sz="6" w:space="0" w:color="000000"/>
              <w:right w:val="single" w:sz="6" w:space="0" w:color="000000"/>
            </w:tcBorders>
            <w:tcMar>
              <w:top w:w="0" w:type="dxa"/>
              <w:left w:w="80" w:type="dxa"/>
              <w:bottom w:w="0" w:type="dxa"/>
              <w:right w:w="80" w:type="dxa"/>
            </w:tcMar>
          </w:tcPr>
          <w:p w14:paraId="5B8AE8B0" w14:textId="77777777" w:rsidR="00B817EA" w:rsidRDefault="00B817EA">
            <w:pPr>
              <w:pStyle w:val="Standard"/>
            </w:pPr>
          </w:p>
        </w:tc>
        <w:tc>
          <w:tcPr>
            <w:tcW w:w="3232" w:type="dxa"/>
            <w:tcBorders>
              <w:top w:val="single" w:sz="12" w:space="0" w:color="000000"/>
              <w:left w:val="single" w:sz="6" w:space="0" w:color="000000"/>
              <w:bottom w:val="single" w:sz="6" w:space="0" w:color="000000"/>
              <w:right w:val="single" w:sz="12" w:space="0" w:color="000000"/>
            </w:tcBorders>
            <w:tcMar>
              <w:top w:w="0" w:type="dxa"/>
              <w:left w:w="80" w:type="dxa"/>
              <w:bottom w:w="0" w:type="dxa"/>
              <w:right w:w="80" w:type="dxa"/>
            </w:tcMar>
          </w:tcPr>
          <w:p w14:paraId="7B0D9122" w14:textId="77777777" w:rsidR="00B817EA" w:rsidRDefault="00B817EA">
            <w:pPr>
              <w:pStyle w:val="Standard"/>
            </w:pPr>
          </w:p>
        </w:tc>
      </w:tr>
      <w:tr w:rsidR="00B817EA" w14:paraId="070533DA"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711B28C7"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39F855ED" w14:textId="77777777" w:rsidR="00B817EA" w:rsidRDefault="00B817EA">
            <w:pPr>
              <w:pStyle w:val="Standard"/>
            </w:pPr>
          </w:p>
        </w:tc>
      </w:tr>
      <w:tr w:rsidR="00B817EA" w14:paraId="4A24985A"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DA2E1FF"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1CC4EF7F" w14:textId="77777777" w:rsidR="00B817EA" w:rsidRDefault="00B817EA">
            <w:pPr>
              <w:pStyle w:val="Standard"/>
            </w:pPr>
          </w:p>
        </w:tc>
      </w:tr>
      <w:tr w:rsidR="00B817EA" w14:paraId="6C766719"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78F59DE4"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1B734EF" w14:textId="77777777" w:rsidR="00B817EA" w:rsidRDefault="00B817EA">
            <w:pPr>
              <w:pStyle w:val="Standard"/>
            </w:pPr>
          </w:p>
        </w:tc>
      </w:tr>
      <w:tr w:rsidR="00B817EA" w14:paraId="5820C207"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155E25B8"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57D9C328" w14:textId="77777777" w:rsidR="00B817EA" w:rsidRDefault="00B817EA">
            <w:pPr>
              <w:pStyle w:val="Standard"/>
            </w:pPr>
          </w:p>
        </w:tc>
      </w:tr>
      <w:tr w:rsidR="00B817EA" w14:paraId="4C59E318"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7BC060FA"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1E55603E" w14:textId="77777777" w:rsidR="00B817EA" w:rsidRDefault="00B817EA">
            <w:pPr>
              <w:pStyle w:val="Standard"/>
            </w:pPr>
          </w:p>
        </w:tc>
      </w:tr>
      <w:tr w:rsidR="00B817EA" w14:paraId="63A3DF63"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2F69EEE1"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DFDFB71" w14:textId="77777777" w:rsidR="00B817EA" w:rsidRDefault="00B817EA">
            <w:pPr>
              <w:pStyle w:val="Standard"/>
            </w:pPr>
          </w:p>
        </w:tc>
      </w:tr>
      <w:tr w:rsidR="00B817EA" w14:paraId="2C7CC0C0"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20BDC1CB"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2AC040A5" w14:textId="77777777" w:rsidR="00B817EA" w:rsidRDefault="00B817EA">
            <w:pPr>
              <w:pStyle w:val="Standard"/>
            </w:pPr>
          </w:p>
        </w:tc>
      </w:tr>
      <w:tr w:rsidR="00B817EA" w14:paraId="62320B01"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48FB522D"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6C8C6CAD" w14:textId="77777777" w:rsidR="00B817EA" w:rsidRDefault="00B817EA">
            <w:pPr>
              <w:pStyle w:val="Standard"/>
            </w:pPr>
          </w:p>
        </w:tc>
      </w:tr>
      <w:tr w:rsidR="00B817EA" w14:paraId="14F46354"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34DCFD68"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1CF242AB" w14:textId="77777777" w:rsidR="00B817EA" w:rsidRDefault="00B817EA">
            <w:pPr>
              <w:pStyle w:val="Standard"/>
            </w:pPr>
          </w:p>
        </w:tc>
      </w:tr>
      <w:tr w:rsidR="00B817EA" w14:paraId="79202276"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7E9352BF"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4DA634B" w14:textId="77777777" w:rsidR="00B817EA" w:rsidRDefault="00B817EA">
            <w:pPr>
              <w:pStyle w:val="Standard"/>
            </w:pPr>
          </w:p>
        </w:tc>
      </w:tr>
      <w:tr w:rsidR="00B817EA" w14:paraId="524F32F1"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0D71090"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35A33C5B" w14:textId="77777777" w:rsidR="00B817EA" w:rsidRDefault="00B817EA">
            <w:pPr>
              <w:pStyle w:val="Standard"/>
            </w:pPr>
          </w:p>
        </w:tc>
      </w:tr>
      <w:tr w:rsidR="00B817EA" w14:paraId="79E78CAE"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4362371E"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29E9657F" w14:textId="77777777" w:rsidR="00B817EA" w:rsidRDefault="00B817EA">
            <w:pPr>
              <w:pStyle w:val="Standard"/>
            </w:pPr>
          </w:p>
        </w:tc>
      </w:tr>
      <w:tr w:rsidR="00B817EA" w14:paraId="698FD931"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430CDD5B"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5F94C67F" w14:textId="77777777" w:rsidR="00B817EA" w:rsidRDefault="00B817EA">
            <w:pPr>
              <w:pStyle w:val="Standard"/>
            </w:pPr>
          </w:p>
        </w:tc>
      </w:tr>
      <w:tr w:rsidR="00B817EA" w14:paraId="7930246C"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4E8C0B96"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6DA54AB6" w14:textId="77777777" w:rsidR="00B817EA" w:rsidRDefault="00B817EA">
            <w:pPr>
              <w:pStyle w:val="Standard"/>
            </w:pPr>
          </w:p>
        </w:tc>
      </w:tr>
      <w:tr w:rsidR="00B817EA" w14:paraId="29FD146C"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46F22A43"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534C1CE3" w14:textId="77777777" w:rsidR="00B817EA" w:rsidRDefault="00B817EA">
            <w:pPr>
              <w:pStyle w:val="Standard"/>
            </w:pPr>
          </w:p>
        </w:tc>
      </w:tr>
      <w:tr w:rsidR="00B817EA" w14:paraId="3BB3AA7F"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D05328C"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B71115A" w14:textId="77777777" w:rsidR="00B817EA" w:rsidRDefault="00B817EA">
            <w:pPr>
              <w:pStyle w:val="Standard"/>
            </w:pPr>
          </w:p>
        </w:tc>
      </w:tr>
      <w:tr w:rsidR="00B817EA" w14:paraId="36A628C2"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76A0AD44"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D23EF76" w14:textId="77777777" w:rsidR="00B817EA" w:rsidRDefault="00B817EA">
            <w:pPr>
              <w:pStyle w:val="Standard"/>
            </w:pPr>
          </w:p>
        </w:tc>
      </w:tr>
      <w:tr w:rsidR="00B817EA" w14:paraId="2E8C6441"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1F76585F"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1A28E957" w14:textId="77777777" w:rsidR="00B817EA" w:rsidRDefault="00B817EA">
            <w:pPr>
              <w:pStyle w:val="Standard"/>
            </w:pPr>
          </w:p>
        </w:tc>
      </w:tr>
      <w:tr w:rsidR="00B817EA" w14:paraId="1E7FA3E5"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5AEEED8D"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1B1C0F32" w14:textId="77777777" w:rsidR="00B817EA" w:rsidRDefault="00B817EA">
            <w:pPr>
              <w:pStyle w:val="Standard"/>
            </w:pPr>
          </w:p>
        </w:tc>
      </w:tr>
      <w:tr w:rsidR="00B817EA" w14:paraId="697C70C6"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21BF3A8C"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4035C2BC" w14:textId="77777777" w:rsidR="00B817EA" w:rsidRDefault="00B817EA">
            <w:pPr>
              <w:pStyle w:val="Standard"/>
            </w:pPr>
          </w:p>
        </w:tc>
      </w:tr>
      <w:tr w:rsidR="00B817EA" w14:paraId="4673DAB7"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5FF4AE6"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DE933C6" w14:textId="77777777" w:rsidR="00B817EA" w:rsidRDefault="00B817EA">
            <w:pPr>
              <w:pStyle w:val="Standard"/>
            </w:pPr>
          </w:p>
        </w:tc>
      </w:tr>
      <w:tr w:rsidR="00B817EA" w14:paraId="07A91C01"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59A89A0"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49EB595" w14:textId="77777777" w:rsidR="00B817EA" w:rsidRDefault="00B817EA">
            <w:pPr>
              <w:pStyle w:val="Standard"/>
            </w:pPr>
          </w:p>
        </w:tc>
      </w:tr>
      <w:tr w:rsidR="00B817EA" w14:paraId="4BBBF075"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7DA4040A"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183BDDE2" w14:textId="77777777" w:rsidR="00B817EA" w:rsidRDefault="00B817EA">
            <w:pPr>
              <w:pStyle w:val="Standard"/>
            </w:pPr>
          </w:p>
        </w:tc>
      </w:tr>
      <w:tr w:rsidR="00B817EA" w14:paraId="6EA39BB2" w14:textId="77777777">
        <w:trPr>
          <w:cantSplit/>
          <w:trHeight w:val="234"/>
          <w:jc w:val="center"/>
        </w:trPr>
        <w:tc>
          <w:tcPr>
            <w:tcW w:w="5784" w:type="dxa"/>
            <w:tcBorders>
              <w:top w:val="single" w:sz="6" w:space="0" w:color="000000"/>
              <w:left w:val="single" w:sz="12" w:space="0" w:color="000000"/>
              <w:bottom w:val="single" w:sz="12" w:space="0" w:color="000000"/>
              <w:right w:val="single" w:sz="6" w:space="0" w:color="000000"/>
            </w:tcBorders>
            <w:tcMar>
              <w:top w:w="0" w:type="dxa"/>
              <w:left w:w="80" w:type="dxa"/>
              <w:bottom w:w="0" w:type="dxa"/>
              <w:right w:w="80" w:type="dxa"/>
            </w:tcMar>
          </w:tcPr>
          <w:p w14:paraId="04048BAE" w14:textId="77777777" w:rsidR="00B817EA" w:rsidRDefault="00B817EA">
            <w:pPr>
              <w:pStyle w:val="Standard"/>
            </w:pPr>
          </w:p>
        </w:tc>
        <w:tc>
          <w:tcPr>
            <w:tcW w:w="3232" w:type="dxa"/>
            <w:tcBorders>
              <w:top w:val="single" w:sz="6" w:space="0" w:color="000000"/>
              <w:left w:val="single" w:sz="6" w:space="0" w:color="000000"/>
              <w:bottom w:val="single" w:sz="12" w:space="0" w:color="000000"/>
              <w:right w:val="single" w:sz="12" w:space="0" w:color="000000"/>
            </w:tcBorders>
            <w:tcMar>
              <w:top w:w="0" w:type="dxa"/>
              <w:left w:w="80" w:type="dxa"/>
              <w:bottom w:w="0" w:type="dxa"/>
              <w:right w:w="80" w:type="dxa"/>
            </w:tcMar>
          </w:tcPr>
          <w:p w14:paraId="3D6F3727" w14:textId="77777777" w:rsidR="00B817EA" w:rsidRDefault="00B817EA">
            <w:pPr>
              <w:pStyle w:val="Standard"/>
            </w:pPr>
          </w:p>
        </w:tc>
      </w:tr>
    </w:tbl>
    <w:p w14:paraId="1598F547" w14:textId="77777777" w:rsidR="00B817EA" w:rsidRDefault="00B817EA">
      <w:pPr>
        <w:pStyle w:val="Standard"/>
      </w:pPr>
    </w:p>
    <w:p w14:paraId="280650C7" w14:textId="77777777" w:rsidR="00B817EA" w:rsidRDefault="00B817EA">
      <w:pPr>
        <w:pStyle w:val="SETECTextecourant"/>
      </w:pPr>
    </w:p>
    <w:p w14:paraId="1555ADAC" w14:textId="77777777" w:rsidR="00B817EA" w:rsidRDefault="00C76ABA" w:rsidP="00EB2794">
      <w:pPr>
        <w:pStyle w:val="Titre3"/>
      </w:pPr>
      <w:bookmarkStart w:id="69" w:name="__RefHeading___Toc8222_4087588773"/>
      <w:bookmarkStart w:id="70" w:name="_Toc190363654"/>
      <w:bookmarkStart w:id="71" w:name="_Toc203484629"/>
      <w:r>
        <w:t>Contrôle extérieur</w:t>
      </w:r>
      <w:bookmarkEnd w:id="69"/>
      <w:bookmarkEnd w:id="70"/>
      <w:bookmarkEnd w:id="71"/>
    </w:p>
    <w:p w14:paraId="12F46EFD" w14:textId="77777777" w:rsidR="00B817EA" w:rsidRDefault="00C76ABA">
      <w:pPr>
        <w:pStyle w:val="SETECTextecourant"/>
      </w:pPr>
      <w:r>
        <w:t>Il est entièrement réalisé par le Maître d’Œuvre aux frais du Maître d’Ouvrage. Le Maître d’Œuvre désignera les organismes chargés de ce contrôle.</w:t>
      </w:r>
    </w:p>
    <w:p w14:paraId="465288AC" w14:textId="77777777" w:rsidR="00B817EA" w:rsidRDefault="00C76ABA">
      <w:pPr>
        <w:pStyle w:val="SETECTextecourant"/>
      </w:pPr>
      <w:r>
        <w:lastRenderedPageBreak/>
        <w:t>Il consiste principalement à :</w:t>
      </w:r>
    </w:p>
    <w:p w14:paraId="67520121" w14:textId="77777777" w:rsidR="00B817EA" w:rsidRDefault="00C76ABA">
      <w:pPr>
        <w:pStyle w:val="SETECTextepuce1"/>
      </w:pPr>
      <w:r>
        <w:t>S’assurer de la bonne exécution du plan de contrôle par l’Entrepreneur (exécution des contrôles et production des fiches correctement remplies dans les délais prescrits) ;</w:t>
      </w:r>
    </w:p>
    <w:p w14:paraId="5002363D" w14:textId="77777777" w:rsidR="00B817EA" w:rsidRDefault="00C76ABA">
      <w:pPr>
        <w:pStyle w:val="SETECTextepuce1"/>
      </w:pPr>
      <w:r>
        <w:t>Exercer lui-même des contrôles par sondages ou en continu pour les points sensibles ;</w:t>
      </w:r>
    </w:p>
    <w:p w14:paraId="7FE7A789" w14:textId="77777777" w:rsidR="00B817EA" w:rsidRDefault="00C76ABA">
      <w:pPr>
        <w:pStyle w:val="SETECTextepuce1"/>
      </w:pPr>
      <w:r>
        <w:t>Procéder aux contrôles contradictoires prévus pour les points d’arrêt ;</w:t>
      </w:r>
    </w:p>
    <w:p w14:paraId="751329C1" w14:textId="77777777" w:rsidR="00B817EA" w:rsidRDefault="00C76ABA">
      <w:pPr>
        <w:pStyle w:val="SETECTextepuce1"/>
      </w:pPr>
      <w:r>
        <w:t>Procéder aux contrôles de réception des ouvrages élémentaires ;</w:t>
      </w:r>
    </w:p>
    <w:p w14:paraId="7B35BC08" w14:textId="77777777" w:rsidR="00B817EA" w:rsidRDefault="00C76ABA">
      <w:pPr>
        <w:pStyle w:val="SETECTextepuce1"/>
      </w:pPr>
      <w:r>
        <w:t>Examiner les difficultés ou faits nouveaux apparaissant au cours des travaux ;</w:t>
      </w:r>
    </w:p>
    <w:p w14:paraId="577B86E6" w14:textId="77777777" w:rsidR="00B817EA" w:rsidRDefault="00C76ABA">
      <w:pPr>
        <w:pStyle w:val="SETECTextepuce1"/>
      </w:pPr>
      <w:r>
        <w:t>Détecter les non-conformités, examiner les propositions d’action qualité ;</w:t>
      </w:r>
    </w:p>
    <w:p w14:paraId="38F31978" w14:textId="77777777" w:rsidR="00B817EA" w:rsidRDefault="00C76ABA">
      <w:pPr>
        <w:pStyle w:val="SETECTextepuce1"/>
      </w:pPr>
      <w:r>
        <w:t>Instruire les demandes d’agréments de matériaux ou de matériels.</w:t>
      </w:r>
    </w:p>
    <w:p w14:paraId="6124EA5B" w14:textId="77777777" w:rsidR="00B817EA" w:rsidRDefault="00C76ABA">
      <w:pPr>
        <w:pStyle w:val="SETECTextecourant"/>
      </w:pPr>
      <w:r>
        <w:t>Le Maître d’Œuvre s’assurera en permanence de la bonne exécution du contrôle interne et externe de l’Entrepreneur. A cette fin, le dossier assurance qualité de l’Entrepreneur sera tenu à la disposition du Maître d’Œuvre.</w:t>
      </w:r>
    </w:p>
    <w:p w14:paraId="603F9620" w14:textId="77777777" w:rsidR="00B817EA" w:rsidRDefault="00C76ABA">
      <w:pPr>
        <w:pStyle w:val="SETECTextecourant"/>
      </w:pPr>
      <w:r>
        <w:t>Le Maître d’Œuvre, assisté éventuellement de toutes personnes de son choix, pourra procéder pendant le déroulement du contrat à des audits.</w:t>
      </w:r>
    </w:p>
    <w:p w14:paraId="026F2724" w14:textId="77777777" w:rsidR="00B817EA" w:rsidRDefault="00C76ABA">
      <w:pPr>
        <w:pStyle w:val="SETECTextecourant"/>
      </w:pPr>
      <w:r>
        <w:t>Ces audits pourront avoir lieu dans les locaux de l’Entrepreneur, de ses fournisseurs et sous-traitants, et sur les chantiers.</w:t>
      </w:r>
    </w:p>
    <w:p w14:paraId="7D3D3790" w14:textId="77777777" w:rsidR="00B817EA" w:rsidRDefault="00C76ABA">
      <w:pPr>
        <w:pStyle w:val="SETECTextecourant"/>
      </w:pPr>
      <w:r>
        <w:t>Le but de ces audits est d’évaluer le besoin d’actions d’amélioration ou de correction du système qualité et de ses mises en application dans le cadre du Marché.</w:t>
      </w:r>
    </w:p>
    <w:p w14:paraId="308984F4" w14:textId="77777777" w:rsidR="00B817EA" w:rsidRDefault="00C76ABA">
      <w:pPr>
        <w:pStyle w:val="SETECTextecourant"/>
      </w:pPr>
      <w:r>
        <w:t>Les demandes d’actions correctives découlant d’un audit devront être satisfaites par l’Entrepreneur suivant les procédures et dans les délais requis.</w:t>
      </w:r>
    </w:p>
    <w:p w14:paraId="26BE55F1" w14:textId="77777777" w:rsidR="00B817EA" w:rsidRDefault="00B817EA">
      <w:pPr>
        <w:pStyle w:val="SETECTextecourant"/>
        <w:rPr>
          <w:i/>
          <w:iCs/>
        </w:rPr>
      </w:pPr>
    </w:p>
    <w:p w14:paraId="6EF3B519" w14:textId="77777777" w:rsidR="00B817EA" w:rsidRDefault="00B817EA">
      <w:pPr>
        <w:pStyle w:val="SETECTextecourant"/>
        <w:rPr>
          <w:i/>
          <w:iCs/>
        </w:rPr>
      </w:pPr>
    </w:p>
    <w:p w14:paraId="167762EA" w14:textId="77777777" w:rsidR="00B817EA" w:rsidRDefault="00C76ABA">
      <w:pPr>
        <w:pStyle w:val="SETECTextecourant"/>
        <w:pageBreakBefore/>
        <w:rPr>
          <w:i/>
          <w:iCs/>
        </w:rPr>
      </w:pPr>
      <w:r>
        <w:rPr>
          <w:i/>
          <w:iCs/>
        </w:rPr>
        <w:lastRenderedPageBreak/>
        <w:t>L’Entrepreneur précisera les points d’arrêt soumis au contrôle extérieur.</w:t>
      </w:r>
    </w:p>
    <w:p w14:paraId="7D1A74F5" w14:textId="77777777" w:rsidR="00B817EA" w:rsidRDefault="00B817EA">
      <w:pPr>
        <w:pStyle w:val="SETECTextecourant"/>
      </w:pPr>
    </w:p>
    <w:tbl>
      <w:tblPr>
        <w:tblW w:w="9016" w:type="dxa"/>
        <w:jc w:val="center"/>
        <w:tblLayout w:type="fixed"/>
        <w:tblCellMar>
          <w:left w:w="10" w:type="dxa"/>
          <w:right w:w="10" w:type="dxa"/>
        </w:tblCellMar>
        <w:tblLook w:val="0000" w:firstRow="0" w:lastRow="0" w:firstColumn="0" w:lastColumn="0" w:noHBand="0" w:noVBand="0"/>
      </w:tblPr>
      <w:tblGrid>
        <w:gridCol w:w="5784"/>
        <w:gridCol w:w="3232"/>
      </w:tblGrid>
      <w:tr w:rsidR="00B817EA" w14:paraId="6F29B0AA" w14:textId="77777777">
        <w:trPr>
          <w:cantSplit/>
          <w:trHeight w:val="65"/>
          <w:jc w:val="center"/>
        </w:trPr>
        <w:tc>
          <w:tcPr>
            <w:tcW w:w="5784" w:type="dxa"/>
            <w:tcBorders>
              <w:top w:val="single" w:sz="12" w:space="0" w:color="000000"/>
              <w:left w:val="single" w:sz="12" w:space="0" w:color="000000"/>
              <w:bottom w:val="single" w:sz="12" w:space="0" w:color="000000"/>
              <w:right w:val="single" w:sz="6" w:space="0" w:color="000000"/>
            </w:tcBorders>
            <w:shd w:val="clear" w:color="auto" w:fill="808080"/>
            <w:tcMar>
              <w:top w:w="0" w:type="dxa"/>
              <w:left w:w="80" w:type="dxa"/>
              <w:bottom w:w="0" w:type="dxa"/>
              <w:right w:w="80" w:type="dxa"/>
            </w:tcMar>
            <w:vAlign w:val="center"/>
          </w:tcPr>
          <w:p w14:paraId="7B05E5EB" w14:textId="77777777" w:rsidR="00B817EA" w:rsidRDefault="00C76ABA">
            <w:pPr>
              <w:pStyle w:val="Standard"/>
              <w:spacing w:before="160"/>
              <w:jc w:val="center"/>
              <w:rPr>
                <w:b/>
              </w:rPr>
            </w:pPr>
            <w:r>
              <w:rPr>
                <w:b/>
              </w:rPr>
              <w:t>Tâches</w:t>
            </w:r>
          </w:p>
        </w:tc>
        <w:tc>
          <w:tcPr>
            <w:tcW w:w="3232" w:type="dxa"/>
            <w:tcBorders>
              <w:top w:val="single" w:sz="12" w:space="0" w:color="000000"/>
              <w:left w:val="single" w:sz="6" w:space="0" w:color="000000"/>
              <w:bottom w:val="single" w:sz="12" w:space="0" w:color="000000"/>
              <w:right w:val="single" w:sz="12" w:space="0" w:color="000000"/>
            </w:tcBorders>
            <w:shd w:val="clear" w:color="auto" w:fill="808080"/>
            <w:tcMar>
              <w:top w:w="0" w:type="dxa"/>
              <w:left w:w="80" w:type="dxa"/>
              <w:bottom w:w="0" w:type="dxa"/>
              <w:right w:w="80" w:type="dxa"/>
            </w:tcMar>
            <w:vAlign w:val="center"/>
          </w:tcPr>
          <w:p w14:paraId="2C525F95" w14:textId="77777777" w:rsidR="00B817EA" w:rsidRDefault="00C76ABA">
            <w:pPr>
              <w:pStyle w:val="Standard"/>
              <w:spacing w:before="160"/>
              <w:jc w:val="center"/>
              <w:rPr>
                <w:b/>
              </w:rPr>
            </w:pPr>
            <w:r>
              <w:rPr>
                <w:b/>
              </w:rPr>
              <w:t>Responsable</w:t>
            </w:r>
          </w:p>
        </w:tc>
      </w:tr>
      <w:tr w:rsidR="00B817EA" w14:paraId="037BEF61" w14:textId="77777777">
        <w:trPr>
          <w:cantSplit/>
          <w:trHeight w:val="237"/>
          <w:jc w:val="center"/>
        </w:trPr>
        <w:tc>
          <w:tcPr>
            <w:tcW w:w="5784" w:type="dxa"/>
            <w:tcBorders>
              <w:top w:val="single" w:sz="12" w:space="0" w:color="000000"/>
              <w:left w:val="single" w:sz="12" w:space="0" w:color="000000"/>
              <w:bottom w:val="single" w:sz="6" w:space="0" w:color="000000"/>
              <w:right w:val="single" w:sz="6" w:space="0" w:color="000000"/>
            </w:tcBorders>
            <w:tcMar>
              <w:top w:w="0" w:type="dxa"/>
              <w:left w:w="80" w:type="dxa"/>
              <w:bottom w:w="0" w:type="dxa"/>
              <w:right w:w="80" w:type="dxa"/>
            </w:tcMar>
          </w:tcPr>
          <w:p w14:paraId="2D6B6C49" w14:textId="77777777" w:rsidR="00B817EA" w:rsidRDefault="00B817EA">
            <w:pPr>
              <w:pStyle w:val="Standard"/>
            </w:pPr>
          </w:p>
        </w:tc>
        <w:tc>
          <w:tcPr>
            <w:tcW w:w="3232" w:type="dxa"/>
            <w:tcBorders>
              <w:top w:val="single" w:sz="12" w:space="0" w:color="000000"/>
              <w:left w:val="single" w:sz="6" w:space="0" w:color="000000"/>
              <w:bottom w:val="single" w:sz="6" w:space="0" w:color="000000"/>
              <w:right w:val="single" w:sz="12" w:space="0" w:color="000000"/>
            </w:tcBorders>
            <w:tcMar>
              <w:top w:w="0" w:type="dxa"/>
              <w:left w:w="80" w:type="dxa"/>
              <w:bottom w:w="0" w:type="dxa"/>
              <w:right w:w="80" w:type="dxa"/>
            </w:tcMar>
          </w:tcPr>
          <w:p w14:paraId="0D25F02F" w14:textId="77777777" w:rsidR="00B817EA" w:rsidRDefault="00B817EA">
            <w:pPr>
              <w:pStyle w:val="Standard"/>
            </w:pPr>
          </w:p>
        </w:tc>
      </w:tr>
      <w:tr w:rsidR="00B817EA" w14:paraId="18757E96"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449B0779"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A7A7F62" w14:textId="77777777" w:rsidR="00B817EA" w:rsidRDefault="00B817EA">
            <w:pPr>
              <w:pStyle w:val="Standard"/>
            </w:pPr>
          </w:p>
        </w:tc>
      </w:tr>
      <w:tr w:rsidR="00B817EA" w14:paraId="49E525CA"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E860BDE"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27823983" w14:textId="77777777" w:rsidR="00B817EA" w:rsidRDefault="00B817EA">
            <w:pPr>
              <w:pStyle w:val="Standard"/>
            </w:pPr>
          </w:p>
        </w:tc>
      </w:tr>
      <w:tr w:rsidR="00B817EA" w14:paraId="13D2A109"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76E78FFE"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2C8C0CC5" w14:textId="77777777" w:rsidR="00B817EA" w:rsidRDefault="00B817EA">
            <w:pPr>
              <w:pStyle w:val="Standard"/>
            </w:pPr>
          </w:p>
        </w:tc>
      </w:tr>
      <w:tr w:rsidR="00B817EA" w14:paraId="297DDD42"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127883FB"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346BE005" w14:textId="77777777" w:rsidR="00B817EA" w:rsidRDefault="00B817EA">
            <w:pPr>
              <w:pStyle w:val="Standard"/>
            </w:pPr>
          </w:p>
        </w:tc>
      </w:tr>
      <w:tr w:rsidR="00B817EA" w14:paraId="542B9F08"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5C9E04B7"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3527D538" w14:textId="77777777" w:rsidR="00B817EA" w:rsidRDefault="00B817EA">
            <w:pPr>
              <w:pStyle w:val="Standard"/>
            </w:pPr>
          </w:p>
        </w:tc>
      </w:tr>
      <w:tr w:rsidR="00B817EA" w14:paraId="70886F1C"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2880E002"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31E67FE" w14:textId="77777777" w:rsidR="00B817EA" w:rsidRDefault="00B817EA">
            <w:pPr>
              <w:pStyle w:val="Standard"/>
            </w:pPr>
          </w:p>
        </w:tc>
      </w:tr>
      <w:tr w:rsidR="00B817EA" w14:paraId="633CF72D"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3D1B7E7B"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62D01185" w14:textId="77777777" w:rsidR="00B817EA" w:rsidRDefault="00B817EA">
            <w:pPr>
              <w:pStyle w:val="Standard"/>
            </w:pPr>
          </w:p>
        </w:tc>
      </w:tr>
      <w:tr w:rsidR="00B817EA" w14:paraId="2EE9BADC"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34E36DB6"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13F4BC55" w14:textId="77777777" w:rsidR="00B817EA" w:rsidRDefault="00B817EA">
            <w:pPr>
              <w:pStyle w:val="Standard"/>
            </w:pPr>
          </w:p>
        </w:tc>
      </w:tr>
      <w:tr w:rsidR="00B817EA" w14:paraId="1CEFBD53"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57B24351"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6CCD5982" w14:textId="77777777" w:rsidR="00B817EA" w:rsidRDefault="00B817EA">
            <w:pPr>
              <w:pStyle w:val="Standard"/>
            </w:pPr>
          </w:p>
        </w:tc>
      </w:tr>
      <w:tr w:rsidR="00B817EA" w14:paraId="6B585A0A"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343EDE9D"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6AEEEF1F" w14:textId="77777777" w:rsidR="00B817EA" w:rsidRDefault="00B817EA">
            <w:pPr>
              <w:pStyle w:val="Standard"/>
            </w:pPr>
          </w:p>
        </w:tc>
      </w:tr>
      <w:tr w:rsidR="00B817EA" w14:paraId="1E5BA55D"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3783337C"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3F5AEDA5" w14:textId="77777777" w:rsidR="00B817EA" w:rsidRDefault="00B817EA">
            <w:pPr>
              <w:pStyle w:val="Standard"/>
            </w:pPr>
          </w:p>
        </w:tc>
      </w:tr>
      <w:tr w:rsidR="00B817EA" w14:paraId="0F48D770"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3CE3B322"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65BEABC" w14:textId="77777777" w:rsidR="00B817EA" w:rsidRDefault="00B817EA">
            <w:pPr>
              <w:pStyle w:val="Standard"/>
            </w:pPr>
          </w:p>
        </w:tc>
      </w:tr>
      <w:tr w:rsidR="00B817EA" w14:paraId="2A0B1890"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787D8C72"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381EA6D" w14:textId="77777777" w:rsidR="00B817EA" w:rsidRDefault="00B817EA">
            <w:pPr>
              <w:pStyle w:val="Standard"/>
            </w:pPr>
          </w:p>
        </w:tc>
      </w:tr>
      <w:tr w:rsidR="00B817EA" w14:paraId="1F5CAF79"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06BA124D"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2B5CBA1D" w14:textId="77777777" w:rsidR="00B817EA" w:rsidRDefault="00B817EA">
            <w:pPr>
              <w:pStyle w:val="Standard"/>
            </w:pPr>
          </w:p>
        </w:tc>
      </w:tr>
      <w:tr w:rsidR="00B817EA" w14:paraId="2F5CA8E8"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41C46CA1"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278834C1" w14:textId="77777777" w:rsidR="00B817EA" w:rsidRDefault="00B817EA">
            <w:pPr>
              <w:pStyle w:val="Standard"/>
            </w:pPr>
          </w:p>
        </w:tc>
      </w:tr>
      <w:tr w:rsidR="00B817EA" w14:paraId="7DB2CA86"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10C88920"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784156FB" w14:textId="77777777" w:rsidR="00B817EA" w:rsidRDefault="00B817EA">
            <w:pPr>
              <w:pStyle w:val="Standard"/>
            </w:pPr>
          </w:p>
        </w:tc>
      </w:tr>
      <w:tr w:rsidR="00B817EA" w14:paraId="7327128F"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4F1073E2"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453A9305" w14:textId="77777777" w:rsidR="00B817EA" w:rsidRDefault="00B817EA">
            <w:pPr>
              <w:pStyle w:val="Standard"/>
            </w:pPr>
          </w:p>
        </w:tc>
      </w:tr>
      <w:tr w:rsidR="00B817EA" w14:paraId="0D2D3F37"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3CFFFFCB"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4404F4B9" w14:textId="77777777" w:rsidR="00B817EA" w:rsidRDefault="00B817EA">
            <w:pPr>
              <w:pStyle w:val="Standard"/>
            </w:pPr>
          </w:p>
        </w:tc>
      </w:tr>
      <w:tr w:rsidR="00B817EA" w14:paraId="4172D4F0"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1BDEEAF0"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51E7B761" w14:textId="77777777" w:rsidR="00B817EA" w:rsidRDefault="00B817EA">
            <w:pPr>
              <w:pStyle w:val="Standard"/>
            </w:pPr>
          </w:p>
        </w:tc>
      </w:tr>
      <w:tr w:rsidR="00B817EA" w14:paraId="4308F954"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6D5FC6B6"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E5737EB" w14:textId="77777777" w:rsidR="00B817EA" w:rsidRDefault="00B817EA">
            <w:pPr>
              <w:pStyle w:val="Standard"/>
            </w:pPr>
          </w:p>
        </w:tc>
      </w:tr>
      <w:tr w:rsidR="00B817EA" w14:paraId="1047B590"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4A51E5E1"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42ECC4D3" w14:textId="77777777" w:rsidR="00B817EA" w:rsidRDefault="00B817EA">
            <w:pPr>
              <w:pStyle w:val="Standard"/>
            </w:pPr>
          </w:p>
        </w:tc>
      </w:tr>
      <w:tr w:rsidR="00B817EA" w14:paraId="4941F298"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2A0CFFCC"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4FBE0E93" w14:textId="77777777" w:rsidR="00B817EA" w:rsidRDefault="00B817EA">
            <w:pPr>
              <w:pStyle w:val="Standard"/>
            </w:pPr>
          </w:p>
        </w:tc>
      </w:tr>
      <w:tr w:rsidR="00B817EA" w14:paraId="313E133E" w14:textId="77777777">
        <w:trPr>
          <w:cantSplit/>
          <w:trHeight w:val="234"/>
          <w:jc w:val="center"/>
        </w:trPr>
        <w:tc>
          <w:tcPr>
            <w:tcW w:w="5784" w:type="dxa"/>
            <w:tcBorders>
              <w:top w:val="single" w:sz="6" w:space="0" w:color="000000"/>
              <w:left w:val="single" w:sz="12" w:space="0" w:color="000000"/>
              <w:bottom w:val="single" w:sz="6" w:space="0" w:color="000000"/>
              <w:right w:val="single" w:sz="6" w:space="0" w:color="000000"/>
            </w:tcBorders>
            <w:tcMar>
              <w:top w:w="0" w:type="dxa"/>
              <w:left w:w="80" w:type="dxa"/>
              <w:bottom w:w="0" w:type="dxa"/>
              <w:right w:w="80" w:type="dxa"/>
            </w:tcMar>
          </w:tcPr>
          <w:p w14:paraId="02049F38" w14:textId="77777777" w:rsidR="00B817EA" w:rsidRDefault="00B817EA">
            <w:pPr>
              <w:pStyle w:val="Standard"/>
            </w:pPr>
          </w:p>
        </w:tc>
        <w:tc>
          <w:tcPr>
            <w:tcW w:w="3232" w:type="dxa"/>
            <w:tcBorders>
              <w:top w:val="single" w:sz="6" w:space="0" w:color="000000"/>
              <w:left w:val="single" w:sz="6" w:space="0" w:color="000000"/>
              <w:bottom w:val="single" w:sz="6" w:space="0" w:color="000000"/>
              <w:right w:val="single" w:sz="12" w:space="0" w:color="000000"/>
            </w:tcBorders>
            <w:tcMar>
              <w:top w:w="0" w:type="dxa"/>
              <w:left w:w="80" w:type="dxa"/>
              <w:bottom w:w="0" w:type="dxa"/>
              <w:right w:w="80" w:type="dxa"/>
            </w:tcMar>
          </w:tcPr>
          <w:p w14:paraId="065CCD56" w14:textId="77777777" w:rsidR="00B817EA" w:rsidRDefault="00B817EA">
            <w:pPr>
              <w:pStyle w:val="Standard"/>
            </w:pPr>
          </w:p>
        </w:tc>
      </w:tr>
      <w:tr w:rsidR="00B817EA" w14:paraId="28FE8EDF" w14:textId="77777777">
        <w:trPr>
          <w:cantSplit/>
          <w:trHeight w:val="234"/>
          <w:jc w:val="center"/>
        </w:trPr>
        <w:tc>
          <w:tcPr>
            <w:tcW w:w="5784" w:type="dxa"/>
            <w:tcBorders>
              <w:top w:val="single" w:sz="6" w:space="0" w:color="000000"/>
              <w:left w:val="single" w:sz="12" w:space="0" w:color="000000"/>
              <w:bottom w:val="single" w:sz="12" w:space="0" w:color="000000"/>
              <w:right w:val="single" w:sz="6" w:space="0" w:color="000000"/>
            </w:tcBorders>
            <w:tcMar>
              <w:top w:w="0" w:type="dxa"/>
              <w:left w:w="80" w:type="dxa"/>
              <w:bottom w:w="0" w:type="dxa"/>
              <w:right w:w="80" w:type="dxa"/>
            </w:tcMar>
          </w:tcPr>
          <w:p w14:paraId="3575086F" w14:textId="77777777" w:rsidR="00B817EA" w:rsidRDefault="00B817EA">
            <w:pPr>
              <w:pStyle w:val="Standard"/>
            </w:pPr>
          </w:p>
        </w:tc>
        <w:tc>
          <w:tcPr>
            <w:tcW w:w="3232" w:type="dxa"/>
            <w:tcBorders>
              <w:top w:val="single" w:sz="6" w:space="0" w:color="000000"/>
              <w:left w:val="single" w:sz="6" w:space="0" w:color="000000"/>
              <w:bottom w:val="single" w:sz="12" w:space="0" w:color="000000"/>
              <w:right w:val="single" w:sz="12" w:space="0" w:color="000000"/>
            </w:tcBorders>
            <w:tcMar>
              <w:top w:w="0" w:type="dxa"/>
              <w:left w:w="80" w:type="dxa"/>
              <w:bottom w:w="0" w:type="dxa"/>
              <w:right w:w="80" w:type="dxa"/>
            </w:tcMar>
          </w:tcPr>
          <w:p w14:paraId="65D14986" w14:textId="77777777" w:rsidR="00B817EA" w:rsidRDefault="00B817EA">
            <w:pPr>
              <w:pStyle w:val="Standard"/>
            </w:pPr>
          </w:p>
        </w:tc>
      </w:tr>
    </w:tbl>
    <w:p w14:paraId="48BBB7C9" w14:textId="77777777" w:rsidR="00B817EA" w:rsidRDefault="00B817EA">
      <w:pPr>
        <w:pStyle w:val="Standard"/>
      </w:pPr>
    </w:p>
    <w:p w14:paraId="64866B64" w14:textId="77777777" w:rsidR="00B817EA" w:rsidRDefault="00B817EA">
      <w:pPr>
        <w:pStyle w:val="SETECTextecourant"/>
      </w:pPr>
    </w:p>
    <w:p w14:paraId="13D2BF36" w14:textId="77777777" w:rsidR="00B817EA" w:rsidRDefault="00C76ABA" w:rsidP="00EB2794">
      <w:pPr>
        <w:pStyle w:val="Titre2"/>
      </w:pPr>
      <w:bookmarkStart w:id="72" w:name="__RefHeading___Toc8224_4087588773"/>
      <w:bookmarkStart w:id="73" w:name="_Toc190363655"/>
      <w:bookmarkStart w:id="74" w:name="_Toc203484630"/>
      <w:r>
        <w:lastRenderedPageBreak/>
        <w:t>Liste des procédures</w:t>
      </w:r>
      <w:bookmarkEnd w:id="72"/>
      <w:bookmarkEnd w:id="73"/>
      <w:bookmarkEnd w:id="74"/>
    </w:p>
    <w:p w14:paraId="16FE32F7" w14:textId="77777777" w:rsidR="00B817EA" w:rsidRDefault="00C76ABA">
      <w:pPr>
        <w:pStyle w:val="SETECTextecourant"/>
      </w:pPr>
      <w:r>
        <w:t>Dans les délais prévus au programme d’exécution, l’Entrepreneur propose au visa du Maître d’Œuvre une série de documents « réalisables à l’exécution » qui précisent les procédures d’exécution qu’il propose de mettre en œuvre.</w:t>
      </w:r>
    </w:p>
    <w:p w14:paraId="30F5F7FC" w14:textId="77777777" w:rsidR="00B817EA" w:rsidRDefault="00C76ABA">
      <w:pPr>
        <w:pStyle w:val="SETECTextecourant"/>
      </w:pPr>
      <w:r>
        <w:t>Il sera distingué ainsi les procédures générales (applicables à toutes les parties d’ouvrage), et les procédures particulières (spécifiques à une partie d’ouvrage ou à une tâche particulière d’exécution).</w:t>
      </w:r>
    </w:p>
    <w:p w14:paraId="6737589C" w14:textId="77777777" w:rsidR="00B817EA" w:rsidRDefault="00B817EA">
      <w:pPr>
        <w:pStyle w:val="SETECTextecourant"/>
      </w:pPr>
    </w:p>
    <w:tbl>
      <w:tblPr>
        <w:tblW w:w="9073" w:type="dxa"/>
        <w:tblLayout w:type="fixed"/>
        <w:tblCellMar>
          <w:left w:w="10" w:type="dxa"/>
          <w:right w:w="10" w:type="dxa"/>
        </w:tblCellMar>
        <w:tblLook w:val="0000" w:firstRow="0" w:lastRow="0" w:firstColumn="0" w:lastColumn="0" w:noHBand="0" w:noVBand="0"/>
      </w:tblPr>
      <w:tblGrid>
        <w:gridCol w:w="3401"/>
        <w:gridCol w:w="2835"/>
        <w:gridCol w:w="2837"/>
      </w:tblGrid>
      <w:tr w:rsidR="00B817EA" w14:paraId="42D5D2A1" w14:textId="77777777">
        <w:trPr>
          <w:trHeight w:val="65"/>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F3F3F" w14:textId="77777777" w:rsidR="00B817EA" w:rsidRDefault="00C76ABA">
            <w:pPr>
              <w:pStyle w:val="Standard"/>
              <w:spacing w:before="160"/>
              <w:jc w:val="center"/>
              <w:rPr>
                <w:rFonts w:eastAsia="Times New Roman"/>
                <w:b/>
              </w:rPr>
            </w:pPr>
            <w:r>
              <w:rPr>
                <w:rFonts w:eastAsia="Times New Roman"/>
                <w:b/>
              </w:rPr>
              <w:t>Objet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A4746" w14:textId="77777777" w:rsidR="00B817EA" w:rsidRDefault="00C76ABA">
            <w:pPr>
              <w:pStyle w:val="Standard"/>
              <w:spacing w:before="160"/>
              <w:jc w:val="center"/>
              <w:rPr>
                <w:rFonts w:eastAsia="Times New Roman"/>
                <w:b/>
              </w:rPr>
            </w:pPr>
            <w:r>
              <w:rPr>
                <w:rFonts w:eastAsia="Times New Roman"/>
                <w:b/>
              </w:rPr>
              <w:t>Procédures existantes</w:t>
            </w: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D3E25" w14:textId="77777777" w:rsidR="00B817EA" w:rsidRDefault="00C76ABA">
            <w:pPr>
              <w:pStyle w:val="Standard"/>
              <w:spacing w:before="160"/>
              <w:jc w:val="center"/>
              <w:rPr>
                <w:rFonts w:eastAsia="Times New Roman"/>
                <w:b/>
              </w:rPr>
            </w:pPr>
            <w:r>
              <w:rPr>
                <w:rFonts w:eastAsia="Times New Roman"/>
                <w:b/>
              </w:rPr>
              <w:t>Procédures à créer</w:t>
            </w:r>
          </w:p>
        </w:tc>
      </w:tr>
      <w:tr w:rsidR="00B817EA" w14:paraId="0AEE9428" w14:textId="77777777">
        <w:trPr>
          <w:trHeight w:val="237"/>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E4561"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85A60"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70014C" w14:textId="77777777" w:rsidR="00B817EA" w:rsidRDefault="00B817EA">
            <w:pPr>
              <w:pStyle w:val="Standard"/>
              <w:rPr>
                <w:rFonts w:eastAsia="Times New Roman"/>
              </w:rPr>
            </w:pPr>
          </w:p>
        </w:tc>
      </w:tr>
      <w:tr w:rsidR="00B817EA" w14:paraId="3060E076"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68A4F"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4F959"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EC6E4" w14:textId="77777777" w:rsidR="00B817EA" w:rsidRDefault="00B817EA">
            <w:pPr>
              <w:pStyle w:val="Standard"/>
              <w:rPr>
                <w:rFonts w:eastAsia="Times New Roman"/>
              </w:rPr>
            </w:pPr>
          </w:p>
        </w:tc>
      </w:tr>
      <w:tr w:rsidR="00B817EA" w14:paraId="0950CAA4"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FDB39"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9D0B5"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86FAA" w14:textId="77777777" w:rsidR="00B817EA" w:rsidRDefault="00B817EA">
            <w:pPr>
              <w:pStyle w:val="Standard"/>
              <w:rPr>
                <w:rFonts w:eastAsia="Times New Roman"/>
              </w:rPr>
            </w:pPr>
          </w:p>
        </w:tc>
      </w:tr>
      <w:tr w:rsidR="00B817EA" w14:paraId="1A0E48D7"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AAF0B"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A456A"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5B645" w14:textId="77777777" w:rsidR="00B817EA" w:rsidRDefault="00B817EA">
            <w:pPr>
              <w:pStyle w:val="Standard"/>
              <w:rPr>
                <w:rFonts w:eastAsia="Times New Roman"/>
              </w:rPr>
            </w:pPr>
          </w:p>
        </w:tc>
      </w:tr>
      <w:tr w:rsidR="00B817EA" w14:paraId="1FDDED38"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D166E"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247E3"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2CA5B5" w14:textId="77777777" w:rsidR="00B817EA" w:rsidRDefault="00B817EA">
            <w:pPr>
              <w:pStyle w:val="Standard"/>
              <w:rPr>
                <w:rFonts w:eastAsia="Times New Roman"/>
              </w:rPr>
            </w:pPr>
          </w:p>
        </w:tc>
      </w:tr>
      <w:tr w:rsidR="00B817EA" w14:paraId="34E16EB5"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2365E"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C7064"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87AA" w14:textId="77777777" w:rsidR="00B817EA" w:rsidRDefault="00B817EA">
            <w:pPr>
              <w:pStyle w:val="Standard"/>
              <w:rPr>
                <w:rFonts w:eastAsia="Times New Roman"/>
              </w:rPr>
            </w:pPr>
          </w:p>
        </w:tc>
      </w:tr>
      <w:tr w:rsidR="00B817EA" w14:paraId="0216F905"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0E973"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8B67E"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DF82F" w14:textId="77777777" w:rsidR="00B817EA" w:rsidRDefault="00B817EA">
            <w:pPr>
              <w:pStyle w:val="Standard"/>
              <w:rPr>
                <w:rFonts w:eastAsia="Times New Roman"/>
              </w:rPr>
            </w:pPr>
          </w:p>
        </w:tc>
      </w:tr>
      <w:tr w:rsidR="00B817EA" w14:paraId="41E1A8D9"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BF568"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2604A"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4C8A2" w14:textId="77777777" w:rsidR="00B817EA" w:rsidRDefault="00B817EA">
            <w:pPr>
              <w:pStyle w:val="Standard"/>
              <w:rPr>
                <w:rFonts w:eastAsia="Times New Roman"/>
              </w:rPr>
            </w:pPr>
          </w:p>
        </w:tc>
      </w:tr>
      <w:tr w:rsidR="00B817EA" w14:paraId="4702D261"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756F1"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F0150"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248E2" w14:textId="77777777" w:rsidR="00B817EA" w:rsidRDefault="00B817EA">
            <w:pPr>
              <w:pStyle w:val="Standard"/>
              <w:rPr>
                <w:rFonts w:eastAsia="Times New Roman"/>
              </w:rPr>
            </w:pPr>
          </w:p>
        </w:tc>
      </w:tr>
      <w:tr w:rsidR="00B817EA" w14:paraId="20AED3AA"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DA9A1"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16FE4"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E2E9C" w14:textId="77777777" w:rsidR="00B817EA" w:rsidRDefault="00B817EA">
            <w:pPr>
              <w:pStyle w:val="Standard"/>
              <w:rPr>
                <w:rFonts w:eastAsia="Times New Roman"/>
              </w:rPr>
            </w:pPr>
          </w:p>
        </w:tc>
      </w:tr>
      <w:tr w:rsidR="00B817EA" w14:paraId="125B55E4"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FAF50D"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7F1D4"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52078" w14:textId="77777777" w:rsidR="00B817EA" w:rsidRDefault="00B817EA">
            <w:pPr>
              <w:pStyle w:val="Standard"/>
              <w:rPr>
                <w:rFonts w:eastAsia="Times New Roman"/>
              </w:rPr>
            </w:pPr>
          </w:p>
        </w:tc>
      </w:tr>
      <w:tr w:rsidR="00B817EA" w14:paraId="501CA8F9"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ACB71"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B900F"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25967" w14:textId="77777777" w:rsidR="00B817EA" w:rsidRDefault="00B817EA">
            <w:pPr>
              <w:pStyle w:val="Standard"/>
              <w:rPr>
                <w:rFonts w:eastAsia="Times New Roman"/>
              </w:rPr>
            </w:pPr>
          </w:p>
        </w:tc>
      </w:tr>
      <w:tr w:rsidR="00B817EA" w14:paraId="58765E59"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B2927"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6AF0F"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6AFE3" w14:textId="77777777" w:rsidR="00B817EA" w:rsidRDefault="00B817EA">
            <w:pPr>
              <w:pStyle w:val="Standard"/>
              <w:rPr>
                <w:rFonts w:eastAsia="Times New Roman"/>
              </w:rPr>
            </w:pPr>
          </w:p>
        </w:tc>
      </w:tr>
      <w:tr w:rsidR="00B817EA" w14:paraId="14685906"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E4FBA"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572C7"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11ED2" w14:textId="77777777" w:rsidR="00B817EA" w:rsidRDefault="00B817EA">
            <w:pPr>
              <w:pStyle w:val="Standard"/>
              <w:rPr>
                <w:rFonts w:eastAsia="Times New Roman"/>
              </w:rPr>
            </w:pPr>
          </w:p>
        </w:tc>
      </w:tr>
      <w:tr w:rsidR="00B817EA" w14:paraId="4270D2A2"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C02E4"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791C8"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0A544" w14:textId="77777777" w:rsidR="00B817EA" w:rsidRDefault="00B817EA">
            <w:pPr>
              <w:pStyle w:val="Standard"/>
              <w:rPr>
                <w:rFonts w:eastAsia="Times New Roman"/>
              </w:rPr>
            </w:pPr>
          </w:p>
        </w:tc>
      </w:tr>
      <w:tr w:rsidR="00B817EA" w14:paraId="6F9E2093"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D5BC7"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6D3B6"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4AEAE" w14:textId="77777777" w:rsidR="00B817EA" w:rsidRDefault="00B817EA">
            <w:pPr>
              <w:pStyle w:val="Standard"/>
              <w:rPr>
                <w:rFonts w:eastAsia="Times New Roman"/>
              </w:rPr>
            </w:pPr>
          </w:p>
        </w:tc>
      </w:tr>
      <w:tr w:rsidR="00B817EA" w14:paraId="1433CE07"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49FAA"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E04C3"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99C09" w14:textId="77777777" w:rsidR="00B817EA" w:rsidRDefault="00B817EA">
            <w:pPr>
              <w:pStyle w:val="Standard"/>
              <w:rPr>
                <w:rFonts w:eastAsia="Times New Roman"/>
              </w:rPr>
            </w:pPr>
          </w:p>
        </w:tc>
      </w:tr>
      <w:tr w:rsidR="00B817EA" w14:paraId="27B1E86E"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3A455"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416C9"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9B08EC" w14:textId="77777777" w:rsidR="00B817EA" w:rsidRDefault="00B817EA">
            <w:pPr>
              <w:pStyle w:val="Standard"/>
              <w:rPr>
                <w:rFonts w:eastAsia="Times New Roman"/>
              </w:rPr>
            </w:pPr>
          </w:p>
        </w:tc>
      </w:tr>
      <w:tr w:rsidR="00B817EA" w14:paraId="28EBEB00" w14:textId="77777777">
        <w:trPr>
          <w:trHeight w:val="234"/>
        </w:trPr>
        <w:tc>
          <w:tcPr>
            <w:tcW w:w="34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E7B41" w14:textId="77777777" w:rsidR="00B817EA" w:rsidRDefault="00B817EA">
            <w:pPr>
              <w:pStyle w:val="Standard"/>
              <w:rPr>
                <w:rFonts w:eastAsia="Times New Roman"/>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B6EC3" w14:textId="77777777" w:rsidR="00B817EA" w:rsidRDefault="00B817EA">
            <w:pPr>
              <w:pStyle w:val="Standard"/>
              <w:jc w:val="center"/>
              <w:rPr>
                <w:rFonts w:eastAsia="Times New Roman"/>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151C50" w14:textId="77777777" w:rsidR="00B817EA" w:rsidRDefault="00B817EA">
            <w:pPr>
              <w:pStyle w:val="Standard"/>
              <w:rPr>
                <w:rFonts w:eastAsia="Times New Roman"/>
              </w:rPr>
            </w:pPr>
          </w:p>
        </w:tc>
      </w:tr>
    </w:tbl>
    <w:p w14:paraId="7DA332D7" w14:textId="77777777" w:rsidR="00B817EA" w:rsidRDefault="00B817EA">
      <w:pPr>
        <w:pStyle w:val="Standard"/>
      </w:pPr>
    </w:p>
    <w:p w14:paraId="78E26C1F" w14:textId="77777777" w:rsidR="00B817EA" w:rsidRDefault="00B817EA">
      <w:pPr>
        <w:pStyle w:val="SETECTextecourant"/>
      </w:pPr>
    </w:p>
    <w:p w14:paraId="215AD195" w14:textId="77777777" w:rsidR="00B817EA" w:rsidRDefault="00C76ABA">
      <w:pPr>
        <w:pStyle w:val="SETECTextecourant"/>
      </w:pPr>
      <w:r>
        <w:t>Au stade de l’offre, l’Entrepreneur détaillera les principales procédures générales, à savoir :</w:t>
      </w:r>
    </w:p>
    <w:p w14:paraId="3426FF65" w14:textId="77777777" w:rsidR="00B817EA" w:rsidRDefault="00C76ABA">
      <w:pPr>
        <w:pStyle w:val="SETECTextepuce1"/>
      </w:pPr>
      <w:r>
        <w:t>Le contrôle d’accès ;</w:t>
      </w:r>
    </w:p>
    <w:p w14:paraId="57209D5B" w14:textId="77777777" w:rsidR="00B817EA" w:rsidRDefault="00C76ABA">
      <w:pPr>
        <w:pStyle w:val="SETECTextepuce1"/>
      </w:pPr>
      <w:r>
        <w:t>Le maintien du niveau de service et de sécurité des équipements existants et la clause d’astreinte ;</w:t>
      </w:r>
    </w:p>
    <w:p w14:paraId="194199D5" w14:textId="77777777" w:rsidR="00B817EA" w:rsidRDefault="00C76ABA">
      <w:pPr>
        <w:pStyle w:val="SETECTextepuce1"/>
      </w:pPr>
      <w:r>
        <w:t>La gestion des modifications ;</w:t>
      </w:r>
    </w:p>
    <w:p w14:paraId="04B737D4" w14:textId="77777777" w:rsidR="00B817EA" w:rsidRDefault="00C76ABA">
      <w:pPr>
        <w:pStyle w:val="SETECTextepuce1"/>
      </w:pPr>
      <w:r>
        <w:t>Le suivi des délais.</w:t>
      </w:r>
    </w:p>
    <w:sectPr w:rsidR="00B817EA" w:rsidSect="00895519">
      <w:headerReference w:type="default" r:id="rId9"/>
      <w:footerReference w:type="default" r:id="rId10"/>
      <w:headerReference w:type="first" r:id="rId11"/>
      <w:footerReference w:type="first" r:id="rId12"/>
      <w:pgSz w:w="11906" w:h="16838"/>
      <w:pgMar w:top="1417" w:right="1417" w:bottom="1417" w:left="1417" w:header="568"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975F8" w14:textId="77777777" w:rsidR="00E216A0" w:rsidRDefault="00E216A0">
      <w:pPr>
        <w:spacing w:after="0"/>
      </w:pPr>
      <w:r>
        <w:separator/>
      </w:r>
    </w:p>
  </w:endnote>
  <w:endnote w:type="continuationSeparator" w:id="0">
    <w:p w14:paraId="080B9680" w14:textId="77777777" w:rsidR="00E216A0" w:rsidRDefault="00E216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AFF" w:usb1="C0007843" w:usb2="00000009" w:usb3="00000000" w:csb0="000001FF" w:csb1="00000000"/>
  </w:font>
  <w:font w:name="Arial Gras">
    <w:panose1 w:val="020B0704020202020204"/>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ptos Display">
    <w:altName w:val="Calibri"/>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OpenSymbol">
    <w:altName w:val="Open Symbol"/>
    <w:panose1 w:val="05010000000000000000"/>
    <w:charset w:val="00"/>
    <w:family w:val="auto"/>
    <w:pitch w:val="variable"/>
    <w:sig w:usb0="800000AF" w:usb1="1001ECEA" w:usb2="00000000" w:usb3="00000000" w:csb0="80000001" w:csb1="00000000"/>
  </w:font>
  <w:font w:name="Marianne">
    <w:panose1 w:val="02000000000000000000"/>
    <w:charset w:val="00"/>
    <w:family w:val="auto"/>
    <w:pitch w:val="variable"/>
    <w:sig w:usb0="0000000F"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16596" w14:textId="29EB2563" w:rsidR="00C76ABA" w:rsidRPr="006B6A29" w:rsidRDefault="006B6A29" w:rsidP="006B6A29">
    <w:pPr>
      <w:pStyle w:val="Pieddepage"/>
      <w:jc w:val="center"/>
      <w:rPr>
        <w:rFonts w:ascii="Marianne" w:hAnsi="Marianne"/>
        <w:sz w:val="24"/>
        <w:szCs w:val="24"/>
      </w:rPr>
    </w:pPr>
    <w:r w:rsidRPr="006B6A29">
      <w:rPr>
        <w:rFonts w:ascii="Marianne" w:hAnsi="Marianne"/>
        <w:sz w:val="24"/>
        <w:szCs w:val="24"/>
      </w:rPr>
      <w:fldChar w:fldCharType="begin"/>
    </w:r>
    <w:r w:rsidRPr="006B6A29">
      <w:rPr>
        <w:rFonts w:ascii="Marianne" w:hAnsi="Marianne"/>
        <w:sz w:val="24"/>
        <w:szCs w:val="24"/>
      </w:rPr>
      <w:instrText xml:space="preserve"> PAGE </w:instrText>
    </w:r>
    <w:r w:rsidRPr="006B6A29">
      <w:rPr>
        <w:rFonts w:ascii="Marianne" w:hAnsi="Marianne"/>
        <w:sz w:val="24"/>
        <w:szCs w:val="24"/>
      </w:rPr>
      <w:fldChar w:fldCharType="separate"/>
    </w:r>
    <w:r w:rsidRPr="006B6A29">
      <w:rPr>
        <w:rFonts w:ascii="Marianne" w:hAnsi="Marianne"/>
        <w:sz w:val="24"/>
        <w:szCs w:val="24"/>
      </w:rPr>
      <w:t>2</w:t>
    </w:r>
    <w:r w:rsidRPr="006B6A29">
      <w:rPr>
        <w:rFonts w:ascii="Marianne" w:hAnsi="Marianne"/>
        <w:sz w:val="24"/>
        <w:szCs w:val="24"/>
      </w:rPr>
      <w:fldChar w:fldCharType="end"/>
    </w:r>
    <w:r w:rsidRPr="006B6A29">
      <w:rPr>
        <w:rFonts w:ascii="Marianne" w:hAnsi="Marianne"/>
        <w:sz w:val="24"/>
        <w:szCs w:val="24"/>
      </w:rPr>
      <w:t xml:space="preserve"> / </w:t>
    </w:r>
    <w:r w:rsidRPr="006B6A29">
      <w:rPr>
        <w:rFonts w:ascii="Marianne" w:hAnsi="Marianne"/>
        <w:sz w:val="24"/>
        <w:szCs w:val="24"/>
      </w:rPr>
      <w:fldChar w:fldCharType="begin"/>
    </w:r>
    <w:r w:rsidRPr="006B6A29">
      <w:rPr>
        <w:rFonts w:ascii="Marianne" w:hAnsi="Marianne"/>
        <w:sz w:val="24"/>
        <w:szCs w:val="24"/>
      </w:rPr>
      <w:instrText xml:space="preserve"> NUMPAGES </w:instrText>
    </w:r>
    <w:r w:rsidRPr="006B6A29">
      <w:rPr>
        <w:rFonts w:ascii="Marianne" w:hAnsi="Marianne"/>
        <w:sz w:val="24"/>
        <w:szCs w:val="24"/>
      </w:rPr>
      <w:fldChar w:fldCharType="separate"/>
    </w:r>
    <w:r w:rsidRPr="006B6A29">
      <w:rPr>
        <w:rFonts w:ascii="Marianne" w:hAnsi="Marianne"/>
        <w:sz w:val="24"/>
        <w:szCs w:val="24"/>
      </w:rPr>
      <w:t>28</w:t>
    </w:r>
    <w:r w:rsidRPr="006B6A29">
      <w:rPr>
        <w:rFonts w:ascii="Marianne" w:hAnsi="Marianne"/>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807F5" w14:textId="77777777" w:rsidR="00895519" w:rsidRPr="006B6A29" w:rsidRDefault="00895519" w:rsidP="00895519">
    <w:pPr>
      <w:pStyle w:val="Pieddepage"/>
      <w:spacing w:before="120"/>
      <w:jc w:val="center"/>
      <w:rPr>
        <w:rFonts w:ascii="Marianne" w:hAnsi="Marianne"/>
        <w:sz w:val="24"/>
        <w:szCs w:val="24"/>
      </w:rPr>
    </w:pPr>
    <w:r w:rsidRPr="006B6A29">
      <w:rPr>
        <w:rFonts w:ascii="Marianne" w:hAnsi="Marianne"/>
        <w:noProof/>
        <w:sz w:val="24"/>
        <w:szCs w:val="24"/>
      </w:rPr>
      <w:drawing>
        <wp:anchor distT="0" distB="0" distL="114300" distR="114300" simplePos="0" relativeHeight="251662336" behindDoc="0" locked="0" layoutInCell="1" allowOverlap="1" wp14:anchorId="57CE9130" wp14:editId="2AA4CDC8">
          <wp:simplePos x="0" y="0"/>
          <wp:positionH relativeFrom="column">
            <wp:posOffset>3155656</wp:posOffset>
          </wp:positionH>
          <wp:positionV relativeFrom="paragraph">
            <wp:posOffset>-3497</wp:posOffset>
          </wp:positionV>
          <wp:extent cx="1029335" cy="334645"/>
          <wp:effectExtent l="0" t="0" r="0" b="8255"/>
          <wp:wrapNone/>
          <wp:docPr id="3" name="Image 3" descr="Artelia | Centre de ressources du Génie écolog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rtelia | Centre de ressources du Génie écologiq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9335" cy="334645"/>
                  </a:xfrm>
                  <a:prstGeom prst="rect">
                    <a:avLst/>
                  </a:prstGeom>
                  <a:noFill/>
                </pic:spPr>
              </pic:pic>
            </a:graphicData>
          </a:graphic>
          <wp14:sizeRelH relativeFrom="page">
            <wp14:pctWidth>0</wp14:pctWidth>
          </wp14:sizeRelH>
          <wp14:sizeRelV relativeFrom="page">
            <wp14:pctHeight>0</wp14:pctHeight>
          </wp14:sizeRelV>
        </wp:anchor>
      </w:drawing>
    </w:r>
    <w:r w:rsidRPr="006B6A29">
      <w:rPr>
        <w:rFonts w:ascii="Marianne" w:hAnsi="Marianne"/>
        <w:noProof/>
        <w:sz w:val="24"/>
        <w:szCs w:val="24"/>
      </w:rPr>
      <w:drawing>
        <wp:anchor distT="0" distB="0" distL="114300" distR="114300" simplePos="0" relativeHeight="251661312" behindDoc="0" locked="0" layoutInCell="1" allowOverlap="1" wp14:anchorId="0F77485A" wp14:editId="6E1F5E3D">
          <wp:simplePos x="0" y="0"/>
          <wp:positionH relativeFrom="column">
            <wp:posOffset>1852930</wp:posOffset>
          </wp:positionH>
          <wp:positionV relativeFrom="paragraph">
            <wp:posOffset>17780</wp:posOffset>
          </wp:positionV>
          <wp:extent cx="1122680" cy="317500"/>
          <wp:effectExtent l="0" t="0" r="1270" b="6350"/>
          <wp:wrapNone/>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6995120" descr="Une image contenant texte, Police, logo, Graphiqu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2680" cy="317500"/>
                  </a:xfrm>
                  <a:prstGeom prst="rect">
                    <a:avLst/>
                  </a:prstGeom>
                  <a:noFill/>
                </pic:spPr>
              </pic:pic>
            </a:graphicData>
          </a:graphic>
          <wp14:sizeRelH relativeFrom="page">
            <wp14:pctWidth>0</wp14:pctWidth>
          </wp14:sizeRelH>
          <wp14:sizeRelV relativeFrom="page">
            <wp14:pctHeight>0</wp14:pctHeight>
          </wp14:sizeRelV>
        </wp:anchor>
      </w:drawing>
    </w:r>
    <w:bookmarkStart w:id="81" w:name="_Hlk184128439"/>
    <w:bookmarkStart w:id="82" w:name="_Hlk184128440"/>
  </w:p>
  <w:p w14:paraId="38315502" w14:textId="737FA881" w:rsidR="00895519" w:rsidRPr="00895519" w:rsidRDefault="00895519" w:rsidP="00895519">
    <w:pPr>
      <w:pStyle w:val="Pieddepage"/>
      <w:spacing w:before="120"/>
      <w:jc w:val="center"/>
      <w:rPr>
        <w:rFonts w:ascii="Marianne" w:hAnsi="Marianne"/>
        <w:sz w:val="24"/>
        <w:szCs w:val="24"/>
      </w:rPr>
    </w:pPr>
    <w:r w:rsidRPr="006B6A29">
      <w:rPr>
        <w:rFonts w:ascii="Marianne" w:hAnsi="Marianne"/>
        <w:sz w:val="24"/>
        <w:szCs w:val="24"/>
      </w:rPr>
      <w:fldChar w:fldCharType="begin"/>
    </w:r>
    <w:r w:rsidRPr="006B6A29">
      <w:rPr>
        <w:rFonts w:ascii="Marianne" w:hAnsi="Marianne"/>
        <w:sz w:val="24"/>
        <w:szCs w:val="24"/>
      </w:rPr>
      <w:instrText xml:space="preserve"> FILENAME   \* MERGEFORMAT </w:instrText>
    </w:r>
    <w:r w:rsidRPr="006B6A29">
      <w:rPr>
        <w:rFonts w:ascii="Marianne" w:hAnsi="Marianne"/>
        <w:sz w:val="24"/>
        <w:szCs w:val="24"/>
      </w:rPr>
      <w:fldChar w:fldCharType="separate"/>
    </w:r>
    <w:r w:rsidR="00C304C5">
      <w:rPr>
        <w:rFonts w:ascii="Marianne" w:hAnsi="Marianne"/>
        <w:noProof/>
        <w:sz w:val="24"/>
        <w:szCs w:val="24"/>
      </w:rPr>
      <w:t xml:space="preserve">08. </w:t>
    </w:r>
    <w:r w:rsidR="00271644">
      <w:rPr>
        <w:rFonts w:ascii="Marianne" w:hAnsi="Marianne"/>
        <w:noProof/>
        <w:sz w:val="24"/>
        <w:szCs w:val="24"/>
      </w:rPr>
      <w:t>STCLOUD</w:t>
    </w:r>
    <w:r w:rsidR="00C304C5">
      <w:rPr>
        <w:rFonts w:ascii="Marianne" w:hAnsi="Marianne"/>
        <w:noProof/>
        <w:sz w:val="24"/>
        <w:szCs w:val="24"/>
      </w:rPr>
      <w:t xml:space="preserve"> – SOPAQ</w:t>
    </w:r>
    <w:r w:rsidRPr="006B6A29">
      <w:rPr>
        <w:rFonts w:ascii="Marianne" w:hAnsi="Marianne"/>
        <w:sz w:val="24"/>
        <w:szCs w:val="24"/>
      </w:rPr>
      <w:fldChar w:fldCharType="end"/>
    </w:r>
    <w:r w:rsidRPr="006B6A29">
      <w:rPr>
        <w:rFonts w:ascii="Marianne" w:hAnsi="Marianne"/>
        <w:noProof/>
        <w:sz w:val="24"/>
        <w:szCs w:val="24"/>
      </w:rPr>
      <w:tab/>
    </w:r>
    <w:r w:rsidRPr="006B6A29">
      <w:rPr>
        <w:rFonts w:ascii="Marianne" w:hAnsi="Marianne"/>
        <w:noProof/>
        <w:sz w:val="24"/>
        <w:szCs w:val="24"/>
      </w:rPr>
      <w:tab/>
    </w:r>
    <w:r w:rsidRPr="006B6A29">
      <w:rPr>
        <w:rFonts w:ascii="Marianne" w:hAnsi="Marianne"/>
        <w:sz w:val="24"/>
        <w:szCs w:val="24"/>
      </w:rPr>
      <w:fldChar w:fldCharType="begin"/>
    </w:r>
    <w:r w:rsidRPr="006B6A29">
      <w:rPr>
        <w:rFonts w:ascii="Marianne" w:hAnsi="Marianne"/>
        <w:sz w:val="24"/>
        <w:szCs w:val="24"/>
      </w:rPr>
      <w:instrText xml:space="preserve"> DATE  \@ "dd/MM/yyyy" </w:instrText>
    </w:r>
    <w:r w:rsidRPr="006B6A29">
      <w:rPr>
        <w:rFonts w:ascii="Marianne" w:hAnsi="Marianne"/>
        <w:sz w:val="24"/>
        <w:szCs w:val="24"/>
      </w:rPr>
      <w:fldChar w:fldCharType="separate"/>
    </w:r>
    <w:r w:rsidR="00271644">
      <w:rPr>
        <w:rFonts w:ascii="Marianne" w:hAnsi="Marianne"/>
        <w:noProof/>
        <w:sz w:val="24"/>
        <w:szCs w:val="24"/>
      </w:rPr>
      <w:t>06/08/2025</w:t>
    </w:r>
    <w:r w:rsidRPr="006B6A29">
      <w:rPr>
        <w:rFonts w:ascii="Marianne" w:hAnsi="Marianne"/>
        <w:sz w:val="24"/>
        <w:szCs w:val="24"/>
      </w:rPr>
      <w:fldChar w:fldCharType="end"/>
    </w:r>
    <w:bookmarkEnd w:id="81"/>
    <w:bookmarkEnd w:id="8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9489E" w14:textId="77777777" w:rsidR="00E216A0" w:rsidRDefault="00E216A0">
      <w:pPr>
        <w:spacing w:after="0"/>
      </w:pPr>
      <w:r>
        <w:rPr>
          <w:color w:val="000000"/>
        </w:rPr>
        <w:separator/>
      </w:r>
    </w:p>
  </w:footnote>
  <w:footnote w:type="continuationSeparator" w:id="0">
    <w:p w14:paraId="7A538399" w14:textId="77777777" w:rsidR="00E216A0" w:rsidRDefault="00E216A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8EB27" w14:textId="0BB16FB7" w:rsidR="006B6A29" w:rsidRPr="00786873" w:rsidRDefault="006B6A29" w:rsidP="006B6A29">
    <w:pPr>
      <w:pStyle w:val="Default"/>
      <w:rPr>
        <w:rFonts w:ascii="Marianne" w:hAnsi="Marianne"/>
        <w:color w:val="auto"/>
        <w:sz w:val="20"/>
        <w:szCs w:val="20"/>
      </w:rPr>
    </w:pPr>
    <w:bookmarkStart w:id="75" w:name="_Hlk203485374"/>
    <w:bookmarkStart w:id="76" w:name="_Hlk203485375"/>
    <w:r>
      <w:rPr>
        <w:rFonts w:ascii="Marianne" w:hAnsi="Marianne"/>
        <w:sz w:val="20"/>
        <w:szCs w:val="20"/>
      </w:rPr>
      <w:t>SOPAQ</w:t>
    </w:r>
    <w:r w:rsidRPr="00786873">
      <w:rPr>
        <w:rFonts w:ascii="Marianne" w:hAnsi="Marianne"/>
        <w:sz w:val="20"/>
        <w:szCs w:val="20"/>
      </w:rPr>
      <w:t xml:space="preserve"> – </w:t>
    </w:r>
    <w:r w:rsidRPr="00786873">
      <w:rPr>
        <w:rFonts w:ascii="Marianne" w:hAnsi="Marianne"/>
        <w:color w:val="auto"/>
        <w:sz w:val="20"/>
        <w:szCs w:val="20"/>
      </w:rPr>
      <w:t>Autoroute A</w:t>
    </w:r>
    <w:r w:rsidR="00271644">
      <w:rPr>
        <w:rFonts w:ascii="Marianne" w:hAnsi="Marianne"/>
        <w:color w:val="auto"/>
        <w:sz w:val="20"/>
        <w:szCs w:val="20"/>
      </w:rPr>
      <w:t>13</w:t>
    </w:r>
    <w:r w:rsidRPr="00786873">
      <w:rPr>
        <w:rFonts w:ascii="Marianne" w:hAnsi="Marianne"/>
        <w:color w:val="auto"/>
        <w:sz w:val="20"/>
        <w:szCs w:val="20"/>
      </w:rPr>
      <w:t xml:space="preserve"> – </w:t>
    </w:r>
    <w:bookmarkEnd w:id="75"/>
    <w:bookmarkEnd w:id="76"/>
    <w:r w:rsidR="00271644" w:rsidRPr="00271644">
      <w:rPr>
        <w:rFonts w:ascii="Marianne" w:hAnsi="Marianne"/>
        <w:color w:val="auto"/>
        <w:sz w:val="20"/>
        <w:szCs w:val="20"/>
      </w:rPr>
      <w:t>Travaux d’amélioration de la pression du réseau incendie du tunnel de Saint-Cloud (A13) par l’installation de deux surpresseurs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D4E47" w14:textId="77777777" w:rsidR="00895519" w:rsidRDefault="00895519" w:rsidP="00895519">
    <w:pPr>
      <w:pStyle w:val="ServiceInfoHeader"/>
      <w:tabs>
        <w:tab w:val="left" w:pos="6125"/>
      </w:tabs>
      <w:jc w:val="left"/>
    </w:pPr>
    <w:bookmarkStart w:id="77" w:name="_Hlk203485376"/>
    <w:bookmarkStart w:id="78" w:name="_Hlk203485377"/>
    <w:bookmarkStart w:id="79" w:name="_Hlk203485378"/>
    <w:bookmarkStart w:id="80" w:name="_Hlk203485379"/>
    <w:r>
      <w:rPr>
        <w:noProof/>
      </w:rPr>
      <w:drawing>
        <wp:anchor distT="0" distB="0" distL="114300" distR="114300" simplePos="0" relativeHeight="251659264" behindDoc="0" locked="0" layoutInCell="1" allowOverlap="1" wp14:anchorId="11FAD14E" wp14:editId="5E3C4EF0">
          <wp:simplePos x="0" y="0"/>
          <wp:positionH relativeFrom="column">
            <wp:posOffset>-419100</wp:posOffset>
          </wp:positionH>
          <wp:positionV relativeFrom="paragraph">
            <wp:posOffset>0</wp:posOffset>
          </wp:positionV>
          <wp:extent cx="1757045" cy="1397000"/>
          <wp:effectExtent l="0" t="0" r="0" b="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7045" cy="1397000"/>
                  </a:xfrm>
                  <a:prstGeom prst="rect">
                    <a:avLst/>
                  </a:prstGeom>
                  <a:noFill/>
                </pic:spPr>
              </pic:pic>
            </a:graphicData>
          </a:graphic>
          <wp14:sizeRelH relativeFrom="page">
            <wp14:pctWidth>0</wp14:pctWidth>
          </wp14:sizeRelH>
          <wp14:sizeRelV relativeFrom="page">
            <wp14:pctHeight>0</wp14:pctHeight>
          </wp14:sizeRelV>
        </wp:anchor>
      </w:drawing>
    </w:r>
    <w:r>
      <w:tab/>
    </w:r>
  </w:p>
  <w:p w14:paraId="6250C2D9" w14:textId="77777777" w:rsidR="00895519" w:rsidRDefault="00895519" w:rsidP="00895519">
    <w:pPr>
      <w:pStyle w:val="ServiceInfoHeader"/>
    </w:pPr>
    <w:r>
      <w:t>Direction régionale et interdépartementale de l’environnement, de l’aménagement et des transports d’Île-de-France</w:t>
    </w:r>
  </w:p>
  <w:p w14:paraId="50C94F28" w14:textId="7D644879" w:rsidR="00271644" w:rsidRPr="00271644" w:rsidRDefault="00895519" w:rsidP="00271644">
    <w:pPr>
      <w:pStyle w:val="ServiceInfoHeader"/>
      <w:tabs>
        <w:tab w:val="right" w:pos="9076"/>
      </w:tabs>
      <w:spacing w:before="113"/>
      <w:ind w:left="50"/>
    </w:pPr>
    <w:r>
      <w:tab/>
    </w:r>
    <w:bookmarkEnd w:id="77"/>
    <w:bookmarkEnd w:id="78"/>
    <w:bookmarkEnd w:id="79"/>
    <w:bookmarkEnd w:id="80"/>
  </w:p>
  <w:p w14:paraId="656AB4BA" w14:textId="55EE8586" w:rsidR="00895519" w:rsidRDefault="00271644" w:rsidP="00271644">
    <w:pPr>
      <w:pStyle w:val="En-tte"/>
    </w:pPr>
    <w:r w:rsidRPr="00271644">
      <w:rPr>
        <w:rFonts w:ascii="Marianne" w:eastAsia="Lucida Sans Unicode" w:hAnsi="Marianne" w:cs="Arial"/>
        <w:b/>
        <w:bCs/>
        <w:kern w:val="3"/>
        <w:sz w:val="24"/>
        <w:szCs w:val="24"/>
        <w:lang w:eastAsia="fr-FR"/>
      </w:rPr>
      <w:t>Marché public de travaux passé au terme d’une procédure adaptée définie aux articles L.2123-1 et R.2123-1 à R.2123-7 du Code de la commande publique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158F"/>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38E0663"/>
    <w:multiLevelType w:val="multilevel"/>
    <w:tmpl w:val="6D8C050C"/>
    <w:styleLink w:val="LFO2"/>
    <w:lvl w:ilvl="0">
      <w:start w:val="1"/>
      <w:numFmt w:val="decimal"/>
      <w:pStyle w:val="Style3"/>
      <w:lvlText w:val="%1 —"/>
      <w:lvlJc w:val="left"/>
      <w:pPr>
        <w:ind w:left="2468" w:hanging="624"/>
      </w:pPr>
    </w:lvl>
    <w:lvl w:ilvl="1">
      <w:start w:val="1"/>
      <w:numFmt w:val="decimal"/>
      <w:lvlText w:val="%1.%2"/>
      <w:lvlJc w:val="left"/>
      <w:pPr>
        <w:ind w:left="624" w:hanging="624"/>
      </w:pPr>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E44BA2"/>
    <w:multiLevelType w:val="multilevel"/>
    <w:tmpl w:val="8564F22E"/>
    <w:styleLink w:val="WWOutlineListStyle6"/>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3" w15:restartNumberingAfterBreak="0">
    <w:nsid w:val="08C35F33"/>
    <w:multiLevelType w:val="multilevel"/>
    <w:tmpl w:val="CC182D98"/>
    <w:styleLink w:val="WWOutlineListStyle13"/>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4" w15:restartNumberingAfterBreak="0">
    <w:nsid w:val="0A533D7E"/>
    <w:multiLevelType w:val="multilevel"/>
    <w:tmpl w:val="BA501964"/>
    <w:styleLink w:val="WWOutlineListStyle12"/>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5" w15:restartNumberingAfterBreak="0">
    <w:nsid w:val="10054D3B"/>
    <w:multiLevelType w:val="multilevel"/>
    <w:tmpl w:val="4FB40454"/>
    <w:styleLink w:val="WWNum43"/>
    <w:lvl w:ilvl="0">
      <w:start w:val="1"/>
      <w:numFmt w:val="decimal"/>
      <w:lvlText w:val="%1 —"/>
      <w:lvlJc w:val="left"/>
      <w:pPr>
        <w:ind w:left="624" w:hanging="624"/>
      </w:pPr>
      <w:rPr>
        <w:rFonts w:cs="Times New Roman"/>
      </w:rPr>
    </w:lvl>
    <w:lvl w:ilvl="1">
      <w:start w:val="1"/>
      <w:numFmt w:val="decimal"/>
      <w:lvlText w:val="%1.%2"/>
      <w:lvlJc w:val="left"/>
      <w:pPr>
        <w:ind w:left="1050" w:hanging="624"/>
      </w:pPr>
      <w:rPr>
        <w:rFonts w:cs="Times New Roman"/>
      </w:rPr>
    </w:lvl>
    <w:lvl w:ilvl="2">
      <w:start w:val="1"/>
      <w:numFmt w:val="decimal"/>
      <w:suff w:val="space"/>
      <w:lvlText w:val="%1.%2.%3"/>
      <w:lvlJc w:val="left"/>
      <w:rPr>
        <w:rFonts w:cs="Times New Roman"/>
      </w:rPr>
    </w:lvl>
    <w:lvl w:ilvl="3">
      <w:start w:val="1"/>
      <w:numFmt w:val="decimal"/>
      <w:suff w:val="space"/>
      <w:lvlText w:val="%1.%2.%3.%4"/>
      <w:lvlJc w:val="left"/>
      <w:pPr>
        <w:ind w:left="142" w:firstLine="0"/>
      </w:pPr>
      <w:rPr>
        <w:rFonts w:cs="Times New Roman"/>
      </w:rPr>
    </w:lvl>
    <w:lvl w:ilvl="4">
      <w:start w:val="1"/>
      <w:numFmt w:val="decimal"/>
      <w:suff w:val="space"/>
      <w:lvlText w:val="%1.%2.%3.%4.%5"/>
      <w:lvlJc w:val="left"/>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 w15:restartNumberingAfterBreak="0">
    <w:nsid w:val="10E423E4"/>
    <w:multiLevelType w:val="multilevel"/>
    <w:tmpl w:val="53ECEFB6"/>
    <w:styleLink w:val="WWOutlineListStyle5"/>
    <w:lvl w:ilvl="0">
      <w:start w:val="1"/>
      <w:numFmt w:val="decimal"/>
      <w:lvlText w:val="%1 —"/>
      <w:lvlJc w:val="left"/>
      <w:pPr>
        <w:ind w:left="2468"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7" w15:restartNumberingAfterBreak="0">
    <w:nsid w:val="16F55AFA"/>
    <w:multiLevelType w:val="multilevel"/>
    <w:tmpl w:val="D8220D26"/>
    <w:styleLink w:val="LFO8"/>
    <w:lvl w:ilvl="0">
      <w:start w:val="1"/>
      <w:numFmt w:val="decimal"/>
      <w:pStyle w:val="SETECNumerotation3"/>
      <w:lvlText w:val="%1."/>
      <w:lvlJc w:val="left"/>
      <w:pPr>
        <w:ind w:left="567" w:hanging="283"/>
      </w:pPr>
      <w:rPr>
        <w:rFonts w:ascii="Arial Gras" w:hAnsi="Arial Gras"/>
        <w:b/>
        <w:i w:val="0"/>
        <w:color w:val="7299CE"/>
        <w:sz w:val="20"/>
      </w:rPr>
    </w:lvl>
    <w:lvl w:ilvl="1">
      <w:start w:val="1"/>
      <w:numFmt w:val="lowerRoman"/>
      <w:lvlText w:val="%2)"/>
      <w:lvlJc w:val="left"/>
      <w:pPr>
        <w:ind w:left="851" w:hanging="284"/>
      </w:pPr>
      <w:rPr>
        <w:rFonts w:ascii="Arial Gras" w:hAnsi="Arial Gras"/>
        <w:b/>
        <w:i w:val="0"/>
        <w:color w:val="7299CE"/>
      </w:rPr>
    </w:lvl>
    <w:lvl w:ilvl="2">
      <w:start w:val="1"/>
      <w:numFmt w:val="lowerLetter"/>
      <w:lvlText w:val="%3)"/>
      <w:lvlJc w:val="left"/>
      <w:pPr>
        <w:ind w:left="1134" w:hanging="283"/>
      </w:pPr>
      <w:rPr>
        <w:color w:val="7299C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93418A8"/>
    <w:multiLevelType w:val="multilevel"/>
    <w:tmpl w:val="1FC0826E"/>
    <w:styleLink w:val="WW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96B4200"/>
    <w:multiLevelType w:val="multilevel"/>
    <w:tmpl w:val="561E558A"/>
    <w:styleLink w:val="WWOutlineListStyle14"/>
    <w:lvl w:ilvl="0">
      <w:start w:val="1"/>
      <w:numFmt w:val="decimal"/>
      <w:pStyle w:val="STitre3"/>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10" w15:restartNumberingAfterBreak="0">
    <w:nsid w:val="1A1971E7"/>
    <w:multiLevelType w:val="multilevel"/>
    <w:tmpl w:val="DC8698B0"/>
    <w:styleLink w:val="SETECStyleliste"/>
    <w:lvl w:ilvl="0">
      <w:numFmt w:val="bullet"/>
      <w:lvlText w:val="•"/>
      <w:lvlJc w:val="left"/>
      <w:pPr>
        <w:ind w:left="283" w:hanging="283"/>
      </w:pPr>
      <w:rPr>
        <w:rFonts w:ascii="Arial" w:hAnsi="Arial"/>
        <w:b/>
        <w:i w:val="0"/>
        <w:color w:val="FF622E"/>
        <w:sz w:val="20"/>
      </w:rPr>
    </w:lvl>
    <w:lvl w:ilvl="1">
      <w:numFmt w:val="bullet"/>
      <w:lvlText w:val="▪"/>
      <w:lvlJc w:val="left"/>
      <w:pPr>
        <w:ind w:left="567" w:hanging="283"/>
      </w:pPr>
      <w:rPr>
        <w:rFonts w:ascii="Arial" w:hAnsi="Arial"/>
        <w:b/>
        <w:i w:val="0"/>
        <w:color w:val="FF622E"/>
        <w:sz w:val="20"/>
      </w:rPr>
    </w:lvl>
    <w:lvl w:ilvl="2">
      <w:numFmt w:val="bullet"/>
      <w:lvlText w:val=""/>
      <w:lvlJc w:val="left"/>
      <w:pPr>
        <w:ind w:left="851" w:hanging="284"/>
      </w:pPr>
      <w:rPr>
        <w:rFonts w:ascii="Wingdings" w:hAnsi="Wingdings"/>
        <w:b/>
        <w:i w:val="0"/>
        <w:color w:val="FF622E"/>
        <w:sz w:val="20"/>
      </w:rPr>
    </w:lvl>
    <w:lvl w:ilvl="3">
      <w:numFmt w:val="bullet"/>
      <w:lvlText w:val="−"/>
      <w:lvlJc w:val="left"/>
      <w:pPr>
        <w:ind w:left="1134" w:hanging="283"/>
      </w:pPr>
      <w:rPr>
        <w:rFonts w:ascii="Arial" w:hAnsi="Arial"/>
        <w:b/>
        <w:i w:val="0"/>
        <w:color w:val="FF622E"/>
        <w:sz w:val="20"/>
      </w:rPr>
    </w:lvl>
    <w:lvl w:ilvl="4">
      <w:numFmt w:val="bullet"/>
      <w:lvlText w:val="o"/>
      <w:lvlJc w:val="left"/>
      <w:pPr>
        <w:ind w:left="3316" w:hanging="360"/>
      </w:pPr>
      <w:rPr>
        <w:rFonts w:ascii="Courier New" w:hAnsi="Courier New" w:cs="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cs="Courier New"/>
      </w:rPr>
    </w:lvl>
    <w:lvl w:ilvl="8">
      <w:numFmt w:val="bullet"/>
      <w:lvlText w:val=""/>
      <w:lvlJc w:val="left"/>
      <w:pPr>
        <w:ind w:left="6196" w:hanging="360"/>
      </w:pPr>
      <w:rPr>
        <w:rFonts w:ascii="Wingdings" w:hAnsi="Wingdings"/>
      </w:rPr>
    </w:lvl>
  </w:abstractNum>
  <w:abstractNum w:abstractNumId="11" w15:restartNumberingAfterBreak="0">
    <w:nsid w:val="1AAC6323"/>
    <w:multiLevelType w:val="multilevel"/>
    <w:tmpl w:val="0234D2FC"/>
    <w:styleLink w:val="WWNum1"/>
    <w:lvl w:ilvl="0">
      <w:start w:val="1"/>
      <w:numFmt w:val="decimal"/>
      <w:lvlText w:val="%1 —"/>
      <w:lvlJc w:val="left"/>
      <w:pPr>
        <w:ind w:left="2468" w:hanging="624"/>
      </w:pPr>
      <w:rPr>
        <w:rFonts w:cs="Times New Roman"/>
      </w:rPr>
    </w:lvl>
    <w:lvl w:ilvl="1">
      <w:start w:val="1"/>
      <w:numFmt w:val="decimal"/>
      <w:lvlText w:val="%1.%2"/>
      <w:lvlJc w:val="left"/>
      <w:pPr>
        <w:ind w:left="624" w:hanging="624"/>
      </w:pPr>
      <w:rPr>
        <w:rFonts w:cs="Times New Roman"/>
      </w:rPr>
    </w:lvl>
    <w:lvl w:ilvl="2">
      <w:start w:val="1"/>
      <w:numFmt w:val="decimal"/>
      <w:suff w:val="space"/>
      <w:lvlText w:val="%1.%2.%3"/>
      <w:lvlJc w:val="left"/>
      <w:rPr>
        <w:rFonts w:cs="Times New Roman"/>
      </w:rPr>
    </w:lvl>
    <w:lvl w:ilvl="3">
      <w:start w:val="1"/>
      <w:numFmt w:val="decimal"/>
      <w:suff w:val="space"/>
      <w:lvlText w:val="%1.%2.%3.%4"/>
      <w:lvlJc w:val="left"/>
      <w:rPr>
        <w:rFonts w:cs="Times New Roman"/>
      </w:rPr>
    </w:lvl>
    <w:lvl w:ilvl="4">
      <w:start w:val="1"/>
      <w:numFmt w:val="decimal"/>
      <w:suff w:val="space"/>
      <w:lvlText w:val="%1.%2.%3.%4.%5"/>
      <w:lvlJc w:val="left"/>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15:restartNumberingAfterBreak="0">
    <w:nsid w:val="1F15309F"/>
    <w:multiLevelType w:val="multilevel"/>
    <w:tmpl w:val="1F6A7F0A"/>
    <w:styleLink w:val="Numbering123"/>
    <w:lvl w:ilvl="0">
      <w:start w:val="1"/>
      <w:numFmt w:val="decimal"/>
      <w:lvlText w:val="%1."/>
      <w:lvlJc w:val="left"/>
      <w:pPr>
        <w:ind w:left="754" w:hanging="397"/>
      </w:pPr>
    </w:lvl>
    <w:lvl w:ilvl="1">
      <w:start w:val="1"/>
      <w:numFmt w:val="decimal"/>
      <w:lvlText w:val="%1.%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13" w15:restartNumberingAfterBreak="0">
    <w:nsid w:val="22845036"/>
    <w:multiLevelType w:val="multilevel"/>
    <w:tmpl w:val="FB4EA482"/>
    <w:styleLink w:val="SETECStylenumrotation"/>
    <w:lvl w:ilvl="0">
      <w:start w:val="1"/>
      <w:numFmt w:val="decimal"/>
      <w:lvlText w:val="%1."/>
      <w:lvlJc w:val="left"/>
      <w:pPr>
        <w:ind w:left="567" w:hanging="283"/>
      </w:pPr>
      <w:rPr>
        <w:rFonts w:ascii="Arial Gras" w:hAnsi="Arial Gras"/>
        <w:b/>
        <w:i w:val="0"/>
        <w:color w:val="7299CE"/>
        <w:sz w:val="20"/>
      </w:rPr>
    </w:lvl>
    <w:lvl w:ilvl="1">
      <w:start w:val="1"/>
      <w:numFmt w:val="lowerRoman"/>
      <w:lvlText w:val="%2)"/>
      <w:lvlJc w:val="left"/>
      <w:pPr>
        <w:ind w:left="851" w:hanging="284"/>
      </w:pPr>
      <w:rPr>
        <w:rFonts w:ascii="Arial Gras" w:hAnsi="Arial Gras"/>
        <w:b/>
        <w:i w:val="0"/>
        <w:color w:val="7299CE"/>
      </w:rPr>
    </w:lvl>
    <w:lvl w:ilvl="2">
      <w:start w:val="1"/>
      <w:numFmt w:val="lowerLetter"/>
      <w:lvlText w:val="%3)"/>
      <w:lvlJc w:val="left"/>
      <w:pPr>
        <w:ind w:left="1134" w:hanging="283"/>
      </w:pPr>
      <w:rPr>
        <w:color w:val="7299C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64B4925"/>
    <w:multiLevelType w:val="multilevel"/>
    <w:tmpl w:val="B688F76A"/>
    <w:styleLink w:val="WWOutlineListStyle3"/>
    <w:lvl w:ilvl="0">
      <w:start w:val="1"/>
      <w:numFmt w:val="decimal"/>
      <w:lvlText w:val="%1 —"/>
      <w:lvlJc w:val="left"/>
      <w:pPr>
        <w:ind w:left="2468"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15" w15:restartNumberingAfterBreak="0">
    <w:nsid w:val="381A774B"/>
    <w:multiLevelType w:val="multilevel"/>
    <w:tmpl w:val="A1585490"/>
    <w:styleLink w:val="LFO44"/>
    <w:lvl w:ilvl="0">
      <w:numFmt w:val="bullet"/>
      <w:pStyle w:val="SETECTextepuce1"/>
      <w:lvlText w:val="•"/>
      <w:lvlJc w:val="left"/>
      <w:pPr>
        <w:ind w:left="643" w:hanging="283"/>
      </w:pPr>
      <w:rPr>
        <w:rFonts w:ascii="Arial" w:hAnsi="Arial"/>
        <w:b/>
        <w:i w:val="0"/>
        <w:color w:val="C0504D"/>
        <w:sz w:val="20"/>
      </w:rPr>
    </w:lvl>
    <w:lvl w:ilvl="1">
      <w:numFmt w:val="bullet"/>
      <w:lvlText w:val="▪"/>
      <w:lvlJc w:val="left"/>
      <w:pPr>
        <w:ind w:left="927" w:hanging="283"/>
      </w:pPr>
      <w:rPr>
        <w:rFonts w:ascii="Arial" w:hAnsi="Arial"/>
        <w:b/>
        <w:i w:val="0"/>
        <w:color w:val="C0504D"/>
        <w:sz w:val="20"/>
      </w:rPr>
    </w:lvl>
    <w:lvl w:ilvl="2">
      <w:numFmt w:val="bullet"/>
      <w:lvlText w:val=""/>
      <w:lvlJc w:val="left"/>
      <w:pPr>
        <w:ind w:left="1211" w:hanging="284"/>
      </w:pPr>
      <w:rPr>
        <w:rFonts w:ascii="Wingdings" w:hAnsi="Wingdings"/>
        <w:b/>
        <w:i w:val="0"/>
        <w:color w:val="C0504D"/>
        <w:sz w:val="20"/>
      </w:rPr>
    </w:lvl>
    <w:lvl w:ilvl="3">
      <w:numFmt w:val="bullet"/>
      <w:lvlText w:val="−"/>
      <w:lvlJc w:val="left"/>
      <w:pPr>
        <w:ind w:left="1494" w:hanging="283"/>
      </w:pPr>
      <w:rPr>
        <w:rFonts w:ascii="Arial" w:hAnsi="Arial"/>
        <w:b/>
        <w:i w:val="0"/>
        <w:color w:val="C0504D"/>
        <w:sz w:val="20"/>
      </w:rPr>
    </w:lvl>
    <w:lvl w:ilvl="4">
      <w:numFmt w:val="bullet"/>
      <w:lvlText w:val="o"/>
      <w:lvlJc w:val="left"/>
      <w:pPr>
        <w:ind w:left="3676" w:hanging="360"/>
      </w:pPr>
      <w:rPr>
        <w:rFonts w:ascii="Courier New" w:hAnsi="Courier New" w:cs="Courier New"/>
      </w:rPr>
    </w:lvl>
    <w:lvl w:ilvl="5">
      <w:numFmt w:val="bullet"/>
      <w:lvlText w:val=""/>
      <w:lvlJc w:val="left"/>
      <w:pPr>
        <w:ind w:left="4396" w:hanging="360"/>
      </w:pPr>
      <w:rPr>
        <w:rFonts w:ascii="Wingdings" w:hAnsi="Wingdings"/>
      </w:rPr>
    </w:lvl>
    <w:lvl w:ilvl="6">
      <w:numFmt w:val="bullet"/>
      <w:lvlText w:val=""/>
      <w:lvlJc w:val="left"/>
      <w:pPr>
        <w:ind w:left="5116" w:hanging="360"/>
      </w:pPr>
      <w:rPr>
        <w:rFonts w:ascii="Symbol" w:hAnsi="Symbol"/>
      </w:rPr>
    </w:lvl>
    <w:lvl w:ilvl="7">
      <w:numFmt w:val="bullet"/>
      <w:lvlText w:val="o"/>
      <w:lvlJc w:val="left"/>
      <w:pPr>
        <w:ind w:left="5836" w:hanging="360"/>
      </w:pPr>
      <w:rPr>
        <w:rFonts w:ascii="Courier New" w:hAnsi="Courier New" w:cs="Courier New"/>
      </w:rPr>
    </w:lvl>
    <w:lvl w:ilvl="8">
      <w:numFmt w:val="bullet"/>
      <w:lvlText w:val=""/>
      <w:lvlJc w:val="left"/>
      <w:pPr>
        <w:ind w:left="6556" w:hanging="360"/>
      </w:pPr>
      <w:rPr>
        <w:rFonts w:ascii="Wingdings" w:hAnsi="Wingdings"/>
      </w:rPr>
    </w:lvl>
  </w:abstractNum>
  <w:abstractNum w:abstractNumId="16" w15:restartNumberingAfterBreak="0">
    <w:nsid w:val="43803636"/>
    <w:multiLevelType w:val="multilevel"/>
    <w:tmpl w:val="FF86721C"/>
    <w:styleLink w:val="WWOutlineListStyle8"/>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17" w15:restartNumberingAfterBreak="0">
    <w:nsid w:val="4A6838DB"/>
    <w:multiLevelType w:val="multilevel"/>
    <w:tmpl w:val="AC468988"/>
    <w:styleLink w:val="WWOutlineListStyle10"/>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18" w15:restartNumberingAfterBreak="0">
    <w:nsid w:val="4E780A54"/>
    <w:multiLevelType w:val="multilevel"/>
    <w:tmpl w:val="CA8E2118"/>
    <w:styleLink w:val="LFO16"/>
    <w:lvl w:ilvl="0">
      <w:numFmt w:val="bullet"/>
      <w:lvlText w:val="•"/>
      <w:lvlJc w:val="left"/>
      <w:pPr>
        <w:ind w:left="283" w:hanging="283"/>
      </w:pPr>
      <w:rPr>
        <w:rFonts w:ascii="Arial" w:hAnsi="Arial"/>
      </w:rPr>
    </w:lvl>
    <w:lvl w:ilvl="1">
      <w:numFmt w:val="bullet"/>
      <w:lvlText w:val="▪"/>
      <w:lvlJc w:val="left"/>
      <w:pPr>
        <w:ind w:left="567" w:hanging="283"/>
      </w:pPr>
      <w:rPr>
        <w:rFonts w:ascii="Arial" w:hAnsi="Arial"/>
      </w:rPr>
    </w:lvl>
    <w:lvl w:ilvl="2">
      <w:numFmt w:val="bullet"/>
      <w:lvlText w:val=""/>
      <w:lvlJc w:val="left"/>
      <w:pPr>
        <w:ind w:left="851" w:hanging="284"/>
      </w:pPr>
      <w:rPr>
        <w:rFonts w:ascii="Wingdings" w:hAnsi="Wingdings"/>
      </w:rPr>
    </w:lvl>
    <w:lvl w:ilvl="3">
      <w:numFmt w:val="bullet"/>
      <w:lvlText w:val="−"/>
      <w:lvlJc w:val="left"/>
      <w:pPr>
        <w:ind w:left="1134" w:hanging="283"/>
      </w:pPr>
      <w:rPr>
        <w:rFonts w:ascii="Arial" w:hAnsi="Arial"/>
      </w:rPr>
    </w:lvl>
    <w:lvl w:ilvl="4">
      <w:numFmt w:val="bullet"/>
      <w:lvlText w:val="o"/>
      <w:lvlJc w:val="left"/>
      <w:pPr>
        <w:ind w:left="3316" w:hanging="360"/>
      </w:pPr>
      <w:rPr>
        <w:rFonts w:ascii="Courier New" w:hAnsi="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rPr>
    </w:lvl>
    <w:lvl w:ilvl="8">
      <w:numFmt w:val="bullet"/>
      <w:lvlText w:val=""/>
      <w:lvlJc w:val="left"/>
      <w:pPr>
        <w:ind w:left="6196" w:hanging="360"/>
      </w:pPr>
      <w:rPr>
        <w:rFonts w:ascii="Wingdings" w:hAnsi="Wingdings"/>
      </w:rPr>
    </w:lvl>
  </w:abstractNum>
  <w:abstractNum w:abstractNumId="19" w15:restartNumberingAfterBreak="0">
    <w:nsid w:val="51CD6CF4"/>
    <w:multiLevelType w:val="multilevel"/>
    <w:tmpl w:val="4650FE80"/>
    <w:styleLink w:val="WWOutlineListStyle"/>
    <w:lvl w:ilvl="0">
      <w:start w:val="1"/>
      <w:numFmt w:val="upperRoman"/>
      <w:lvlText w:val="Article %1."/>
      <w:lvlJc w:val="left"/>
    </w:lvl>
    <w:lvl w:ilvl="1">
      <w:start w:val="1"/>
      <w:numFmt w:val="decimal"/>
      <w:lvlText w:val="Section %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20" w15:restartNumberingAfterBreak="0">
    <w:nsid w:val="55281E9D"/>
    <w:multiLevelType w:val="multilevel"/>
    <w:tmpl w:val="3EDAC5CC"/>
    <w:styleLink w:val="WWOutlineListStyle2"/>
    <w:lvl w:ilvl="0">
      <w:start w:val="1"/>
      <w:numFmt w:val="decimal"/>
      <w:lvlText w:val="%1 —"/>
      <w:lvlJc w:val="left"/>
      <w:pPr>
        <w:ind w:left="2468"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21" w15:restartNumberingAfterBreak="0">
    <w:nsid w:val="5ED96C0B"/>
    <w:multiLevelType w:val="multilevel"/>
    <w:tmpl w:val="657A51DC"/>
    <w:styleLink w:val="WWOutlineListStyle1"/>
    <w:lvl w:ilvl="0">
      <w:start w:val="1"/>
      <w:numFmt w:val="decimal"/>
      <w:lvlText w:val="%1 —"/>
      <w:lvlJc w:val="left"/>
      <w:pPr>
        <w:ind w:left="2468" w:hanging="624"/>
      </w:pPr>
    </w:lvl>
    <w:lvl w:ilvl="1">
      <w:start w:val="1"/>
      <w:numFmt w:val="decimal"/>
      <w:lvlText w:val="Section %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22" w15:restartNumberingAfterBreak="0">
    <w:nsid w:val="61A37FD5"/>
    <w:multiLevelType w:val="multilevel"/>
    <w:tmpl w:val="D2A49B1E"/>
    <w:styleLink w:val="WWOutlineListStyle7"/>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23" w15:restartNumberingAfterBreak="0">
    <w:nsid w:val="649F6A76"/>
    <w:multiLevelType w:val="multilevel"/>
    <w:tmpl w:val="EA6CEFB2"/>
    <w:styleLink w:val="LFO39"/>
    <w:lvl w:ilvl="0">
      <w:start w:val="1"/>
      <w:numFmt w:val="decimal"/>
      <w:lvlText w:val="%1 —"/>
      <w:lvlJc w:val="left"/>
      <w:pPr>
        <w:ind w:left="2468" w:hanging="624"/>
      </w:pPr>
    </w:lvl>
    <w:lvl w:ilvl="1">
      <w:start w:val="1"/>
      <w:numFmt w:val="decimal"/>
      <w:lvlText w:val="%1.%2"/>
      <w:lvlJc w:val="left"/>
      <w:pPr>
        <w:ind w:left="624" w:hanging="624"/>
      </w:pPr>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ABA244A"/>
    <w:multiLevelType w:val="multilevel"/>
    <w:tmpl w:val="CCA0B970"/>
    <w:styleLink w:val="LFO7"/>
    <w:lvl w:ilvl="0">
      <w:numFmt w:val="bullet"/>
      <w:pStyle w:val="Puceniveau3"/>
      <w:lvlText w:val="•"/>
      <w:lvlJc w:val="left"/>
      <w:pPr>
        <w:ind w:left="283" w:hanging="283"/>
      </w:pPr>
      <w:rPr>
        <w:rFonts w:ascii="Arial" w:hAnsi="Arial"/>
        <w:b/>
        <w:i w:val="0"/>
        <w:color w:val="FF622E"/>
        <w:sz w:val="20"/>
      </w:rPr>
    </w:lvl>
    <w:lvl w:ilvl="1">
      <w:numFmt w:val="bullet"/>
      <w:lvlText w:val="▪"/>
      <w:lvlJc w:val="left"/>
      <w:pPr>
        <w:ind w:left="567" w:hanging="283"/>
      </w:pPr>
      <w:rPr>
        <w:rFonts w:ascii="Arial" w:hAnsi="Arial"/>
        <w:b/>
        <w:i w:val="0"/>
        <w:color w:val="FF622E"/>
        <w:sz w:val="20"/>
      </w:rPr>
    </w:lvl>
    <w:lvl w:ilvl="2">
      <w:numFmt w:val="bullet"/>
      <w:lvlText w:val=""/>
      <w:lvlJc w:val="left"/>
      <w:pPr>
        <w:ind w:left="851" w:hanging="284"/>
      </w:pPr>
      <w:rPr>
        <w:rFonts w:ascii="Wingdings" w:hAnsi="Wingdings"/>
        <w:b/>
        <w:i w:val="0"/>
        <w:color w:val="FF622E"/>
        <w:sz w:val="20"/>
      </w:rPr>
    </w:lvl>
    <w:lvl w:ilvl="3">
      <w:numFmt w:val="bullet"/>
      <w:lvlText w:val="−"/>
      <w:lvlJc w:val="left"/>
      <w:pPr>
        <w:ind w:left="1134" w:hanging="283"/>
      </w:pPr>
      <w:rPr>
        <w:rFonts w:ascii="Arial" w:hAnsi="Arial"/>
        <w:b/>
        <w:i w:val="0"/>
        <w:color w:val="FF622E"/>
        <w:sz w:val="20"/>
      </w:rPr>
    </w:lvl>
    <w:lvl w:ilvl="4">
      <w:numFmt w:val="bullet"/>
      <w:lvlText w:val="o"/>
      <w:lvlJc w:val="left"/>
      <w:pPr>
        <w:ind w:left="3316" w:hanging="360"/>
      </w:pPr>
      <w:rPr>
        <w:rFonts w:ascii="Courier New" w:hAnsi="Courier New" w:cs="Courier New"/>
      </w:rPr>
    </w:lvl>
    <w:lvl w:ilvl="5">
      <w:numFmt w:val="bullet"/>
      <w:lvlText w:val=""/>
      <w:lvlJc w:val="left"/>
      <w:pPr>
        <w:ind w:left="4036" w:hanging="360"/>
      </w:pPr>
      <w:rPr>
        <w:rFonts w:ascii="Wingdings" w:hAnsi="Wingdings"/>
      </w:rPr>
    </w:lvl>
    <w:lvl w:ilvl="6">
      <w:numFmt w:val="bullet"/>
      <w:lvlText w:val=""/>
      <w:lvlJc w:val="left"/>
      <w:pPr>
        <w:ind w:left="4756" w:hanging="360"/>
      </w:pPr>
      <w:rPr>
        <w:rFonts w:ascii="Symbol" w:hAnsi="Symbol"/>
      </w:rPr>
    </w:lvl>
    <w:lvl w:ilvl="7">
      <w:numFmt w:val="bullet"/>
      <w:lvlText w:val="o"/>
      <w:lvlJc w:val="left"/>
      <w:pPr>
        <w:ind w:left="5476" w:hanging="360"/>
      </w:pPr>
      <w:rPr>
        <w:rFonts w:ascii="Courier New" w:hAnsi="Courier New" w:cs="Courier New"/>
      </w:rPr>
    </w:lvl>
    <w:lvl w:ilvl="8">
      <w:numFmt w:val="bullet"/>
      <w:lvlText w:val=""/>
      <w:lvlJc w:val="left"/>
      <w:pPr>
        <w:ind w:left="6196" w:hanging="360"/>
      </w:pPr>
      <w:rPr>
        <w:rFonts w:ascii="Wingdings" w:hAnsi="Wingdings"/>
      </w:rPr>
    </w:lvl>
  </w:abstractNum>
  <w:abstractNum w:abstractNumId="25" w15:restartNumberingAfterBreak="0">
    <w:nsid w:val="6D40788E"/>
    <w:multiLevelType w:val="multilevel"/>
    <w:tmpl w:val="642C758C"/>
    <w:styleLink w:val="LFO9"/>
    <w:lvl w:ilvl="0">
      <w:start w:val="1"/>
      <w:numFmt w:val="decimal"/>
      <w:pStyle w:val="SETECPieddepage"/>
      <w:lvlText w:val="%1 —"/>
      <w:lvlJc w:val="left"/>
      <w:pPr>
        <w:ind w:left="624" w:hanging="624"/>
      </w:pPr>
    </w:lvl>
    <w:lvl w:ilvl="1">
      <w:start w:val="1"/>
      <w:numFmt w:val="decimal"/>
      <w:lvlText w:val="%1.%2"/>
      <w:lvlJc w:val="left"/>
      <w:pPr>
        <w:ind w:left="766" w:hanging="624"/>
      </w:pPr>
    </w:lvl>
    <w:lvl w:ilvl="2">
      <w:start w:val="1"/>
      <w:numFmt w:val="decimal"/>
      <w:suff w:val="space"/>
      <w:lvlText w:val="%1.%2.%3"/>
      <w:lvlJc w:val="left"/>
    </w:lvl>
    <w:lvl w:ilvl="3">
      <w:start w:val="1"/>
      <w:numFmt w:val="decimal"/>
      <w:suff w:val="space"/>
      <w:lvlText w:val="%1.%2.%3.%4"/>
      <w:lvlJc w:val="left"/>
    </w:lvl>
    <w:lvl w:ilvl="4">
      <w:start w:val="1"/>
      <w:numFmt w:val="decimal"/>
      <w:suff w:val="space"/>
      <w:lvlText w:val="%1.%2.%3.%4.%5"/>
      <w:lvlJc w:val="left"/>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EC304CB"/>
    <w:multiLevelType w:val="multilevel"/>
    <w:tmpl w:val="2716D0DE"/>
    <w:styleLink w:val="WWOutlineListStyle9"/>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27" w15:restartNumberingAfterBreak="0">
    <w:nsid w:val="71D71BDA"/>
    <w:multiLevelType w:val="multilevel"/>
    <w:tmpl w:val="40A2F300"/>
    <w:styleLink w:val="WWOutlineListStyle4"/>
    <w:lvl w:ilvl="0">
      <w:start w:val="1"/>
      <w:numFmt w:val="decimal"/>
      <w:lvlText w:val="%1 —"/>
      <w:lvlJc w:val="left"/>
      <w:pPr>
        <w:ind w:left="2468"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abstractNum w:abstractNumId="28" w15:restartNumberingAfterBreak="0">
    <w:nsid w:val="7A084D93"/>
    <w:multiLevelType w:val="multilevel"/>
    <w:tmpl w:val="9E7ED276"/>
    <w:styleLink w:val="Outlin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AC93D27"/>
    <w:multiLevelType w:val="multilevel"/>
    <w:tmpl w:val="899E012A"/>
    <w:styleLink w:val="WWOutlineListStyle11"/>
    <w:lvl w:ilvl="0">
      <w:start w:val="1"/>
      <w:numFmt w:val="decimal"/>
      <w:lvlText w:val="%1 —"/>
      <w:lvlJc w:val="left"/>
      <w:pPr>
        <w:ind w:left="624" w:hanging="624"/>
      </w:pPr>
    </w:lvl>
    <w:lvl w:ilvl="1">
      <w:start w:val="1"/>
      <w:numFmt w:val="decimal"/>
      <w:lvlText w:val="%1.%2"/>
      <w:lvlJc w:val="left"/>
      <w:pPr>
        <w:ind w:left="766" w:hanging="624"/>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lowerRoman"/>
      <w:lvlText w:val="%7)"/>
      <w:lvlJc w:val="right"/>
      <w:pPr>
        <w:ind w:left="1296" w:hanging="288"/>
      </w:pPr>
    </w:lvl>
    <w:lvl w:ilvl="7">
      <w:start w:val="1"/>
      <w:numFmt w:val="none"/>
      <w:lvlText w:val="%8"/>
      <w:lvlJc w:val="left"/>
    </w:lvl>
    <w:lvl w:ilvl="8">
      <w:start w:val="1"/>
      <w:numFmt w:val="none"/>
      <w:lvlText w:val="%9"/>
      <w:lvlJc w:val="left"/>
    </w:lvl>
  </w:abstractNum>
  <w:num w:numId="1">
    <w:abstractNumId w:val="28"/>
  </w:num>
  <w:num w:numId="2">
    <w:abstractNumId w:val="12"/>
  </w:num>
  <w:num w:numId="3">
    <w:abstractNumId w:val="9"/>
  </w:num>
  <w:num w:numId="4">
    <w:abstractNumId w:val="3"/>
  </w:num>
  <w:num w:numId="5">
    <w:abstractNumId w:val="4"/>
  </w:num>
  <w:num w:numId="6">
    <w:abstractNumId w:val="29"/>
  </w:num>
  <w:num w:numId="7">
    <w:abstractNumId w:val="17"/>
  </w:num>
  <w:num w:numId="8">
    <w:abstractNumId w:val="26"/>
  </w:num>
  <w:num w:numId="9">
    <w:abstractNumId w:val="16"/>
  </w:num>
  <w:num w:numId="10">
    <w:abstractNumId w:val="22"/>
  </w:num>
  <w:num w:numId="11">
    <w:abstractNumId w:val="2"/>
  </w:num>
  <w:num w:numId="12">
    <w:abstractNumId w:val="6"/>
  </w:num>
  <w:num w:numId="13">
    <w:abstractNumId w:val="27"/>
  </w:num>
  <w:num w:numId="14">
    <w:abstractNumId w:val="14"/>
  </w:num>
  <w:num w:numId="15">
    <w:abstractNumId w:val="20"/>
  </w:num>
  <w:num w:numId="16">
    <w:abstractNumId w:val="21"/>
  </w:num>
  <w:num w:numId="17">
    <w:abstractNumId w:val="19"/>
  </w:num>
  <w:num w:numId="18">
    <w:abstractNumId w:val="10"/>
  </w:num>
  <w:num w:numId="19">
    <w:abstractNumId w:val="13"/>
  </w:num>
  <w:num w:numId="20">
    <w:abstractNumId w:val="1"/>
  </w:num>
  <w:num w:numId="21">
    <w:abstractNumId w:val="24"/>
  </w:num>
  <w:num w:numId="22">
    <w:abstractNumId w:val="7"/>
  </w:num>
  <w:num w:numId="23">
    <w:abstractNumId w:val="25"/>
  </w:num>
  <w:num w:numId="24">
    <w:abstractNumId w:val="23"/>
  </w:num>
  <w:num w:numId="25">
    <w:abstractNumId w:val="15"/>
  </w:num>
  <w:num w:numId="26">
    <w:abstractNumId w:val="11"/>
  </w:num>
  <w:num w:numId="27">
    <w:abstractNumId w:val="8"/>
  </w:num>
  <w:num w:numId="28">
    <w:abstractNumId w:val="18"/>
  </w:num>
  <w:num w:numId="29">
    <w:abstractNumId w:val="5"/>
  </w:num>
  <w:num w:numId="30">
    <w:abstractNumId w:val="15"/>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7EA"/>
    <w:rsid w:val="00271644"/>
    <w:rsid w:val="00280FDE"/>
    <w:rsid w:val="003061C3"/>
    <w:rsid w:val="0030768E"/>
    <w:rsid w:val="003675F7"/>
    <w:rsid w:val="003C1269"/>
    <w:rsid w:val="005E73BB"/>
    <w:rsid w:val="006B6A29"/>
    <w:rsid w:val="00895519"/>
    <w:rsid w:val="00AE507F"/>
    <w:rsid w:val="00B52641"/>
    <w:rsid w:val="00B817EA"/>
    <w:rsid w:val="00C304C5"/>
    <w:rsid w:val="00C7394A"/>
    <w:rsid w:val="00C76ABA"/>
    <w:rsid w:val="00CE730B"/>
    <w:rsid w:val="00D36521"/>
    <w:rsid w:val="00D77C05"/>
    <w:rsid w:val="00E216A0"/>
    <w:rsid w:val="00E328DC"/>
    <w:rsid w:val="00EB27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80BA8C"/>
  <w15:docId w15:val="{E8F838A1-B16C-44D5-A114-122F41FF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sz w:val="22"/>
        <w:szCs w:val="22"/>
        <w:lang w:val="fr-FR"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sz w:val="20"/>
    </w:rPr>
  </w:style>
  <w:style w:type="paragraph" w:styleId="Titre1">
    <w:name w:val="heading 1"/>
    <w:basedOn w:val="SETECTitre1"/>
    <w:next w:val="Normal"/>
    <w:uiPriority w:val="9"/>
    <w:qFormat/>
    <w:rsid w:val="00EB2794"/>
    <w:pPr>
      <w:numPr>
        <w:numId w:val="31"/>
      </w:numPr>
    </w:pPr>
  </w:style>
  <w:style w:type="paragraph" w:styleId="Titre2">
    <w:name w:val="heading 2"/>
    <w:basedOn w:val="SETECTitre2"/>
    <w:next w:val="SETECTitre1"/>
    <w:uiPriority w:val="9"/>
    <w:unhideWhenUsed/>
    <w:qFormat/>
    <w:rsid w:val="00EB2794"/>
    <w:pPr>
      <w:numPr>
        <w:ilvl w:val="1"/>
        <w:numId w:val="31"/>
      </w:numPr>
    </w:pPr>
  </w:style>
  <w:style w:type="paragraph" w:styleId="Titre3">
    <w:name w:val="heading 3"/>
    <w:basedOn w:val="SETECTitre3"/>
    <w:next w:val="Normal"/>
    <w:uiPriority w:val="9"/>
    <w:unhideWhenUsed/>
    <w:qFormat/>
    <w:pPr>
      <w:numPr>
        <w:ilvl w:val="2"/>
        <w:numId w:val="31"/>
      </w:numPr>
    </w:pPr>
  </w:style>
  <w:style w:type="paragraph" w:styleId="Titre4">
    <w:name w:val="heading 4"/>
    <w:basedOn w:val="Normal"/>
    <w:next w:val="Normal"/>
    <w:uiPriority w:val="9"/>
    <w:semiHidden/>
    <w:unhideWhenUsed/>
    <w:qFormat/>
    <w:pPr>
      <w:keepNext/>
      <w:keepLines/>
      <w:numPr>
        <w:ilvl w:val="3"/>
        <w:numId w:val="31"/>
      </w:numPr>
      <w:spacing w:before="40" w:after="0"/>
      <w:outlineLvl w:val="3"/>
    </w:pPr>
    <w:rPr>
      <w:rFonts w:ascii="Cambria" w:eastAsia="Times New Roman" w:hAnsi="Cambria" w:cs="Cambria"/>
      <w:i/>
      <w:iCs/>
      <w:color w:val="365F91"/>
    </w:rPr>
  </w:style>
  <w:style w:type="paragraph" w:styleId="Titre5">
    <w:name w:val="heading 5"/>
    <w:basedOn w:val="Normal"/>
    <w:next w:val="Normal"/>
    <w:link w:val="Titre5Car"/>
    <w:uiPriority w:val="9"/>
    <w:semiHidden/>
    <w:unhideWhenUsed/>
    <w:qFormat/>
    <w:rsid w:val="00EB2794"/>
    <w:pPr>
      <w:keepNext/>
      <w:keepLines/>
      <w:numPr>
        <w:ilvl w:val="4"/>
        <w:numId w:val="31"/>
      </w:numPr>
      <w:spacing w:before="40" w:after="0"/>
      <w:outlineLvl w:val="4"/>
    </w:pPr>
    <w:rPr>
      <w:rFonts w:asciiTheme="majorHAnsi" w:eastAsiaTheme="majorEastAsia" w:hAnsiTheme="majorHAnsi" w:cstheme="majorBidi"/>
      <w:color w:val="0F4761" w:themeColor="accent1" w:themeShade="BF"/>
    </w:rPr>
  </w:style>
  <w:style w:type="paragraph" w:styleId="Titre6">
    <w:name w:val="heading 6"/>
    <w:basedOn w:val="Normal"/>
    <w:next w:val="Normal"/>
    <w:link w:val="Titre6Car"/>
    <w:uiPriority w:val="9"/>
    <w:semiHidden/>
    <w:unhideWhenUsed/>
    <w:qFormat/>
    <w:rsid w:val="00EB2794"/>
    <w:pPr>
      <w:keepNext/>
      <w:keepLines/>
      <w:numPr>
        <w:ilvl w:val="5"/>
        <w:numId w:val="31"/>
      </w:numPr>
      <w:spacing w:before="40" w:after="0"/>
      <w:outlineLvl w:val="5"/>
    </w:pPr>
    <w:rPr>
      <w:rFonts w:asciiTheme="majorHAnsi" w:eastAsiaTheme="majorEastAsia" w:hAnsiTheme="majorHAnsi" w:cstheme="majorBidi"/>
      <w:color w:val="0A2F40" w:themeColor="accent1" w:themeShade="7F"/>
    </w:rPr>
  </w:style>
  <w:style w:type="paragraph" w:styleId="Titre7">
    <w:name w:val="heading 7"/>
    <w:basedOn w:val="Normal"/>
    <w:next w:val="Normal"/>
    <w:pPr>
      <w:keepNext/>
      <w:keepLines/>
      <w:numPr>
        <w:ilvl w:val="6"/>
        <w:numId w:val="31"/>
      </w:numPr>
      <w:spacing w:before="200" w:after="0"/>
      <w:outlineLvl w:val="6"/>
    </w:pPr>
    <w:rPr>
      <w:rFonts w:eastAsia="MS Gothic"/>
      <w:i/>
      <w:iCs/>
      <w:color w:val="404040"/>
    </w:rPr>
  </w:style>
  <w:style w:type="paragraph" w:styleId="Titre8">
    <w:name w:val="heading 8"/>
    <w:basedOn w:val="Heading"/>
    <w:next w:val="Textbody"/>
    <w:pPr>
      <w:numPr>
        <w:ilvl w:val="7"/>
        <w:numId w:val="31"/>
      </w:numPr>
      <w:spacing w:before="60" w:after="60"/>
      <w:outlineLvl w:val="7"/>
    </w:pPr>
    <w:rPr>
      <w:b/>
      <w:bCs/>
      <w:i/>
      <w:iCs/>
    </w:rPr>
  </w:style>
  <w:style w:type="paragraph" w:styleId="Titre9">
    <w:name w:val="heading 9"/>
    <w:basedOn w:val="Heading"/>
    <w:next w:val="Textbody"/>
    <w:pPr>
      <w:numPr>
        <w:ilvl w:val="8"/>
        <w:numId w:val="31"/>
      </w:numPr>
      <w:spacing w:before="60" w:after="60"/>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spacing w:after="0"/>
    </w:pPr>
  </w:style>
  <w:style w:type="paragraph" w:styleId="Pieddepage">
    <w:name w:val="footer"/>
    <w:basedOn w:val="Normal"/>
    <w:pPr>
      <w:tabs>
        <w:tab w:val="center" w:pos="4536"/>
        <w:tab w:val="right" w:pos="9072"/>
      </w:tabs>
      <w:spacing w:after="0"/>
    </w:pPr>
  </w:style>
  <w:style w:type="paragraph" w:styleId="Textedebulles">
    <w:name w:val="Balloon Text"/>
    <w:basedOn w:val="Normal"/>
    <w:pPr>
      <w:spacing w:after="0"/>
    </w:pPr>
    <w:rPr>
      <w:rFonts w:ascii="Tahoma" w:eastAsia="Tahoma" w:hAnsi="Tahoma" w:cs="Tahoma"/>
      <w:sz w:val="16"/>
      <w:szCs w:val="16"/>
    </w:rPr>
  </w:style>
  <w:style w:type="paragraph" w:customStyle="1" w:styleId="SETECCouvTitre">
    <w:name w:val="SETEC_Couv_Titre"/>
    <w:pPr>
      <w:suppressAutoHyphens/>
      <w:spacing w:after="0"/>
      <w:ind w:left="765" w:right="567"/>
    </w:pPr>
    <w:rPr>
      <w:color w:val="6F6F6F"/>
      <w:sz w:val="48"/>
      <w:szCs w:val="50"/>
    </w:rPr>
  </w:style>
  <w:style w:type="paragraph" w:customStyle="1" w:styleId="SETECCouvDate">
    <w:name w:val="SETEC_Couv_Date"/>
    <w:pPr>
      <w:suppressAutoHyphens/>
      <w:spacing w:before="60" w:after="0"/>
      <w:ind w:left="765"/>
    </w:pPr>
    <w:rPr>
      <w:caps/>
      <w:color w:val="6F6F6F"/>
      <w:sz w:val="16"/>
    </w:rPr>
  </w:style>
  <w:style w:type="paragraph" w:customStyle="1" w:styleId="SETECCouvObjet">
    <w:name w:val="SETEC_Couv_Objet"/>
    <w:pPr>
      <w:suppressAutoHyphens/>
      <w:spacing w:before="200" w:after="0"/>
      <w:ind w:left="765"/>
    </w:pPr>
    <w:rPr>
      <w:caps/>
      <w:color w:val="6F6F6F"/>
    </w:rPr>
  </w:style>
  <w:style w:type="paragraph" w:customStyle="1" w:styleId="SETECFolio">
    <w:name w:val="SETEC_Folio"/>
    <w:basedOn w:val="Pieddepage"/>
    <w:pPr>
      <w:ind w:right="-285"/>
      <w:jc w:val="right"/>
    </w:pPr>
    <w:rPr>
      <w:color w:val="6F6F6F"/>
      <w:sz w:val="14"/>
      <w:szCs w:val="13"/>
    </w:rPr>
  </w:style>
  <w:style w:type="paragraph" w:styleId="Paragraphedeliste">
    <w:name w:val="List Paragraph"/>
    <w:basedOn w:val="Normal"/>
    <w:pPr>
      <w:ind w:left="720"/>
    </w:pPr>
  </w:style>
  <w:style w:type="paragraph" w:customStyle="1" w:styleId="SETECTextecourant">
    <w:name w:val="SETEC_Texte courant"/>
    <w:pPr>
      <w:spacing w:before="160" w:after="0"/>
      <w:jc w:val="both"/>
    </w:pPr>
    <w:rPr>
      <w:color w:val="000000"/>
      <w:sz w:val="20"/>
      <w:szCs w:val="18"/>
    </w:rPr>
  </w:style>
  <w:style w:type="paragraph" w:customStyle="1" w:styleId="SETECTitre1">
    <w:name w:val="SETEC_Titre 1"/>
    <w:basedOn w:val="Normal"/>
    <w:next w:val="SETECTextecourant"/>
    <w:pPr>
      <w:keepNext/>
      <w:tabs>
        <w:tab w:val="left" w:pos="709"/>
        <w:tab w:val="left" w:pos="1276"/>
        <w:tab w:val="left" w:pos="1844"/>
      </w:tabs>
      <w:suppressAutoHyphens w:val="0"/>
      <w:spacing w:before="360" w:after="240" w:line="228" w:lineRule="auto"/>
      <w:textAlignment w:val="auto"/>
      <w:outlineLvl w:val="0"/>
    </w:pPr>
    <w:rPr>
      <w:b/>
      <w:color w:val="7299CE"/>
      <w:sz w:val="28"/>
      <w:szCs w:val="18"/>
    </w:rPr>
  </w:style>
  <w:style w:type="paragraph" w:customStyle="1" w:styleId="SETECIntertitre">
    <w:name w:val="SETEC_Intertitre"/>
    <w:basedOn w:val="SETECTextecourant"/>
    <w:next w:val="SETECTextecourant"/>
    <w:pPr>
      <w:keepNext/>
      <w:suppressAutoHyphens/>
      <w:spacing w:before="360" w:after="240"/>
      <w:jc w:val="left"/>
    </w:pPr>
    <w:rPr>
      <w:caps/>
      <w:color w:val="7299CE"/>
      <w:sz w:val="18"/>
    </w:rPr>
  </w:style>
  <w:style w:type="paragraph" w:customStyle="1" w:styleId="SETECTextepuce1">
    <w:name w:val="SETEC_Texte puce 1"/>
    <w:basedOn w:val="SETECTextecourant"/>
    <w:pPr>
      <w:numPr>
        <w:numId w:val="25"/>
      </w:numPr>
      <w:suppressAutoHyphens/>
      <w:textAlignment w:val="auto"/>
    </w:pPr>
  </w:style>
  <w:style w:type="paragraph" w:customStyle="1" w:styleId="SETECPieddepagecentr">
    <w:name w:val="SETEC_Pied de page centré"/>
    <w:basedOn w:val="Pieddepage"/>
    <w:pPr>
      <w:tabs>
        <w:tab w:val="clear" w:pos="4536"/>
      </w:tabs>
      <w:ind w:right="-284"/>
      <w:jc w:val="center"/>
    </w:pPr>
    <w:rPr>
      <w:color w:val="6F6F6F"/>
      <w:sz w:val="14"/>
      <w:szCs w:val="14"/>
    </w:rPr>
  </w:style>
  <w:style w:type="paragraph" w:customStyle="1" w:styleId="SETECEn-tte">
    <w:name w:val="SETEC_En-tête"/>
    <w:basedOn w:val="En-tte"/>
    <w:qFormat/>
    <w:pPr>
      <w:spacing w:line="228" w:lineRule="auto"/>
      <w:ind w:left="3969"/>
    </w:pPr>
    <w:rPr>
      <w:color w:val="6F6F6F"/>
      <w:sz w:val="16"/>
      <w:szCs w:val="16"/>
      <w:lang w:eastAsia="fr-FR"/>
    </w:rPr>
  </w:style>
  <w:style w:type="paragraph" w:customStyle="1" w:styleId="SETECPieddepage">
    <w:name w:val="SETEC_Pied de page"/>
    <w:basedOn w:val="Pieddepage"/>
    <w:pPr>
      <w:numPr>
        <w:numId w:val="23"/>
      </w:numPr>
      <w:tabs>
        <w:tab w:val="clear" w:pos="4536"/>
        <w:tab w:val="clear" w:pos="9072"/>
        <w:tab w:val="center" w:pos="-4909"/>
        <w:tab w:val="right" w:pos="194"/>
      </w:tabs>
    </w:pPr>
    <w:rPr>
      <w:rFonts w:cs="Arial"/>
      <w:color w:val="595959"/>
      <w:sz w:val="13"/>
      <w:szCs w:val="11"/>
    </w:rPr>
  </w:style>
  <w:style w:type="paragraph" w:customStyle="1" w:styleId="SETECAdressesPieddepage">
    <w:name w:val="SETEC_Adresses_Pied de page"/>
    <w:basedOn w:val="Normal"/>
    <w:pPr>
      <w:autoSpaceDE w:val="0"/>
      <w:spacing w:after="0"/>
    </w:pPr>
    <w:rPr>
      <w:rFonts w:cs="Arial"/>
      <w:color w:val="595959"/>
      <w:sz w:val="13"/>
      <w:szCs w:val="13"/>
    </w:rPr>
  </w:style>
  <w:style w:type="paragraph" w:customStyle="1" w:styleId="SETECEn-tteTableau">
    <w:name w:val="SETEC_En-tête Tableau"/>
    <w:basedOn w:val="Normal"/>
    <w:pPr>
      <w:spacing w:after="0"/>
    </w:pPr>
    <w:rPr>
      <w:color w:val="FFFFFF"/>
    </w:rPr>
  </w:style>
  <w:style w:type="paragraph" w:customStyle="1" w:styleId="SETECTexteTableau">
    <w:name w:val="SETEC_Texte Tableau"/>
    <w:basedOn w:val="Normal"/>
    <w:pPr>
      <w:spacing w:after="0"/>
    </w:pPr>
    <w:rPr>
      <w:color w:val="000000"/>
    </w:rPr>
  </w:style>
  <w:style w:type="paragraph" w:customStyle="1" w:styleId="SETECCoordonnesTableau">
    <w:name w:val="SETEC_Coordonnées Tableau"/>
    <w:basedOn w:val="Normal"/>
    <w:pPr>
      <w:spacing w:after="0"/>
    </w:pPr>
    <w:rPr>
      <w:color w:val="6F6F6F"/>
      <w:sz w:val="18"/>
    </w:rPr>
  </w:style>
  <w:style w:type="paragraph" w:styleId="TM2">
    <w:name w:val="toc 2"/>
    <w:basedOn w:val="Normal"/>
    <w:next w:val="Normal"/>
    <w:autoRedefine/>
    <w:uiPriority w:val="39"/>
    <w:pPr>
      <w:tabs>
        <w:tab w:val="left" w:pos="1021"/>
        <w:tab w:val="right" w:pos="7796"/>
      </w:tabs>
      <w:spacing w:after="0"/>
      <w:ind w:left="964" w:right="851" w:hanging="567"/>
    </w:pPr>
    <w:rPr>
      <w:color w:val="6F6F6F"/>
      <w:sz w:val="18"/>
    </w:rPr>
  </w:style>
  <w:style w:type="paragraph" w:customStyle="1" w:styleId="SETECSommaireIntercalaires">
    <w:name w:val="SETEC_Sommaire Intercalaires"/>
    <w:basedOn w:val="Normal"/>
    <w:pPr>
      <w:spacing w:after="0"/>
      <w:jc w:val="right"/>
    </w:pPr>
    <w:rPr>
      <w:color w:val="FFFFFF"/>
    </w:rPr>
  </w:style>
  <w:style w:type="paragraph" w:customStyle="1" w:styleId="SETECTitreintercalaire">
    <w:name w:val="SETEC_Titre intercalaire"/>
    <w:basedOn w:val="Normal"/>
    <w:next w:val="SETECSous-titreIntercalaire"/>
    <w:pPr>
      <w:spacing w:after="600"/>
      <w:ind w:left="3515" w:right="567"/>
    </w:pPr>
    <w:rPr>
      <w:color w:val="FFFFFF"/>
      <w:sz w:val="44"/>
      <w:szCs w:val="44"/>
    </w:rPr>
  </w:style>
  <w:style w:type="paragraph" w:customStyle="1" w:styleId="SETECSous-titreIntercalaire">
    <w:name w:val="SETEC_Sous-titre_Intercalaire"/>
    <w:basedOn w:val="Normal"/>
    <w:pPr>
      <w:ind w:left="3515" w:right="567"/>
    </w:pPr>
    <w:rPr>
      <w:color w:val="FFFFFF"/>
    </w:rPr>
  </w:style>
  <w:style w:type="paragraph" w:customStyle="1" w:styleId="SETECTitre3">
    <w:name w:val="SETEC_Titre 3"/>
    <w:basedOn w:val="SETECTextecourant"/>
    <w:next w:val="SETECTextecourant"/>
    <w:pPr>
      <w:keepNext/>
      <w:suppressAutoHyphens/>
      <w:spacing w:before="360" w:after="120"/>
      <w:outlineLvl w:val="2"/>
    </w:pPr>
    <w:rPr>
      <w:b/>
    </w:rPr>
  </w:style>
  <w:style w:type="paragraph" w:customStyle="1" w:styleId="SETECTitre4">
    <w:name w:val="SETEC_Titre 4"/>
    <w:basedOn w:val="SETECTitre3"/>
    <w:next w:val="SETECTextecourant"/>
    <w:pPr>
      <w:spacing w:before="240" w:after="160"/>
      <w:outlineLvl w:val="3"/>
    </w:pPr>
    <w:rPr>
      <w:b w:val="0"/>
    </w:rPr>
  </w:style>
  <w:style w:type="paragraph" w:customStyle="1" w:styleId="SETECTitre5">
    <w:name w:val="SETEC_Titre 5"/>
    <w:basedOn w:val="SETECTitre4"/>
    <w:next w:val="SETECTextecourant"/>
    <w:pPr>
      <w:outlineLvl w:val="4"/>
    </w:pPr>
    <w:rPr>
      <w:b/>
      <w:sz w:val="18"/>
    </w:rPr>
  </w:style>
  <w:style w:type="paragraph" w:customStyle="1" w:styleId="SETECTextepuce2">
    <w:name w:val="SETEC_Texte puce 2"/>
    <w:basedOn w:val="SETECTextecourant"/>
    <w:pPr>
      <w:suppressAutoHyphens/>
    </w:pPr>
  </w:style>
  <w:style w:type="paragraph" w:customStyle="1" w:styleId="SETECTextepuce3">
    <w:name w:val="SETEC_Texte puce 3"/>
    <w:basedOn w:val="SETECTextecourant"/>
    <w:pPr>
      <w:tabs>
        <w:tab w:val="left" w:pos="-284"/>
      </w:tabs>
      <w:suppressAutoHyphens/>
    </w:pPr>
  </w:style>
  <w:style w:type="paragraph" w:customStyle="1" w:styleId="SETECTextepuce4">
    <w:name w:val="SETEC_Texte puce 4"/>
    <w:basedOn w:val="SETECTextecourant"/>
    <w:pPr>
      <w:suppressAutoHyphens/>
    </w:pPr>
  </w:style>
  <w:style w:type="paragraph" w:customStyle="1" w:styleId="SETECRemarque">
    <w:name w:val="SETEC_Remarque"/>
    <w:basedOn w:val="SETECTextecourant"/>
    <w:pPr>
      <w:suppressAutoHyphens/>
      <w:ind w:left="284"/>
    </w:pPr>
    <w:rPr>
      <w:color w:val="FF622E"/>
      <w:szCs w:val="16"/>
    </w:rPr>
  </w:style>
  <w:style w:type="paragraph" w:customStyle="1" w:styleId="SETECLgende">
    <w:name w:val="SETEC_Légende"/>
    <w:basedOn w:val="SETECTextecourant"/>
    <w:pPr>
      <w:suppressAutoHyphens/>
    </w:pPr>
    <w:rPr>
      <w:i/>
      <w:sz w:val="14"/>
      <w:szCs w:val="14"/>
    </w:rPr>
  </w:style>
  <w:style w:type="paragraph" w:styleId="Commentaire">
    <w:name w:val="annotation text"/>
    <w:basedOn w:val="Normal"/>
    <w:rPr>
      <w:szCs w:val="20"/>
    </w:rPr>
  </w:style>
  <w:style w:type="paragraph" w:styleId="Objetducommentaire">
    <w:name w:val="annotation subject"/>
    <w:basedOn w:val="Commentaire"/>
    <w:next w:val="Commentaire"/>
    <w:rPr>
      <w:b/>
      <w:bCs/>
    </w:rPr>
  </w:style>
  <w:style w:type="paragraph" w:customStyle="1" w:styleId="SETECTextepuce">
    <w:name w:val="SETEC_Texte puce"/>
    <w:basedOn w:val="SETECTextecourant"/>
    <w:pPr>
      <w:suppressAutoHyphens/>
      <w:spacing w:before="0" w:after="120" w:line="276" w:lineRule="auto"/>
      <w:ind w:left="284" w:hanging="284"/>
      <w:jc w:val="left"/>
    </w:pPr>
    <w:rPr>
      <w:sz w:val="18"/>
    </w:rPr>
  </w:style>
  <w:style w:type="paragraph" w:styleId="TM3">
    <w:name w:val="toc 3"/>
    <w:basedOn w:val="Normal"/>
    <w:next w:val="Normal"/>
    <w:autoRedefine/>
    <w:uiPriority w:val="39"/>
    <w:pPr>
      <w:tabs>
        <w:tab w:val="right" w:pos="7797"/>
      </w:tabs>
      <w:spacing w:after="0"/>
      <w:ind w:left="964" w:right="851" w:hanging="567"/>
    </w:pPr>
    <w:rPr>
      <w:sz w:val="16"/>
    </w:rPr>
  </w:style>
  <w:style w:type="paragraph" w:customStyle="1" w:styleId="SETECNumerotation1">
    <w:name w:val="SETEC_Numerotation 1"/>
    <w:basedOn w:val="SETECTextecourant"/>
    <w:pPr>
      <w:suppressAutoHyphens/>
    </w:pPr>
    <w:rPr>
      <w:lang w:eastAsia="fr-FR"/>
    </w:rPr>
  </w:style>
  <w:style w:type="paragraph" w:customStyle="1" w:styleId="SETECNumerotation2">
    <w:name w:val="SETEC_Numerotation 2"/>
    <w:basedOn w:val="SETECTextecourant"/>
    <w:pPr>
      <w:suppressAutoHyphens/>
    </w:pPr>
  </w:style>
  <w:style w:type="paragraph" w:customStyle="1" w:styleId="SETECNumerotation3">
    <w:name w:val="SETEC_Numerotation 3"/>
    <w:basedOn w:val="SETECTextecourant"/>
    <w:pPr>
      <w:numPr>
        <w:numId w:val="22"/>
      </w:numPr>
      <w:suppressAutoHyphens/>
    </w:pPr>
  </w:style>
  <w:style w:type="paragraph" w:customStyle="1" w:styleId="SETECImage">
    <w:name w:val="SETEC_Image"/>
    <w:basedOn w:val="SETECTextecourant"/>
    <w:next w:val="SETECLgende"/>
    <w:pPr>
      <w:suppressAutoHyphens/>
      <w:jc w:val="center"/>
    </w:pPr>
  </w:style>
  <w:style w:type="paragraph" w:customStyle="1" w:styleId="Default">
    <w:name w:val="Default"/>
    <w:pPr>
      <w:suppressAutoHyphens/>
      <w:autoSpaceDE w:val="0"/>
      <w:spacing w:after="0"/>
    </w:pPr>
    <w:rPr>
      <w:rFonts w:cs="Arial"/>
      <w:color w:val="000000"/>
      <w:sz w:val="24"/>
      <w:szCs w:val="24"/>
    </w:rPr>
  </w:style>
  <w:style w:type="paragraph" w:styleId="NormalWeb">
    <w:name w:val="Normal (Web)"/>
    <w:basedOn w:val="Normal"/>
    <w:pPr>
      <w:suppressAutoHyphens w:val="0"/>
      <w:spacing w:before="100" w:after="100"/>
      <w:jc w:val="left"/>
      <w:textAlignment w:val="auto"/>
    </w:pPr>
    <w:rPr>
      <w:rFonts w:ascii="Times New Roman" w:eastAsia="Times New Roman" w:hAnsi="Times New Roman"/>
      <w:sz w:val="24"/>
      <w:szCs w:val="24"/>
      <w:lang w:eastAsia="fr-FR"/>
    </w:rPr>
  </w:style>
  <w:style w:type="paragraph" w:customStyle="1" w:styleId="Puceniveau1">
    <w:name w:val="Puce niveau 1"/>
    <w:basedOn w:val="SETECTextepuce4"/>
  </w:style>
  <w:style w:type="paragraph" w:customStyle="1" w:styleId="Puceniveau2">
    <w:name w:val="Puce niveau 2"/>
    <w:basedOn w:val="SETECTextepuce4"/>
  </w:style>
  <w:style w:type="paragraph" w:customStyle="1" w:styleId="Puceniveau3">
    <w:name w:val="Puce niveau 3"/>
    <w:basedOn w:val="Puceniveau2"/>
    <w:pPr>
      <w:numPr>
        <w:numId w:val="21"/>
      </w:numPr>
    </w:pPr>
  </w:style>
  <w:style w:type="paragraph" w:styleId="Sansinterligne">
    <w:name w:val="No Spacing"/>
    <w:pPr>
      <w:suppressAutoHyphens/>
      <w:spacing w:after="0"/>
      <w:jc w:val="both"/>
    </w:pPr>
  </w:style>
  <w:style w:type="paragraph" w:styleId="Lgende">
    <w:name w:val="caption"/>
    <w:basedOn w:val="Normal"/>
    <w:next w:val="Normal"/>
    <w:pPr>
      <w:suppressAutoHyphens w:val="0"/>
      <w:spacing w:after="200"/>
      <w:jc w:val="left"/>
      <w:textAlignment w:val="auto"/>
    </w:pPr>
    <w:rPr>
      <w:rFonts w:eastAsia="Calibri"/>
      <w:b/>
      <w:bCs/>
      <w:color w:val="4F81BD"/>
      <w:sz w:val="18"/>
      <w:szCs w:val="18"/>
    </w:rPr>
  </w:style>
  <w:style w:type="paragraph" w:customStyle="1" w:styleId="Style1">
    <w:name w:val="Style1"/>
    <w:basedOn w:val="Titre1"/>
    <w:pPr>
      <w:numPr>
        <w:numId w:val="0"/>
      </w:numPr>
    </w:pPr>
  </w:style>
  <w:style w:type="paragraph" w:customStyle="1" w:styleId="Style2">
    <w:name w:val="Style2"/>
    <w:basedOn w:val="Titre2"/>
  </w:style>
  <w:style w:type="paragraph" w:customStyle="1" w:styleId="Style3">
    <w:name w:val="Style3"/>
    <w:basedOn w:val="Titre3"/>
    <w:pPr>
      <w:keepNext w:val="0"/>
      <w:numPr>
        <w:ilvl w:val="0"/>
        <w:numId w:val="20"/>
      </w:numPr>
      <w:spacing w:before="0" w:after="160"/>
      <w:jc w:val="left"/>
    </w:pPr>
    <w:rPr>
      <w:b w:val="0"/>
      <w:color w:val="auto"/>
      <w:sz w:val="22"/>
      <w:szCs w:val="22"/>
    </w:rPr>
  </w:style>
  <w:style w:type="paragraph" w:customStyle="1" w:styleId="STitre3">
    <w:name w:val="STitre 3"/>
    <w:basedOn w:val="Titre3"/>
    <w:pPr>
      <w:keepNext w:val="0"/>
      <w:numPr>
        <w:ilvl w:val="0"/>
        <w:numId w:val="3"/>
      </w:numPr>
      <w:spacing w:before="0" w:after="160"/>
      <w:jc w:val="left"/>
    </w:pPr>
    <w:rPr>
      <w:b w:val="0"/>
      <w:color w:val="auto"/>
      <w:sz w:val="22"/>
      <w:szCs w:val="22"/>
    </w:rPr>
  </w:style>
  <w:style w:type="paragraph" w:customStyle="1" w:styleId="TableContents">
    <w:name w:val="Table Contents"/>
    <w:basedOn w:val="Standard"/>
    <w:pPr>
      <w:suppressLineNumbers/>
    </w:pPr>
  </w:style>
  <w:style w:type="paragraph" w:customStyle="1" w:styleId="SETECTitre2">
    <w:name w:val="SETEC_Titre 2"/>
    <w:basedOn w:val="Normal"/>
    <w:next w:val="SETECTitre1"/>
    <w:pPr>
      <w:keepNext/>
      <w:tabs>
        <w:tab w:val="left" w:pos="-1901"/>
      </w:tabs>
      <w:suppressAutoHyphens w:val="0"/>
      <w:spacing w:before="360" w:after="240"/>
      <w:textAlignment w:val="auto"/>
      <w:outlineLvl w:val="1"/>
    </w:pPr>
    <w:rPr>
      <w:b/>
      <w:sz w:val="24"/>
      <w:szCs w:val="18"/>
    </w:rPr>
  </w:style>
  <w:style w:type="paragraph" w:customStyle="1" w:styleId="DocumentMap">
    <w:name w:val="DocumentMap"/>
    <w:pPr>
      <w:spacing w:line="254" w:lineRule="auto"/>
      <w:textAlignment w:val="auto"/>
    </w:pPr>
    <w:rPr>
      <w:rFonts w:eastAsia="Cambria Math"/>
    </w:rPr>
  </w:style>
  <w:style w:type="paragraph" w:customStyle="1" w:styleId="ContentsHeading">
    <w:name w:val="Contents Heading"/>
    <w:basedOn w:val="Heading"/>
    <w:pPr>
      <w:suppressLineNumbers/>
    </w:pPr>
    <w:rPr>
      <w:b/>
      <w:bCs/>
      <w:sz w:val="32"/>
      <w:szCs w:val="32"/>
    </w:rPr>
  </w:style>
  <w:style w:type="paragraph" w:customStyle="1" w:styleId="Index">
    <w:name w:val="Index"/>
    <w:basedOn w:val="Standard"/>
    <w:pPr>
      <w:suppressLineNumbers/>
    </w:pPr>
  </w:style>
  <w:style w:type="paragraph" w:customStyle="1" w:styleId="Contents1">
    <w:name w:val="Contents 1"/>
    <w:basedOn w:val="Index"/>
    <w:pPr>
      <w:tabs>
        <w:tab w:val="right" w:leader="dot" w:pos="9638"/>
      </w:tabs>
    </w:pPr>
  </w:style>
  <w:style w:type="paragraph" w:customStyle="1" w:styleId="Contents2">
    <w:name w:val="Contents 2"/>
    <w:basedOn w:val="Index"/>
    <w:pPr>
      <w:tabs>
        <w:tab w:val="right" w:leader="dot" w:pos="9638"/>
      </w:tabs>
      <w:ind w:left="283"/>
    </w:pPr>
  </w:style>
  <w:style w:type="paragraph" w:customStyle="1" w:styleId="Contents3">
    <w:name w:val="Contents 3"/>
    <w:basedOn w:val="Index"/>
    <w:pPr>
      <w:tabs>
        <w:tab w:val="right" w:leader="dot" w:pos="9638"/>
      </w:tabs>
      <w:ind w:left="566"/>
    </w:pPr>
  </w:style>
  <w:style w:type="paragraph" w:customStyle="1" w:styleId="Contents4">
    <w:name w:val="Contents 4"/>
    <w:basedOn w:val="Index"/>
    <w:pPr>
      <w:tabs>
        <w:tab w:val="right" w:leader="dot" w:pos="9638"/>
      </w:tabs>
      <w:ind w:left="849"/>
    </w:pPr>
  </w:style>
  <w:style w:type="paragraph" w:customStyle="1" w:styleId="Figure">
    <w:name w:val="Figure"/>
    <w:basedOn w:val="Lgende"/>
  </w:style>
  <w:style w:type="paragraph" w:customStyle="1" w:styleId="Framecontents">
    <w:name w:val="Frame contents"/>
    <w:basedOn w:val="Standard"/>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paragraph" w:customStyle="1" w:styleId="Heading10">
    <w:name w:val="Heading 10"/>
    <w:basedOn w:val="Heading"/>
    <w:next w:val="Textbody"/>
    <w:pPr>
      <w:spacing w:before="60" w:after="60"/>
    </w:pPr>
    <w:rPr>
      <w:b/>
      <w:bCs/>
    </w:rPr>
  </w:style>
  <w:style w:type="character" w:customStyle="1" w:styleId="En-tteCar">
    <w:name w:val="En-tête Car"/>
    <w:basedOn w:val="Policepardfaut"/>
  </w:style>
  <w:style w:type="character" w:customStyle="1" w:styleId="PieddepageCar">
    <w:name w:val="Pied de page Car"/>
    <w:basedOn w:val="Policepardfaut"/>
  </w:style>
  <w:style w:type="character" w:customStyle="1" w:styleId="TextedebullesCar">
    <w:name w:val="Texte de bulles Car"/>
    <w:basedOn w:val="Policepardfaut"/>
    <w:rPr>
      <w:rFonts w:ascii="Tahoma" w:eastAsia="Tahoma" w:hAnsi="Tahoma" w:cs="Tahoma"/>
      <w:sz w:val="16"/>
      <w:szCs w:val="16"/>
    </w:rPr>
  </w:style>
  <w:style w:type="character" w:customStyle="1" w:styleId="Titre1Car">
    <w:name w:val="Titre 1 Car"/>
    <w:basedOn w:val="Policepardfaut"/>
    <w:rPr>
      <w:rFonts w:ascii="Arial" w:eastAsia="MS Gothic" w:hAnsi="Arial" w:cs="Times New Roman"/>
      <w:b/>
      <w:bCs/>
      <w:color w:val="3E6EB1"/>
      <w:sz w:val="28"/>
      <w:szCs w:val="28"/>
    </w:rPr>
  </w:style>
  <w:style w:type="character" w:customStyle="1" w:styleId="Titre2Car">
    <w:name w:val="Titre 2 Car"/>
    <w:basedOn w:val="Policepardfaut"/>
    <w:rPr>
      <w:rFonts w:ascii="Arial" w:eastAsia="MS Gothic" w:hAnsi="Arial" w:cs="Times New Roman"/>
      <w:b/>
      <w:bCs/>
      <w:color w:val="7299CE"/>
      <w:sz w:val="26"/>
      <w:szCs w:val="26"/>
    </w:rPr>
  </w:style>
  <w:style w:type="character" w:customStyle="1" w:styleId="SETECCOUVRfrence">
    <w:name w:val="SETEC_COUV_Référence"/>
    <w:basedOn w:val="Policepardfaut"/>
    <w:rPr>
      <w:rFonts w:ascii="Arial" w:eastAsia="Arial" w:hAnsi="Arial" w:cs="Arial"/>
      <w:color w:val="6F6F6F"/>
      <w:sz w:val="16"/>
    </w:rPr>
  </w:style>
  <w:style w:type="character" w:styleId="Textedelespacerserv">
    <w:name w:val="Placeholder Text"/>
    <w:basedOn w:val="Policepardfaut"/>
    <w:rPr>
      <w:color w:val="808080"/>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rFonts w:ascii="Arial" w:eastAsia="Arial" w:hAnsi="Arial" w:cs="Arial"/>
      <w:sz w:val="20"/>
      <w:szCs w:val="20"/>
    </w:rPr>
  </w:style>
  <w:style w:type="character" w:customStyle="1" w:styleId="ObjetducommentaireCar">
    <w:name w:val="Objet du commentaire Car"/>
    <w:basedOn w:val="CommentaireCar"/>
    <w:rPr>
      <w:rFonts w:ascii="Arial" w:eastAsia="Arial" w:hAnsi="Arial" w:cs="Arial"/>
      <w:b/>
      <w:bCs/>
      <w:sz w:val="20"/>
      <w:szCs w:val="20"/>
    </w:rPr>
  </w:style>
  <w:style w:type="character" w:styleId="Lienhypertexte">
    <w:name w:val="Hyperlink"/>
    <w:basedOn w:val="Policepardfaut"/>
    <w:uiPriority w:val="99"/>
    <w:rPr>
      <w:color w:val="0000FF"/>
      <w:u w:val="single"/>
    </w:rPr>
  </w:style>
  <w:style w:type="character" w:styleId="Lienhypertextesuivivisit">
    <w:name w:val="FollowedHyperlink"/>
    <w:basedOn w:val="Policepardfaut"/>
    <w:rPr>
      <w:color w:val="954F72"/>
      <w:u w:val="single"/>
    </w:rPr>
  </w:style>
  <w:style w:type="character" w:customStyle="1" w:styleId="Titre7Car">
    <w:name w:val="Titre 7 Car"/>
    <w:basedOn w:val="Policepardfaut"/>
    <w:rPr>
      <w:rFonts w:ascii="Arial" w:eastAsia="MS Gothic" w:hAnsi="Arial" w:cs="Times New Roman"/>
      <w:i/>
      <w:iCs/>
      <w:color w:val="404040"/>
    </w:rPr>
  </w:style>
  <w:style w:type="character" w:customStyle="1" w:styleId="Titre3Car">
    <w:name w:val="Titre 3 Car"/>
    <w:basedOn w:val="Policepardfaut"/>
    <w:rPr>
      <w:rFonts w:ascii="Arial" w:eastAsia="MS Gothic" w:hAnsi="Arial" w:cs="Times New Roman"/>
      <w:b/>
      <w:bCs/>
      <w:color w:val="7299CE"/>
    </w:rPr>
  </w:style>
  <w:style w:type="character" w:styleId="Accentuationintense">
    <w:name w:val="Intense Emphasis"/>
    <w:basedOn w:val="Policepardfaut"/>
    <w:rPr>
      <w:i/>
      <w:iCs/>
      <w:color w:val="7299CE"/>
    </w:rPr>
  </w:style>
  <w:style w:type="character" w:customStyle="1" w:styleId="SETECTextepuce1Car">
    <w:name w:val="SETEC_Texte puce 1 Car"/>
    <w:basedOn w:val="Policepardfaut"/>
    <w:rPr>
      <w:rFonts w:ascii="Arial" w:eastAsia="Arial" w:hAnsi="Arial" w:cs="Arial"/>
      <w:color w:val="000000"/>
      <w:sz w:val="20"/>
      <w:szCs w:val="18"/>
    </w:rPr>
  </w:style>
  <w:style w:type="character" w:styleId="Mentionnonrsolue">
    <w:name w:val="Unresolved Mention"/>
    <w:basedOn w:val="Policepardfaut"/>
    <w:rPr>
      <w:color w:val="605E5C"/>
      <w:shd w:val="clear" w:color="auto" w:fill="E1DFDD"/>
    </w:rPr>
  </w:style>
  <w:style w:type="character" w:customStyle="1" w:styleId="SETECTextecourantCar">
    <w:name w:val="SETEC_Texte courant Car"/>
    <w:basedOn w:val="Policepardfaut"/>
    <w:rPr>
      <w:color w:val="000000"/>
      <w:sz w:val="20"/>
      <w:szCs w:val="18"/>
    </w:rPr>
  </w:style>
  <w:style w:type="character" w:customStyle="1" w:styleId="SETECTextepuce4Car">
    <w:name w:val="SETEC_Texte puce 4 Car"/>
    <w:basedOn w:val="SETECTextecourantCar"/>
    <w:rPr>
      <w:color w:val="000000"/>
      <w:sz w:val="20"/>
      <w:szCs w:val="18"/>
    </w:rPr>
  </w:style>
  <w:style w:type="character" w:customStyle="1" w:styleId="Puceniveau1Car">
    <w:name w:val="Puce niveau 1 Car"/>
    <w:basedOn w:val="SETECTextepuce4Car"/>
    <w:rPr>
      <w:color w:val="000000"/>
      <w:sz w:val="20"/>
      <w:szCs w:val="18"/>
    </w:rPr>
  </w:style>
  <w:style w:type="character" w:customStyle="1" w:styleId="Puceniveau2Car">
    <w:name w:val="Puce niveau 2 Car"/>
    <w:basedOn w:val="SETECTextepuce4Car"/>
    <w:rPr>
      <w:color w:val="000000"/>
      <w:sz w:val="20"/>
      <w:szCs w:val="18"/>
    </w:rPr>
  </w:style>
  <w:style w:type="character" w:customStyle="1" w:styleId="Puceniveau3Car">
    <w:name w:val="Puce niveau 3 Car"/>
    <w:basedOn w:val="Puceniveau2Car"/>
    <w:rPr>
      <w:color w:val="000000"/>
      <w:sz w:val="20"/>
      <w:szCs w:val="18"/>
    </w:rPr>
  </w:style>
  <w:style w:type="character" w:customStyle="1" w:styleId="Titre4Car">
    <w:name w:val="Titre 4 Car"/>
    <w:basedOn w:val="Policepardfaut"/>
    <w:rPr>
      <w:rFonts w:ascii="Cambria" w:eastAsia="Times New Roman" w:hAnsi="Cambria" w:cs="Times New Roman"/>
      <w:i/>
      <w:iCs/>
      <w:color w:val="365F91"/>
      <w:sz w:val="20"/>
    </w:rPr>
  </w:style>
  <w:style w:type="character" w:customStyle="1" w:styleId="SETECTitre1Car">
    <w:name w:val="SETEC_Titre 1 Car"/>
    <w:basedOn w:val="Policepardfaut"/>
    <w:rPr>
      <w:b/>
      <w:color w:val="7299CE"/>
      <w:sz w:val="28"/>
      <w:szCs w:val="18"/>
    </w:rPr>
  </w:style>
  <w:style w:type="character" w:customStyle="1" w:styleId="Titre1Car1">
    <w:name w:val="Titre 1 Car1"/>
    <w:basedOn w:val="SETECTitre1Car"/>
    <w:rPr>
      <w:b/>
      <w:color w:val="7299CE"/>
      <w:sz w:val="28"/>
      <w:szCs w:val="18"/>
    </w:rPr>
  </w:style>
  <w:style w:type="character" w:customStyle="1" w:styleId="Style1Car">
    <w:name w:val="Style1 Car"/>
    <w:basedOn w:val="Titre1Car1"/>
    <w:rPr>
      <w:b/>
      <w:color w:val="7299CE"/>
      <w:sz w:val="28"/>
      <w:szCs w:val="18"/>
    </w:rPr>
  </w:style>
  <w:style w:type="character" w:customStyle="1" w:styleId="SETECTitre2Car">
    <w:name w:val="SETEC_Titre 2 Car"/>
    <w:basedOn w:val="Policepardfaut"/>
    <w:rPr>
      <w:b/>
      <w:sz w:val="24"/>
      <w:szCs w:val="18"/>
    </w:rPr>
  </w:style>
  <w:style w:type="character" w:customStyle="1" w:styleId="Titre2Car1">
    <w:name w:val="Titre 2 Car1"/>
    <w:basedOn w:val="SETECTitre2Car"/>
    <w:rPr>
      <w:b/>
      <w:sz w:val="24"/>
      <w:szCs w:val="18"/>
    </w:rPr>
  </w:style>
  <w:style w:type="character" w:customStyle="1" w:styleId="Style2Car">
    <w:name w:val="Style2 Car"/>
    <w:basedOn w:val="Titre2Car1"/>
    <w:rPr>
      <w:b/>
      <w:sz w:val="24"/>
      <w:szCs w:val="18"/>
    </w:rPr>
  </w:style>
  <w:style w:type="character" w:customStyle="1" w:styleId="SETECTextecourantCar1">
    <w:name w:val="SETEC_Texte courant Car1"/>
    <w:basedOn w:val="Policepardfaut"/>
    <w:rPr>
      <w:color w:val="000000"/>
      <w:sz w:val="20"/>
      <w:szCs w:val="18"/>
    </w:rPr>
  </w:style>
  <w:style w:type="character" w:customStyle="1" w:styleId="SETECTitre3Car">
    <w:name w:val="SETEC_Titre 3 Car"/>
    <w:basedOn w:val="SETECTextecourantCar1"/>
    <w:rPr>
      <w:b/>
      <w:color w:val="000000"/>
      <w:sz w:val="20"/>
      <w:szCs w:val="18"/>
    </w:rPr>
  </w:style>
  <w:style w:type="character" w:customStyle="1" w:styleId="Titre3Car1">
    <w:name w:val="Titre 3 Car1"/>
    <w:basedOn w:val="SETECTitre3Car"/>
    <w:rPr>
      <w:b/>
      <w:color w:val="000000"/>
      <w:sz w:val="20"/>
      <w:szCs w:val="18"/>
    </w:rPr>
  </w:style>
  <w:style w:type="character" w:customStyle="1" w:styleId="Style3Car">
    <w:name w:val="Style3 Car"/>
    <w:basedOn w:val="Titre3Car1"/>
    <w:rPr>
      <w:b/>
      <w:color w:val="000000"/>
      <w:sz w:val="20"/>
      <w:szCs w:val="18"/>
    </w:rPr>
  </w:style>
  <w:style w:type="character" w:customStyle="1" w:styleId="STitre3Car">
    <w:name w:val="STitre 3 Car"/>
    <w:basedOn w:val="Titre2Car1"/>
    <w:rPr>
      <w:b/>
      <w:color w:val="000000"/>
      <w:sz w:val="20"/>
      <w:szCs w:val="18"/>
    </w:rPr>
  </w:style>
  <w:style w:type="character" w:customStyle="1" w:styleId="ListLabel1">
    <w:name w:val="ListLabel 1"/>
    <w:rPr>
      <w:rFonts w:cs="Times New Roman"/>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Internetlink">
    <w:name w:val="Internet link"/>
    <w:rPr>
      <w:color w:val="000080"/>
      <w:u w:val="single"/>
    </w:rPr>
  </w:style>
  <w:style w:type="character" w:customStyle="1" w:styleId="IndexLink">
    <w:name w:val="Index Link"/>
  </w:style>
  <w:style w:type="character" w:customStyle="1" w:styleId="Titre5Car">
    <w:name w:val="Titre 5 Car"/>
    <w:basedOn w:val="Policepardfaut"/>
    <w:link w:val="Titre5"/>
    <w:uiPriority w:val="9"/>
    <w:semiHidden/>
    <w:rsid w:val="00EB2794"/>
    <w:rPr>
      <w:rFonts w:asciiTheme="majorHAnsi" w:eastAsiaTheme="majorEastAsia" w:hAnsiTheme="majorHAnsi" w:cstheme="majorBidi"/>
      <w:color w:val="0F4761" w:themeColor="accent1" w:themeShade="BF"/>
      <w:sz w:val="20"/>
    </w:rPr>
  </w:style>
  <w:style w:type="character" w:customStyle="1" w:styleId="Titre6Car">
    <w:name w:val="Titre 6 Car"/>
    <w:basedOn w:val="Policepardfaut"/>
    <w:link w:val="Titre6"/>
    <w:uiPriority w:val="9"/>
    <w:semiHidden/>
    <w:rsid w:val="00EB2794"/>
    <w:rPr>
      <w:rFonts w:asciiTheme="majorHAnsi" w:eastAsiaTheme="majorEastAsia" w:hAnsiTheme="majorHAnsi" w:cstheme="majorBidi"/>
      <w:color w:val="0A2F40" w:themeColor="accent1" w:themeShade="7F"/>
      <w:sz w:val="20"/>
    </w:rPr>
  </w:style>
  <w:style w:type="paragraph" w:styleId="TM1">
    <w:name w:val="toc 1"/>
    <w:basedOn w:val="Normal"/>
    <w:next w:val="Normal"/>
    <w:autoRedefine/>
    <w:uiPriority w:val="39"/>
    <w:unhideWhenUsed/>
    <w:rsid w:val="00C76ABA"/>
    <w:pPr>
      <w:spacing w:after="100"/>
    </w:p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Character20style">
    <w:name w:val="Character_20_style"/>
  </w:style>
  <w:style w:type="character" w:customStyle="1" w:styleId="VisitedInternetLink">
    <w:name w:val="Visited Internet Link"/>
    <w:rPr>
      <w:color w:val="800000"/>
      <w:u w:val="single"/>
    </w:rPr>
  </w:style>
  <w:style w:type="character" w:customStyle="1" w:styleId="ListLabel207">
    <w:name w:val="ListLabel 207"/>
    <w:rPr>
      <w:rFonts w:cs="Times New Roman"/>
    </w:rPr>
  </w:style>
  <w:style w:type="character" w:customStyle="1" w:styleId="ListLabel208">
    <w:name w:val="ListLabel 208"/>
    <w:rPr>
      <w:rFonts w:cs="Times New Roman"/>
    </w:rPr>
  </w:style>
  <w:style w:type="character" w:customStyle="1" w:styleId="ListLabel209">
    <w:name w:val="ListLabel 209"/>
    <w:rPr>
      <w:rFonts w:cs="Times New Roman"/>
    </w:rPr>
  </w:style>
  <w:style w:type="character" w:customStyle="1" w:styleId="ListLabel210">
    <w:name w:val="ListLabel 210"/>
    <w:rPr>
      <w:rFonts w:cs="Times New Roman"/>
    </w:rPr>
  </w:style>
  <w:style w:type="character" w:customStyle="1" w:styleId="ListLabel211">
    <w:name w:val="ListLabel 211"/>
    <w:rPr>
      <w:rFonts w:cs="Times New Roman"/>
    </w:rPr>
  </w:style>
  <w:style w:type="character" w:customStyle="1" w:styleId="ListLabel212">
    <w:name w:val="ListLabel 212"/>
    <w:rPr>
      <w:rFonts w:cs="Times New Roman"/>
    </w:rPr>
  </w:style>
  <w:style w:type="character" w:customStyle="1" w:styleId="ListLabel213">
    <w:name w:val="ListLabel 213"/>
    <w:rPr>
      <w:rFonts w:cs="Times New Roman"/>
    </w:rPr>
  </w:style>
  <w:style w:type="character" w:customStyle="1" w:styleId="ListLabel214">
    <w:name w:val="ListLabel 214"/>
    <w:rPr>
      <w:rFonts w:cs="Times New Roman"/>
    </w:rPr>
  </w:style>
  <w:style w:type="character" w:customStyle="1" w:styleId="ListLabel215">
    <w:name w:val="ListLabel 215"/>
    <w:rPr>
      <w:rFonts w:cs="Times New Roman"/>
    </w:rPr>
  </w:style>
  <w:style w:type="numbering" w:customStyle="1" w:styleId="Numbering123">
    <w:name w:val="Numbering 123"/>
    <w:basedOn w:val="Aucuneliste"/>
    <w:pPr>
      <w:numPr>
        <w:numId w:val="2"/>
      </w:numPr>
    </w:pPr>
  </w:style>
  <w:style w:type="numbering" w:customStyle="1" w:styleId="WWOutlineListStyle14">
    <w:name w:val="WW_OutlineListStyle_14"/>
    <w:basedOn w:val="Aucuneliste"/>
    <w:pPr>
      <w:numPr>
        <w:numId w:val="3"/>
      </w:numPr>
    </w:pPr>
  </w:style>
  <w:style w:type="numbering" w:customStyle="1" w:styleId="WWOutlineListStyle13">
    <w:name w:val="WW_OutlineListStyle_13"/>
    <w:basedOn w:val="Aucuneliste"/>
    <w:pPr>
      <w:numPr>
        <w:numId w:val="4"/>
      </w:numPr>
    </w:pPr>
  </w:style>
  <w:style w:type="numbering" w:customStyle="1" w:styleId="WWOutlineListStyle12">
    <w:name w:val="WW_OutlineListStyle_12"/>
    <w:basedOn w:val="Aucuneliste"/>
    <w:pPr>
      <w:numPr>
        <w:numId w:val="5"/>
      </w:numPr>
    </w:pPr>
  </w:style>
  <w:style w:type="numbering" w:customStyle="1" w:styleId="WWOutlineListStyle11">
    <w:name w:val="WW_OutlineListStyle_11"/>
    <w:basedOn w:val="Aucuneliste"/>
    <w:pPr>
      <w:numPr>
        <w:numId w:val="6"/>
      </w:numPr>
    </w:pPr>
  </w:style>
  <w:style w:type="numbering" w:customStyle="1" w:styleId="WWOutlineListStyle10">
    <w:name w:val="WW_OutlineListStyle_10"/>
    <w:basedOn w:val="Aucuneliste"/>
    <w:pPr>
      <w:numPr>
        <w:numId w:val="7"/>
      </w:numPr>
    </w:pPr>
  </w:style>
  <w:style w:type="numbering" w:customStyle="1" w:styleId="WWOutlineListStyle9">
    <w:name w:val="WW_OutlineListStyle_9"/>
    <w:basedOn w:val="Aucuneliste"/>
    <w:pPr>
      <w:numPr>
        <w:numId w:val="8"/>
      </w:numPr>
    </w:pPr>
  </w:style>
  <w:style w:type="numbering" w:customStyle="1" w:styleId="WWOutlineListStyle8">
    <w:name w:val="WW_OutlineListStyle_8"/>
    <w:basedOn w:val="Aucuneliste"/>
    <w:pPr>
      <w:numPr>
        <w:numId w:val="9"/>
      </w:numPr>
    </w:pPr>
  </w:style>
  <w:style w:type="numbering" w:customStyle="1" w:styleId="WWOutlineListStyle7">
    <w:name w:val="WW_OutlineListStyle_7"/>
    <w:basedOn w:val="Aucuneliste"/>
    <w:pPr>
      <w:numPr>
        <w:numId w:val="10"/>
      </w:numPr>
    </w:pPr>
  </w:style>
  <w:style w:type="numbering" w:customStyle="1" w:styleId="WWOutlineListStyle6">
    <w:name w:val="WW_OutlineListStyle_6"/>
    <w:basedOn w:val="Aucuneliste"/>
    <w:pPr>
      <w:numPr>
        <w:numId w:val="11"/>
      </w:numPr>
    </w:pPr>
  </w:style>
  <w:style w:type="numbering" w:customStyle="1" w:styleId="WWOutlineListStyle5">
    <w:name w:val="WW_OutlineListStyle_5"/>
    <w:basedOn w:val="Aucuneliste"/>
    <w:pPr>
      <w:numPr>
        <w:numId w:val="12"/>
      </w:numPr>
    </w:pPr>
  </w:style>
  <w:style w:type="numbering" w:customStyle="1" w:styleId="WWOutlineListStyle4">
    <w:name w:val="WW_OutlineListStyle_4"/>
    <w:basedOn w:val="Aucuneliste"/>
    <w:pPr>
      <w:numPr>
        <w:numId w:val="13"/>
      </w:numPr>
    </w:pPr>
  </w:style>
  <w:style w:type="numbering" w:customStyle="1" w:styleId="WWOutlineListStyle3">
    <w:name w:val="WW_OutlineListStyle_3"/>
    <w:basedOn w:val="Aucuneliste"/>
    <w:pPr>
      <w:numPr>
        <w:numId w:val="14"/>
      </w:numPr>
    </w:pPr>
  </w:style>
  <w:style w:type="numbering" w:customStyle="1" w:styleId="WWOutlineListStyle2">
    <w:name w:val="WW_OutlineListStyle_2"/>
    <w:basedOn w:val="Aucuneliste"/>
    <w:pPr>
      <w:numPr>
        <w:numId w:val="15"/>
      </w:numPr>
    </w:pPr>
  </w:style>
  <w:style w:type="numbering" w:customStyle="1" w:styleId="WWOutlineListStyle1">
    <w:name w:val="WW_OutlineListStyle_1"/>
    <w:basedOn w:val="Aucuneliste"/>
    <w:pPr>
      <w:numPr>
        <w:numId w:val="16"/>
      </w:numPr>
    </w:pPr>
  </w:style>
  <w:style w:type="numbering" w:customStyle="1" w:styleId="WWOutlineListStyle">
    <w:name w:val="WW_OutlineListStyle"/>
    <w:basedOn w:val="Aucuneliste"/>
    <w:pPr>
      <w:numPr>
        <w:numId w:val="17"/>
      </w:numPr>
    </w:pPr>
  </w:style>
  <w:style w:type="numbering" w:customStyle="1" w:styleId="SETECStyleliste">
    <w:name w:val="SETEC_Style liste"/>
    <w:basedOn w:val="Aucuneliste"/>
    <w:pPr>
      <w:numPr>
        <w:numId w:val="18"/>
      </w:numPr>
    </w:pPr>
  </w:style>
  <w:style w:type="numbering" w:customStyle="1" w:styleId="SETECStylenumrotation">
    <w:name w:val="SETEC_Style numérotation"/>
    <w:basedOn w:val="Aucuneliste"/>
    <w:pPr>
      <w:numPr>
        <w:numId w:val="19"/>
      </w:numPr>
    </w:pPr>
  </w:style>
  <w:style w:type="numbering" w:customStyle="1" w:styleId="LFO2">
    <w:name w:val="LFO2"/>
    <w:basedOn w:val="Aucuneliste"/>
    <w:pPr>
      <w:numPr>
        <w:numId w:val="20"/>
      </w:numPr>
    </w:pPr>
  </w:style>
  <w:style w:type="numbering" w:customStyle="1" w:styleId="LFO7">
    <w:name w:val="LFO7"/>
    <w:basedOn w:val="Aucuneliste"/>
    <w:pPr>
      <w:numPr>
        <w:numId w:val="21"/>
      </w:numPr>
    </w:pPr>
  </w:style>
  <w:style w:type="numbering" w:customStyle="1" w:styleId="LFO8">
    <w:name w:val="LFO8"/>
    <w:basedOn w:val="Aucuneliste"/>
    <w:pPr>
      <w:numPr>
        <w:numId w:val="22"/>
      </w:numPr>
    </w:pPr>
  </w:style>
  <w:style w:type="numbering" w:customStyle="1" w:styleId="LFO9">
    <w:name w:val="LFO9"/>
    <w:basedOn w:val="Aucuneliste"/>
    <w:pPr>
      <w:numPr>
        <w:numId w:val="23"/>
      </w:numPr>
    </w:pPr>
  </w:style>
  <w:style w:type="numbering" w:customStyle="1" w:styleId="LFO39">
    <w:name w:val="LFO39"/>
    <w:basedOn w:val="Aucuneliste"/>
    <w:pPr>
      <w:numPr>
        <w:numId w:val="24"/>
      </w:numPr>
    </w:pPr>
  </w:style>
  <w:style w:type="numbering" w:customStyle="1" w:styleId="LFO44">
    <w:name w:val="LFO44"/>
    <w:basedOn w:val="Aucuneliste"/>
    <w:pPr>
      <w:numPr>
        <w:numId w:val="25"/>
      </w:numPr>
    </w:pPr>
  </w:style>
  <w:style w:type="numbering" w:customStyle="1" w:styleId="WWNum1">
    <w:name w:val="WWNum1"/>
    <w:basedOn w:val="Aucuneliste"/>
    <w:pPr>
      <w:numPr>
        <w:numId w:val="26"/>
      </w:numPr>
    </w:pPr>
  </w:style>
  <w:style w:type="numbering" w:customStyle="1" w:styleId="WWNum2">
    <w:name w:val="WWNum2"/>
    <w:basedOn w:val="Aucuneliste"/>
    <w:pPr>
      <w:numPr>
        <w:numId w:val="27"/>
      </w:numPr>
    </w:pPr>
  </w:style>
  <w:style w:type="numbering" w:customStyle="1" w:styleId="LFO16">
    <w:name w:val="LFO16"/>
    <w:basedOn w:val="Aucuneliste"/>
    <w:pPr>
      <w:numPr>
        <w:numId w:val="28"/>
      </w:numPr>
    </w:pPr>
  </w:style>
  <w:style w:type="numbering" w:customStyle="1" w:styleId="WWNum43">
    <w:name w:val="WWNum43"/>
    <w:basedOn w:val="Aucuneliste"/>
    <w:pPr>
      <w:numPr>
        <w:numId w:val="29"/>
      </w:numPr>
    </w:pPr>
  </w:style>
  <w:style w:type="paragraph" w:customStyle="1" w:styleId="Trame">
    <w:name w:val="Trame"/>
    <w:basedOn w:val="Normal"/>
    <w:rsid w:val="006B6A29"/>
    <w:pPr>
      <w:widowControl w:val="0"/>
      <w:shd w:val="clear" w:color="auto" w:fill="FFFFFF"/>
      <w:spacing w:after="0"/>
      <w:jc w:val="center"/>
      <w:textAlignment w:val="auto"/>
    </w:pPr>
    <w:rPr>
      <w:rFonts w:ascii="Marianne" w:eastAsia="Lucida Sans Unicode" w:hAnsi="Marianne" w:cs="Arial"/>
      <w:b/>
      <w:kern w:val="3"/>
      <w:sz w:val="40"/>
      <w:szCs w:val="24"/>
      <w:lang w:eastAsia="fr-FR"/>
    </w:rPr>
  </w:style>
  <w:style w:type="paragraph" w:customStyle="1" w:styleId="ServiceInfoHeader">
    <w:name w:val="Service Info Header"/>
    <w:basedOn w:val="En-tte"/>
    <w:rsid w:val="006B6A29"/>
    <w:pPr>
      <w:widowControl w:val="0"/>
      <w:tabs>
        <w:tab w:val="clear" w:pos="4536"/>
        <w:tab w:val="clear" w:pos="9072"/>
      </w:tabs>
      <w:jc w:val="right"/>
      <w:textAlignment w:val="auto"/>
    </w:pPr>
    <w:rPr>
      <w:rFonts w:ascii="Marianne" w:eastAsia="Lucida Sans Unicode" w:hAnsi="Marianne" w:cs="Arial"/>
      <w:b/>
      <w:bCs/>
      <w:kern w:val="3"/>
      <w:sz w:val="24"/>
      <w:szCs w:val="24"/>
      <w:lang w:eastAsia="fr-FR"/>
    </w:rPr>
  </w:style>
  <w:style w:type="paragraph" w:styleId="Sous-titre">
    <w:name w:val="Subtitle"/>
    <w:basedOn w:val="Normal"/>
    <w:next w:val="Normal"/>
    <w:link w:val="Sous-titreCar"/>
    <w:uiPriority w:val="11"/>
    <w:qFormat/>
    <w:rsid w:val="006B6A29"/>
    <w:pPr>
      <w:widowControl w:val="0"/>
      <w:spacing w:after="0"/>
      <w:ind w:left="284" w:right="431"/>
      <w:jc w:val="center"/>
      <w:textAlignment w:val="auto"/>
    </w:pPr>
    <w:rPr>
      <w:rFonts w:ascii="Marianne" w:eastAsia="Lucida Sans Unicode" w:hAnsi="Marianne" w:cs="Arial"/>
      <w:b/>
      <w:smallCaps/>
      <w:color w:val="008080"/>
      <w:kern w:val="3"/>
      <w:sz w:val="36"/>
      <w:szCs w:val="36"/>
      <w:lang w:eastAsia="fr-FR"/>
    </w:rPr>
  </w:style>
  <w:style w:type="character" w:customStyle="1" w:styleId="Sous-titreCar">
    <w:name w:val="Sous-titre Car"/>
    <w:basedOn w:val="Policepardfaut"/>
    <w:link w:val="Sous-titre"/>
    <w:uiPriority w:val="11"/>
    <w:rsid w:val="006B6A29"/>
    <w:rPr>
      <w:rFonts w:ascii="Marianne" w:eastAsia="Lucida Sans Unicode" w:hAnsi="Marianne" w:cs="Arial"/>
      <w:b/>
      <w:smallCaps/>
      <w:color w:val="008080"/>
      <w:kern w:val="3"/>
      <w:sz w:val="36"/>
      <w:szCs w:val="36"/>
      <w:lang w:eastAsia="fr-FR"/>
    </w:rPr>
  </w:style>
  <w:style w:type="paragraph" w:styleId="En-ttedetabledesmatires">
    <w:name w:val="TOC Heading"/>
    <w:basedOn w:val="Titre1"/>
    <w:next w:val="Normal"/>
    <w:uiPriority w:val="39"/>
    <w:unhideWhenUsed/>
    <w:qFormat/>
    <w:rsid w:val="00895519"/>
    <w:pPr>
      <w:keepLines/>
      <w:numPr>
        <w:numId w:val="0"/>
      </w:numPr>
      <w:tabs>
        <w:tab w:val="clear" w:pos="709"/>
        <w:tab w:val="clear" w:pos="1276"/>
        <w:tab w:val="clear" w:pos="1844"/>
      </w:tabs>
      <w:autoSpaceDN/>
      <w:spacing w:before="240" w:after="0" w:line="259" w:lineRule="auto"/>
      <w:jc w:val="left"/>
      <w:outlineLvl w:val="9"/>
    </w:pPr>
    <w:rPr>
      <w:rFonts w:asciiTheme="majorHAnsi" w:eastAsiaTheme="majorEastAsia" w:hAnsiTheme="majorHAnsi" w:cstheme="majorBidi"/>
      <w:b w:val="0"/>
      <w:color w:val="0F4761"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bon\OneDrive%20-%20INGEROP\Documents\SETEC_W_OFFRECOM_filiale_Modele_V_v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5CB00-FC6A-49A0-954C-18F86EDC9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SETEC_W_OFFRECOM_filiale_Modele_V_v01</Template>
  <TotalTime>2</TotalTime>
  <Pages>16</Pages>
  <Words>2019</Words>
  <Characters>12058</Characters>
  <Application>Microsoft Office Word</Application>
  <DocSecurity>0</DocSecurity>
  <Lines>602</Lines>
  <Paragraphs>207</Paragraphs>
  <ScaleCrop>false</ScaleCrop>
  <HeadingPairs>
    <vt:vector size="2" baseType="variant">
      <vt:variant>
        <vt:lpstr>Titre</vt:lpstr>
      </vt:variant>
      <vt:variant>
        <vt:i4>1</vt:i4>
      </vt:variant>
    </vt:vector>
  </HeadingPairs>
  <TitlesOfParts>
    <vt:vector size="1" baseType="lpstr">
      <vt:lpstr/>
    </vt:vector>
  </TitlesOfParts>
  <Company>Ingélink</Company>
  <LinksUpToDate>false</LinksUpToDate>
  <CharactersWithSpaces>13870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JEANJEAN François</dc:creator>
  <cp:lastModifiedBy>YAKOUBI Wahbi</cp:lastModifiedBy>
  <cp:revision>2</cp:revision>
  <cp:lastPrinted>2019-03-11T18:23:00Z</cp:lastPrinted>
  <dcterms:created xsi:type="dcterms:W3CDTF">2025-08-06T16:03:00Z</dcterms:created>
  <dcterms:modified xsi:type="dcterms:W3CDTF">2025-08-06T16:03:00Z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eur_Doc">
    <vt:lpwstr/>
  </property>
  <property fmtid="{D5CDD505-2E9C-101B-9397-08002B2CF9AE}" pid="3" name="+Client1_Projet">
    <vt:lpwstr>DIRIF</vt:lpwstr>
  </property>
  <property fmtid="{D5CDD505-2E9C-101B-9397-08002B2CF9AE}" pid="4" name="+Client_Projet">
    <vt:lpwstr/>
  </property>
  <property fmtid="{D5CDD505-2E9C-101B-9397-08002B2CF9AE}" pid="5" name="+Date_Doc">
    <vt:lpwstr>24/02/2020</vt:lpwstr>
  </property>
  <property fmtid="{D5CDD505-2E9C-101B-9397-08002B2CF9AE}" pid="6" name="+Directeur_Doc">
    <vt:lpwstr>Georges LEMASSON</vt:lpwstr>
  </property>
  <property fmtid="{D5CDD505-2E9C-101B-9397-08002B2CF9AE}" pid="7" name="+Reference_Projet">
    <vt:lpwstr>41720</vt:lpwstr>
  </property>
  <property fmtid="{D5CDD505-2E9C-101B-9397-08002B2CF9AE}" pid="8" name="+Sujet_Doc">
    <vt:lpwstr>SOPAQ</vt:lpwstr>
  </property>
  <property fmtid="{D5CDD505-2E9C-101B-9397-08002B2CF9AE}" pid="9" name="+Type_Doc">
    <vt:lpwstr>Rapport</vt:lpwstr>
  </property>
  <property fmtid="{D5CDD505-2E9C-101B-9397-08002B2CF9AE}" pid="10" name="+Version_Doc">
    <vt:lpwstr>1.0</vt:lpwstr>
  </property>
</Properties>
</file>